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Metal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Shop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Measurement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Foundations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12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 provides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basis</w:t>
      </w:r>
      <w:r>
        <w:rPr>
          <w:color w:val="4C4D4F"/>
        </w:rPr>
        <w:t> </w:t>
      </w:r>
      <w:r>
        <w:rPr>
          <w:color w:val="4C4D4F"/>
          <w:spacing w:val="-1"/>
        </w:rPr>
        <w:t>for instruction of foundational</w:t>
      </w:r>
      <w:r>
        <w:rPr>
          <w:color w:val="4C4D4F"/>
          <w:spacing w:val="-2"/>
        </w:rPr>
        <w:t> measurement</w:t>
      </w:r>
      <w:r>
        <w:rPr>
          <w:color w:val="4C4D4F"/>
        </w:rPr>
        <w:t> </w:t>
      </w:r>
      <w:r>
        <w:rPr>
          <w:color w:val="4C4D4F"/>
          <w:spacing w:val="-1"/>
        </w:rPr>
        <w:t>standards and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procedures. It</w:t>
      </w:r>
      <w:r>
        <w:rPr>
          <w:color w:val="4C4D4F"/>
        </w:rPr>
        <w:t> </w:t>
      </w:r>
      <w:r>
        <w:rPr>
          <w:color w:val="4C4D4F"/>
          <w:spacing w:val="-1"/>
        </w:rPr>
        <w:t>includes the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imperial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metric</w:t>
      </w:r>
      <w:r>
        <w:rPr>
          <w:color w:val="4C4D4F"/>
        </w:rPr>
        <w:t>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tools</w:t>
      </w:r>
      <w:r>
        <w:rPr>
          <w:color w:val="4C4D4F"/>
        </w:rPr>
        <w:t> </w:t>
      </w:r>
      <w:r>
        <w:rPr>
          <w:color w:val="4C4D4F"/>
          <w:spacing w:val="-1"/>
        </w:rPr>
        <w:t>needed to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trades.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560" w:right="0" w:firstLine="360"/>
        <w:jc w:val="left"/>
      </w:pPr>
      <w:r>
        <w:rPr>
          <w:color w:val="4C4D4F"/>
          <w:spacing w:val="-1"/>
        </w:rPr>
        <w:t>Work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both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systems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trades in Canada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essential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understanding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proficient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measurement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operate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2"/>
        </w:rPr>
        <w:t>measurement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covered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should: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explain </w:t>
      </w:r>
      <w:r>
        <w:rPr>
          <w:color w:val="4C4D4F"/>
          <w:spacing w:val="-1"/>
        </w:rPr>
        <w:t>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metric and</w:t>
      </w:r>
      <w:r>
        <w:rPr>
          <w:color w:val="4C4D4F"/>
          <w:spacing w:val="-2"/>
        </w:rPr>
        <w:t> </w:t>
      </w:r>
      <w:r>
        <w:rPr>
          <w:color w:val="4C4D4F"/>
        </w:rPr>
        <w:t>SAE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systems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370" w:lineRule="auto" w:before="137" w:after="0"/>
        <w:ind w:left="560" w:right="3758" w:firstLine="36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to</w:t>
      </w:r>
      <w:r>
        <w:rPr>
          <w:color w:val="4C4D4F"/>
          <w:spacing w:val="-2"/>
        </w:rPr>
        <w:t> </w:t>
      </w:r>
      <w:r>
        <w:rPr>
          <w:color w:val="4C4D4F"/>
        </w:rPr>
        <w:t>identify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explain</w:t>
      </w:r>
      <w:r>
        <w:rPr>
          <w:color w:val="4C4D4F"/>
          <w:spacing w:val="-1"/>
        </w:rPr>
        <w:t> precision</w:t>
      </w:r>
      <w:r>
        <w:rPr>
          <w:color w:val="4C4D4F"/>
          <w:spacing w:val="-2"/>
        </w:rPr>
        <w:t> measurement</w:t>
      </w:r>
      <w:r>
        <w:rPr>
          <w:color w:val="4C4D4F"/>
          <w:spacing w:val="-1"/>
        </w:rPr>
        <w:t> tool use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student should: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4" w:after="0"/>
        <w:ind w:left="1160" w:right="0" w:hanging="240"/>
        <w:jc w:val="left"/>
      </w:pPr>
      <w:r>
        <w:rPr>
          <w:color w:val="4C4D4F"/>
          <w:spacing w:val="-1"/>
        </w:rPr>
        <w:t>Understand numbers </w:t>
      </w:r>
      <w:r>
        <w:rPr>
          <w:color w:val="4C4D4F"/>
          <w:spacing w:val="-2"/>
        </w:rPr>
        <w:t>systems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basic understanding of</w:t>
      </w:r>
      <w:r>
        <w:rPr>
          <w:color w:val="4C4D4F"/>
        </w:rPr>
        <w:t> </w:t>
      </w:r>
      <w:r>
        <w:rPr>
          <w:color w:val="4C4D4F"/>
          <w:spacing w:val="-1"/>
        </w:rPr>
        <w:t>what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unit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measurement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metric</w:t>
      </w:r>
      <w:r>
        <w:rPr>
          <w:color w:val="4C4D4F"/>
        </w:rPr>
        <w:t> </w:t>
      </w:r>
      <w:r>
        <w:rPr>
          <w:color w:val="4C4D4F"/>
          <w:spacing w:val="-2"/>
        </w:rPr>
        <w:t>system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12"/>
        <w:jc w:val="left"/>
      </w:pPr>
      <w:r>
        <w:rPr>
          <w:rFonts w:ascii="Arial"/>
          <w:b/>
          <w:color w:val="4C4D4F"/>
        </w:rPr>
        <w:t>Decimal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  <w:spacing w:val="-2"/>
        </w:rPr>
        <w:t>inch</w:t>
      </w:r>
      <w:r>
        <w:rPr>
          <w:color w:val="4C4D4F"/>
          <w:spacing w:val="-2"/>
        </w:rPr>
        <w:t>: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</w:rPr>
        <w:t>SAE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that is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whole inch</w:t>
      </w:r>
      <w:r>
        <w:rPr>
          <w:color w:val="4C4D4F"/>
          <w:spacing w:val="-2"/>
        </w:rPr>
        <w:t> represented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decimal</w:t>
      </w:r>
      <w:r>
        <w:rPr>
          <w:color w:val="4C4D4F"/>
          <w:spacing w:val="87"/>
        </w:rPr>
        <w:t> </w:t>
      </w:r>
      <w:r>
        <w:rPr>
          <w:color w:val="4C4D4F"/>
          <w:spacing w:val="-3"/>
        </w:rPr>
        <w:t>value.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rFonts w:ascii="Arial"/>
          <w:b/>
          <w:color w:val="4C4D4F"/>
          <w:spacing w:val="-1"/>
        </w:rPr>
        <w:t>Fractional</w:t>
      </w:r>
      <w:r>
        <w:rPr>
          <w:rFonts w:ascii="Arial"/>
          <w:b/>
          <w:color w:val="4C4D4F"/>
          <w:spacing w:val="-2"/>
        </w:rPr>
        <w:t> inch</w:t>
      </w:r>
      <w:r>
        <w:rPr>
          <w:color w:val="4C4D4F"/>
          <w:spacing w:val="-2"/>
        </w:rPr>
        <w:t>: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</w:rPr>
        <w:t>SAE</w:t>
      </w:r>
      <w:r>
        <w:rPr>
          <w:color w:val="4C4D4F"/>
          <w:spacing w:val="-2"/>
        </w:rPr>
        <w:t> measurement</w:t>
      </w:r>
      <w:r>
        <w:rPr>
          <w:color w:val="4C4D4F"/>
          <w:spacing w:val="-1"/>
        </w:rPr>
        <w:t> that is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whole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inch</w:t>
      </w:r>
      <w:r>
        <w:rPr>
          <w:color w:val="4C4D4F"/>
          <w:spacing w:val="-2"/>
        </w:rPr>
        <w:t> represented </w:t>
      </w:r>
      <w:r>
        <w:rPr>
          <w:color w:val="4C4D4F"/>
          <w:spacing w:val="-1"/>
        </w:rPr>
        <w:t>as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fraction.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left="560" w:right="1112"/>
        <w:jc w:val="left"/>
      </w:pPr>
      <w:r>
        <w:rPr>
          <w:rFonts w:ascii="Arial"/>
          <w:b/>
          <w:color w:val="4C4D4F"/>
        </w:rPr>
        <w:t>Measurement</w:t>
      </w:r>
      <w:r>
        <w:rPr>
          <w:color w:val="4C4D4F"/>
        </w:rPr>
        <w:t>:</w:t>
      </w:r>
      <w:r>
        <w:rPr>
          <w:color w:val="4C4D4F"/>
          <w:spacing w:val="-1"/>
        </w:rPr>
        <w:t> assigning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number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represent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amount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something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29"/>
        </w:rPr>
        <w:t> </w:t>
      </w:r>
      <w:r>
        <w:rPr>
          <w:color w:val="4C4D4F"/>
          <w:spacing w:val="-1"/>
        </w:rPr>
        <w:t>standardized</w:t>
      </w:r>
      <w:r>
        <w:rPr>
          <w:color w:val="4C4D4F"/>
          <w:spacing w:val="-2"/>
        </w:rPr>
        <w:t> system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units.</w:t>
      </w:r>
      <w:r>
        <w:rPr/>
      </w:r>
    </w:p>
    <w:p>
      <w:pPr>
        <w:pStyle w:val="BodyText"/>
        <w:spacing w:line="284" w:lineRule="auto" w:before="181"/>
        <w:ind w:left="560" w:right="1112"/>
        <w:jc w:val="left"/>
      </w:pPr>
      <w:r>
        <w:rPr>
          <w:rFonts w:ascii="Arial"/>
          <w:b/>
          <w:color w:val="4C4D4F"/>
        </w:rPr>
        <w:t>Measuring</w:t>
      </w:r>
      <w:r>
        <w:rPr>
          <w:rFonts w:ascii="Arial"/>
          <w:b/>
          <w:color w:val="4C4D4F"/>
          <w:spacing w:val="-1"/>
        </w:rPr>
        <w:t> tape</w:t>
      </w:r>
      <w:r>
        <w:rPr>
          <w:rFonts w:ascii="Arial"/>
          <w:color w:val="4C4D4F"/>
          <w:spacing w:val="-1"/>
        </w:rPr>
        <w:t>: </w:t>
      </w: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flexible </w:t>
      </w:r>
      <w:r>
        <w:rPr>
          <w:rFonts w:ascii="Arial"/>
          <w:color w:val="4C4D4F"/>
        </w:rPr>
        <w:t>ruler</w:t>
      </w:r>
      <w:r>
        <w:rPr>
          <w:rFonts w:ascii="Arial"/>
          <w:color w:val="4C4D4F"/>
          <w:spacing w:val="-1"/>
        </w:rPr>
        <w:t> with linear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measurement markings </w:t>
      </w:r>
      <w:r>
        <w:rPr>
          <w:rFonts w:ascii="Arial"/>
          <w:color w:val="4C4D4F"/>
        </w:rPr>
        <w:t>attached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spring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1"/>
        </w:rPr>
        <w:t>mechanism housed 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case.</w:t>
      </w:r>
      <w:r>
        <w:rPr>
          <w:color w:val="4C4D4F"/>
        </w:rPr>
        <w:t> </w:t>
      </w:r>
      <w:r>
        <w:rPr>
          <w:color w:val="4C4D4F"/>
          <w:spacing w:val="-1"/>
        </w:rPr>
        <w:t>These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1"/>
        </w:rPr>
        <w:t>in imperial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metric</w:t>
      </w:r>
      <w:r>
        <w:rPr>
          <w:color w:val="4C4D4F"/>
        </w:rPr>
        <w:t> </w:t>
      </w:r>
      <w:r>
        <w:rPr>
          <w:color w:val="4C4D4F"/>
          <w:spacing w:val="-1"/>
        </w:rPr>
        <w:t>units </w:t>
      </w:r>
      <w:r>
        <w:rPr>
          <w:color w:val="4C4D4F"/>
        </w:rPr>
        <w:t>or </w:t>
      </w:r>
      <w:r>
        <w:rPr>
          <w:color w:val="4C4D4F"/>
          <w:spacing w:val="-1"/>
        </w:rPr>
        <w:t>both.</w:t>
      </w:r>
      <w:r>
        <w:rPr/>
      </w:r>
    </w:p>
    <w:p>
      <w:pPr>
        <w:spacing w:line="284" w:lineRule="auto" w:before="181"/>
        <w:ind w:left="560" w:right="111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Metric</w:t>
      </w:r>
      <w:r>
        <w:rPr>
          <w:rFonts w:ascii="Arial"/>
          <w:color w:val="4C4D4F"/>
          <w:sz w:val="22"/>
        </w:rPr>
        <w:t>: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system</w:t>
      </w:r>
      <w:r>
        <w:rPr>
          <w:rFonts w:ascii="Arial"/>
          <w:color w:val="4C4D4F"/>
          <w:spacing w:val="-1"/>
          <w:sz w:val="22"/>
        </w:rPr>
        <w:t> of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measurement</w:t>
      </w:r>
      <w:r>
        <w:rPr>
          <w:rFonts w:ascii="Arial"/>
          <w:color w:val="4C4D4F"/>
          <w:spacing w:val="-1"/>
          <w:sz w:val="22"/>
        </w:rPr>
        <w:t> based </w:t>
      </w:r>
      <w:r>
        <w:rPr>
          <w:rFonts w:ascii="Arial"/>
          <w:color w:val="4C4D4F"/>
          <w:sz w:val="22"/>
        </w:rPr>
        <w:t>on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decimal standard, the global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standard in</w:t>
      </w:r>
      <w:r>
        <w:rPr>
          <w:rFonts w:ascii="Arial"/>
          <w:color w:val="4C4D4F"/>
          <w:spacing w:val="57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measurement. </w:t>
      </w:r>
      <w:r>
        <w:rPr>
          <w:rFonts w:ascii="Arial"/>
          <w:color w:val="4C4D4F"/>
          <w:sz w:val="22"/>
        </w:rPr>
        <w:t>Also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known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as the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International System of </w:t>
      </w:r>
      <w:r>
        <w:rPr>
          <w:rFonts w:ascii="Arial"/>
          <w:i/>
          <w:color w:val="4C4D4F"/>
          <w:spacing w:val="-2"/>
          <w:sz w:val="22"/>
        </w:rPr>
        <w:t>Units</w:t>
      </w:r>
      <w:r>
        <w:rPr>
          <w:rFonts w:ascii="Arial"/>
          <w:color w:val="4C4D4F"/>
          <w:spacing w:val="-2"/>
          <w:sz w:val="22"/>
        </w:rPr>
        <w:t>, abbreviated </w:t>
      </w:r>
      <w:r>
        <w:rPr>
          <w:rFonts w:ascii="Arial"/>
          <w:color w:val="4C4D4F"/>
          <w:spacing w:val="-1"/>
          <w:sz w:val="22"/>
        </w:rPr>
        <w:t>as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SI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right="615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Micrometer</w:t>
      </w:r>
      <w:r>
        <w:rPr>
          <w:color w:val="4C4D4F"/>
        </w:rPr>
        <w:t>: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gauge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measures small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distances/thicknesses 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its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faces, 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75"/>
          <w:w w:val="99"/>
        </w:rPr>
        <w:t> </w:t>
      </w:r>
      <w:r>
        <w:rPr>
          <w:rFonts w:ascii="Arial"/>
          <w:color w:val="4C4D4F"/>
        </w:rPr>
        <w:t>which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adjusted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fine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screw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thread.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615"/>
        <w:jc w:val="left"/>
      </w:pPr>
      <w:r>
        <w:rPr>
          <w:rFonts w:ascii="Arial"/>
          <w:b/>
          <w:color w:val="4C4D4F"/>
        </w:rPr>
        <w:t>Ruler</w:t>
      </w:r>
      <w:r>
        <w:rPr>
          <w:color w:val="4C4D4F"/>
        </w:rPr>
        <w:t>: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linear device that has graduations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either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metric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SAE </w:t>
      </w:r>
      <w:r>
        <w:rPr>
          <w:color w:val="4C4D4F"/>
          <w:spacing w:val="-2"/>
        </w:rPr>
        <w:t>system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intended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measuring distance.</w:t>
      </w:r>
      <w:r>
        <w:rPr/>
      </w:r>
    </w:p>
    <w:p>
      <w:pPr>
        <w:pStyle w:val="BodyText"/>
        <w:spacing w:line="284" w:lineRule="auto" w:before="181"/>
        <w:ind w:right="1112"/>
        <w:jc w:val="left"/>
      </w:pPr>
      <w:r>
        <w:rPr>
          <w:rFonts w:ascii="Arial"/>
          <w:b/>
          <w:color w:val="4C4D4F"/>
          <w:spacing w:val="-1"/>
        </w:rPr>
        <w:t>Ruler </w:t>
      </w:r>
      <w:r>
        <w:rPr>
          <w:rFonts w:ascii="Arial"/>
          <w:b/>
          <w:color w:val="4C4D4F"/>
        </w:rPr>
        <w:t>graduations</w:t>
      </w:r>
      <w:r>
        <w:rPr>
          <w:rFonts w:ascii="Arial"/>
          <w:color w:val="4C4D4F"/>
        </w:rPr>
        <w:t>:</w:t>
      </w:r>
      <w:r>
        <w:rPr>
          <w:rFonts w:ascii="Arial"/>
          <w:color w:val="4C4D4F"/>
          <w:spacing w:val="-1"/>
        </w:rPr>
        <w:t> the fixed interval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markings along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ruler </w:t>
      </w:r>
      <w:r>
        <w:rPr>
          <w:rFonts w:ascii="Arial"/>
          <w:color w:val="4C4D4F"/>
          <w:spacing w:val="-1"/>
        </w:rPr>
        <w:t>that represent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progressive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1"/>
        </w:rPr>
        <w:t>increase in length</w:t>
      </w:r>
      <w:r>
        <w:rPr>
          <w:color w:val="4C4D4F"/>
        </w:rPr>
        <w:t> </w:t>
      </w:r>
      <w:r>
        <w:rPr>
          <w:color w:val="4C4D4F"/>
          <w:spacing w:val="-2"/>
        </w:rPr>
        <w:t>measurement.</w:t>
      </w:r>
      <w:r>
        <w:rPr/>
      </w:r>
    </w:p>
    <w:p>
      <w:pPr>
        <w:spacing w:line="284" w:lineRule="auto" w:before="181"/>
        <w:ind w:left="1100" w:right="6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  <w:t>SAE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: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an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acronym for the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Society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of 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Automotive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Engineers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, generally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synonymous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with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US</w:t>
      </w:r>
      <w:r>
        <w:rPr>
          <w:rFonts w:ascii="Arial" w:hAnsi="Arial" w:cs="Arial" w:eastAsia="Arial"/>
          <w:color w:val="4C4D4F"/>
          <w:spacing w:val="7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standard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for the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traditional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“imperial”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measurement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system.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81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Unit</w:t>
      </w:r>
      <w:r>
        <w:rPr>
          <w:rFonts w:ascii="Arial"/>
          <w:color w:val="4C4D4F"/>
          <w:spacing w:val="-1"/>
        </w:rPr>
        <w:t>: </w:t>
      </w: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standard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quantity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a specific </w:t>
      </w:r>
      <w:r>
        <w:rPr>
          <w:rFonts w:ascii="Arial"/>
          <w:color w:val="4C4D4F"/>
          <w:spacing w:val="-2"/>
        </w:rPr>
        <w:t>system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measurement.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right="615"/>
        <w:jc w:val="left"/>
      </w:pPr>
      <w:r>
        <w:rPr>
          <w:rFonts w:ascii="Arial"/>
          <w:b/>
          <w:color w:val="4C4D4F"/>
          <w:spacing w:val="-1"/>
        </w:rPr>
        <w:t>Vernier </w:t>
      </w:r>
      <w:r>
        <w:rPr>
          <w:rFonts w:ascii="Arial"/>
          <w:b/>
          <w:color w:val="4C4D4F"/>
        </w:rPr>
        <w:t>caliper</w:t>
      </w:r>
      <w:r>
        <w:rPr>
          <w:rFonts w:ascii="Arial"/>
          <w:color w:val="4C4D4F"/>
        </w:rPr>
        <w:t>: a</w:t>
      </w:r>
      <w:r>
        <w:rPr>
          <w:rFonts w:ascii="Arial"/>
          <w:color w:val="4C4D4F"/>
          <w:spacing w:val="-1"/>
        </w:rPr>
        <w:t> precision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measurement device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 uses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1"/>
        </w:rPr>
        <w:t> caliper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structure 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fine</w:t>
      </w:r>
      <w:r>
        <w:rPr>
          <w:rFonts w:ascii="Arial"/>
          <w:color w:val="4C4D4F"/>
          <w:spacing w:val="75"/>
        </w:rPr>
        <w:t> </w:t>
      </w:r>
      <w:r>
        <w:rPr>
          <w:color w:val="4C4D4F"/>
          <w:spacing w:val="-2"/>
        </w:rPr>
        <w:t>measurements</w:t>
      </w:r>
      <w:r>
        <w:rPr>
          <w:color w:val="4C4D4F"/>
          <w:spacing w:val="-1"/>
        </w:rPr>
        <w:t> along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Vernier</w:t>
      </w:r>
      <w:r>
        <w:rPr>
          <w:color w:val="4C4D4F"/>
          <w:spacing w:val="-1"/>
        </w:rPr>
        <w:t> scale.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409" w:val="left" w:leader="none"/>
        </w:tabs>
        <w:spacing w:line="240" w:lineRule="auto" w:before="124" w:after="0"/>
        <w:ind w:left="1408" w:right="0" w:hanging="308"/>
        <w:jc w:val="left"/>
      </w:pPr>
      <w:r>
        <w:rPr>
          <w:color w:val="4C4D4F"/>
        </w:rPr>
        <w:t>–2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Students: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3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</w:rPr>
        <w:t>Secondary</w:t>
      </w:r>
      <w:r>
        <w:rPr>
          <w:color w:val="4C4D4F"/>
          <w:spacing w:val="-1"/>
        </w:rPr>
        <w:t> </w:t>
      </w:r>
      <w:r>
        <w:rPr>
          <w:color w:val="4C4D4F"/>
        </w:rPr>
        <w:t>school </w:t>
      </w:r>
      <w:r>
        <w:rPr>
          <w:color w:val="4C4D4F"/>
          <w:spacing w:val="-1"/>
        </w:rPr>
        <w:t>metal shop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equivalently</w:t>
      </w:r>
      <w:r>
        <w:rPr>
          <w:color w:val="4C4D4F"/>
        </w:rPr>
        <w:t> </w:t>
      </w:r>
      <w:r>
        <w:rPr>
          <w:color w:val="4C4D4F"/>
          <w:spacing w:val="-1"/>
        </w:rPr>
        <w:t>equipped technology 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Whiteboard</w:t>
      </w:r>
      <w:r>
        <w:rPr/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Overhead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data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projector</w:t>
      </w:r>
      <w:r>
        <w:rPr/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Computer</w:t>
      </w:r>
      <w:r>
        <w:rPr/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Rulers</w:t>
      </w:r>
      <w:r>
        <w:rPr/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ape</w:t>
      </w:r>
      <w:r>
        <w:rPr>
          <w:color w:val="4C4D4F"/>
          <w:spacing w:val="-1"/>
        </w:rPr>
        <w:t> measures</w:t>
      </w:r>
      <w:r>
        <w:rPr/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Micrometers</w:t>
      </w:r>
      <w:r>
        <w:rPr/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Vernier </w:t>
      </w:r>
      <w:r>
        <w:rPr>
          <w:color w:val="4C4D4F"/>
          <w:spacing w:val="-1"/>
        </w:rPr>
        <w:t>calipers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2"/>
        </w:rPr>
        <w:t>Worksheets</w:t>
      </w:r>
      <w:r>
        <w:rPr/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84" w:lineRule="auto" w:before="137" w:after="0"/>
        <w:ind w:left="1700" w:right="1518" w:hanging="240"/>
        <w:jc w:val="left"/>
      </w:pPr>
      <w:r>
        <w:rPr>
          <w:color w:val="4C4D4F"/>
          <w:spacing w:val="-2"/>
        </w:rPr>
        <w:t>For</w:t>
      </w:r>
      <w:r>
        <w:rPr>
          <w:color w:val="4C4D4F"/>
          <w:spacing w:val="-1"/>
        </w:rPr>
        <w:t> optional</w:t>
      </w:r>
      <w:r>
        <w:rPr>
          <w:color w:val="4C4D4F"/>
          <w:spacing w:val="-2"/>
        </w:rPr>
        <w:t> </w:t>
      </w:r>
      <w:r>
        <w:rPr>
          <w:color w:val="4C4D4F"/>
        </w:rPr>
        <w:t>activity: </w:t>
      </w:r>
      <w:r>
        <w:rPr>
          <w:color w:val="4C4D4F"/>
          <w:spacing w:val="-1"/>
        </w:rPr>
        <w:t>samples to measure</w:t>
      </w:r>
      <w:r>
        <w:rPr>
          <w:color w:val="4C4D4F"/>
          <w:spacing w:val="-2"/>
        </w:rPr>
        <w:t> (variety</w:t>
      </w:r>
      <w:r>
        <w:rPr>
          <w:color w:val="4C4D4F"/>
        </w:rPr>
        <w:t> </w:t>
      </w:r>
      <w:r>
        <w:rPr>
          <w:color w:val="4C4D4F"/>
          <w:spacing w:val="-1"/>
        </w:rPr>
        <w:t>of sizes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shapes</w:t>
      </w:r>
      <w:r>
        <w:rPr>
          <w:color w:val="4C4D4F"/>
        </w:rPr>
        <w:t> </w:t>
      </w:r>
      <w:r>
        <w:rPr>
          <w:color w:val="4C4D4F"/>
          <w:spacing w:val="-1"/>
        </w:rPr>
        <w:t>of general</w:t>
      </w:r>
      <w:r>
        <w:rPr>
          <w:color w:val="4C4D4F"/>
          <w:spacing w:val="41"/>
        </w:rPr>
        <w:t> </w:t>
      </w:r>
      <w:r>
        <w:rPr>
          <w:color w:val="4C4D4F"/>
          <w:spacing w:val="-3"/>
        </w:rPr>
        <w:t>materials)</w:t>
      </w:r>
      <w:r>
        <w:rPr/>
      </w:r>
    </w:p>
    <w:p>
      <w:pPr>
        <w:pStyle w:val="BodyText"/>
        <w:numPr>
          <w:ilvl w:val="2"/>
          <w:numId w:val="2"/>
        </w:numPr>
        <w:tabs>
          <w:tab w:pos="1701" w:val="left" w:leader="none"/>
        </w:tabs>
        <w:spacing w:line="240" w:lineRule="auto" w:before="91" w:after="0"/>
        <w:ind w:left="1700" w:right="0" w:hanging="240"/>
        <w:jc w:val="left"/>
      </w:pPr>
      <w:r>
        <w:rPr>
          <w:color w:val="4C4D4F"/>
          <w:spacing w:val="-1"/>
        </w:rPr>
        <w:t>Writing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implement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12"/>
        <w:jc w:val="left"/>
      </w:pPr>
      <w:r>
        <w:rPr>
          <w:color w:val="4C4D4F"/>
          <w:spacing w:val="-1"/>
        </w:rPr>
        <w:t>Apprenticeship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Math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online: </w:t>
      </w: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</w:rPr>
        <w:t>School</w:t>
      </w:r>
      <w:r>
        <w:rPr>
          <w:color w:val="4C4D4F"/>
          <w:spacing w:val="-2"/>
        </w:rPr>
        <w:t> BC,</w:t>
      </w:r>
      <w:r>
        <w:rPr>
          <w:color w:val="4C4D4F"/>
          <w:spacing w:val="-1"/>
        </w:rPr>
        <w:t> </w:t>
      </w: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Course</w:t>
      </w:r>
      <w:r>
        <w:rPr>
          <w:color w:val="4C4D4F"/>
          <w:spacing w:val="-2"/>
        </w:rPr>
        <w:t> Resource.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2">
        <w:r>
          <w:rPr>
            <w:color w:val="456DA9"/>
            <w:spacing w:val="-2"/>
            <w:u w:val="single" w:color="456DA9"/>
          </w:rPr>
          <w:t>http://ocr.openschool.bc.ca/course/view.php?id=23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900" w:val="left" w:leader="none"/>
        </w:tabs>
        <w:spacing w:line="240" w:lineRule="auto" w:before="124" w:after="0"/>
        <w:ind w:left="90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introduce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main</w:t>
      </w:r>
      <w:r>
        <w:rPr>
          <w:color w:val="4C4D4F"/>
          <w:spacing w:val="-2"/>
        </w:rPr>
        <w:t> measurement</w:t>
      </w:r>
      <w:r>
        <w:rPr>
          <w:color w:val="4C4D4F"/>
        </w:rPr>
        <w:t> </w:t>
      </w:r>
      <w:r>
        <w:rPr>
          <w:color w:val="4C4D4F"/>
          <w:spacing w:val="-2"/>
        </w:rPr>
        <w:t>tools: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360"/>
        <w:jc w:val="left"/>
      </w:pPr>
      <w:r>
        <w:rPr>
          <w:color w:val="4C4D4F"/>
          <w:spacing w:val="-2"/>
        </w:rPr>
        <w:t>Ruler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36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ape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measure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360"/>
        <w:jc w:val="left"/>
      </w:pPr>
      <w:r>
        <w:rPr>
          <w:color w:val="4C4D4F"/>
          <w:spacing w:val="-1"/>
        </w:rPr>
        <w:t>Micrometer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360"/>
        <w:jc w:val="left"/>
      </w:pPr>
      <w:r>
        <w:rPr>
          <w:color w:val="4C4D4F"/>
          <w:spacing w:val="-2"/>
        </w:rPr>
        <w:t>Vernier </w:t>
      </w:r>
      <w:r>
        <w:rPr>
          <w:color w:val="4C4D4F"/>
          <w:spacing w:val="-1"/>
        </w:rPr>
        <w:t>caliper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901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will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accurate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reading of each tool.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133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these activities should</w:t>
      </w:r>
      <w:r>
        <w:rPr>
          <w:color w:val="4C4D4F"/>
          <w:spacing w:val="-2"/>
        </w:rPr>
        <w:t> take</w:t>
      </w:r>
      <w:r>
        <w:rPr>
          <w:color w:val="4C4D4F"/>
          <w:spacing w:val="-1"/>
        </w:rPr>
        <w:t> no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than </w:t>
      </w:r>
      <w:r>
        <w:rPr>
          <w:color w:val="4C4D4F"/>
          <w:spacing w:val="1"/>
        </w:rPr>
        <w:t>30</w:t>
      </w:r>
      <w:r>
        <w:rPr>
          <w:color w:val="4C4D4F"/>
          <w:spacing w:val="-2"/>
        </w:rPr>
        <w:t> minutes.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Activity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1:</w:t>
      </w:r>
      <w:r>
        <w:rPr>
          <w:color w:val="4C4D4F"/>
          <w:spacing w:val="-2"/>
        </w:rPr>
        <w:t> </w:t>
      </w:r>
      <w:r>
        <w:rPr>
          <w:color w:val="4C4D4F"/>
        </w:rPr>
        <w:t>Measuring</w:t>
      </w:r>
      <w:r>
        <w:rPr>
          <w:color w:val="4C4D4F"/>
          <w:spacing w:val="-2"/>
        </w:rPr>
        <w:t> </w:t>
      </w:r>
      <w:r>
        <w:rPr>
          <w:color w:val="4C4D4F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Metric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Measuring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a</w:t>
      </w:r>
      <w:r>
        <w:rPr>
          <w:color w:val="4C4D4F"/>
          <w:spacing w:val="-5"/>
        </w:rPr>
        <w:t>p</w:t>
      </w:r>
      <w:r>
        <w:rPr>
          <w:color w:val="4C4D4F"/>
          <w:spacing w:val="-4"/>
        </w:rPr>
        <w:t>e</w:t>
      </w:r>
      <w:r>
        <w:rPr>
          <w:b w:val="0"/>
        </w:rPr>
      </w:r>
    </w:p>
    <w:p>
      <w:pPr>
        <w:pStyle w:val="BodyText"/>
        <w:spacing w:line="284" w:lineRule="auto" w:before="137"/>
        <w:ind w:left="560" w:right="1518"/>
        <w:jc w:val="left"/>
      </w:pPr>
      <w:r>
        <w:rPr>
          <w:color w:val="4C4D4F"/>
          <w:spacing w:val="-1"/>
        </w:rPr>
        <w:t>This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adapted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BC’s</w:t>
      </w:r>
      <w:r>
        <w:rPr>
          <w:color w:val="4C4D4F"/>
          <w:spacing w:val="-1"/>
        </w:rPr>
        <w:t> Apprenticeship</w:t>
      </w:r>
      <w:r>
        <w:rPr>
          <w:color w:val="4C4D4F"/>
          <w:spacing w:val="-2"/>
        </w:rPr>
        <w:t> </w:t>
      </w:r>
      <w:r>
        <w:rPr>
          <w:color w:val="4C4D4F"/>
        </w:rPr>
        <w:t>&amp;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Math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Module</w:t>
      </w:r>
      <w:r>
        <w:rPr>
          <w:color w:val="4C4D4F"/>
          <w:spacing w:val="-2"/>
        </w:rPr>
        <w:t> </w:t>
      </w:r>
      <w:r>
        <w:rPr>
          <w:color w:val="4C4D4F"/>
        </w:rPr>
        <w:t>1</w:t>
      </w:r>
      <w:r>
        <w:rPr>
          <w:color w:val="4C4D4F"/>
          <w:spacing w:val="59"/>
        </w:rPr>
        <w:t> </w:t>
      </w:r>
      <w:r>
        <w:rPr>
          <w:color w:val="4C4D4F"/>
        </w:rPr>
        <w:t>Section</w:t>
      </w:r>
      <w:r>
        <w:rPr>
          <w:color w:val="4C4D4F"/>
          <w:spacing w:val="-2"/>
        </w:rPr>
        <w:t> </w:t>
      </w:r>
      <w:r>
        <w:rPr>
          <w:color w:val="4C4D4F"/>
        </w:rPr>
        <w:t>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Assignment </w:t>
      </w:r>
      <w:r>
        <w:rPr>
          <w:color w:val="4C4D4F"/>
        </w:rPr>
        <w:t>Part</w:t>
      </w:r>
      <w:r>
        <w:rPr>
          <w:color w:val="4C4D4F"/>
          <w:spacing w:val="-1"/>
        </w:rPr>
        <w:t> </w:t>
      </w:r>
      <w:r>
        <w:rPr>
          <w:color w:val="4C4D4F"/>
          <w:spacing w:val="-7"/>
        </w:rPr>
        <w:t>1</w:t>
      </w:r>
      <w:r>
        <w:rPr>
          <w:color w:val="4C4D4F"/>
          <w:spacing w:val="-8"/>
        </w:rPr>
        <w:t>:</w:t>
      </w:r>
      <w:r>
        <w:rPr>
          <w:color w:val="4C4D4F"/>
        </w:rPr>
        <w:t> </w:t>
      </w:r>
      <w:r>
        <w:rPr>
          <w:color w:val="4C4D4F"/>
          <w:spacing w:val="-1"/>
        </w:rPr>
        <w:t>Measuring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Metric.</w:t>
      </w:r>
      <w:r>
        <w:rPr/>
      </w:r>
    </w:p>
    <w:p>
      <w:pPr>
        <w:pStyle w:val="Heading6"/>
        <w:spacing w:line="240" w:lineRule="auto" w:before="91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Activity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2:</w:t>
      </w:r>
      <w:r>
        <w:rPr>
          <w:color w:val="4C4D4F"/>
          <w:spacing w:val="-4"/>
        </w:rPr>
        <w:t> </w:t>
      </w:r>
      <w:r>
        <w:rPr>
          <w:color w:val="4C4D4F"/>
        </w:rPr>
        <w:t>Measuring</w:t>
      </w:r>
      <w:r>
        <w:rPr>
          <w:color w:val="4C4D4F"/>
          <w:spacing w:val="-4"/>
        </w:rPr>
        <w:t> </w:t>
      </w:r>
      <w:r>
        <w:rPr>
          <w:color w:val="4C4D4F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SAE/Imperial</w:t>
      </w:r>
      <w:r>
        <w:rPr>
          <w:b w:val="0"/>
        </w:rPr>
      </w:r>
    </w:p>
    <w:p>
      <w:pPr>
        <w:pStyle w:val="BodyText"/>
        <w:spacing w:line="284" w:lineRule="auto" w:before="137"/>
        <w:ind w:left="560" w:right="1518"/>
        <w:jc w:val="left"/>
      </w:pPr>
      <w:r>
        <w:rPr>
          <w:color w:val="4C4D4F"/>
          <w:spacing w:val="-1"/>
        </w:rPr>
        <w:t>This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adapted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BC’s</w:t>
      </w:r>
      <w:r>
        <w:rPr>
          <w:color w:val="4C4D4F"/>
          <w:spacing w:val="-1"/>
        </w:rPr>
        <w:t> Apprenticeship</w:t>
      </w:r>
      <w:r>
        <w:rPr>
          <w:color w:val="4C4D4F"/>
          <w:spacing w:val="-2"/>
        </w:rPr>
        <w:t> </w:t>
      </w:r>
      <w:r>
        <w:rPr>
          <w:color w:val="4C4D4F"/>
        </w:rPr>
        <w:t>&amp;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Math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Module</w:t>
      </w:r>
      <w:r>
        <w:rPr>
          <w:color w:val="4C4D4F"/>
          <w:spacing w:val="-2"/>
        </w:rPr>
        <w:t> </w:t>
      </w:r>
      <w:r>
        <w:rPr>
          <w:color w:val="4C4D4F"/>
        </w:rPr>
        <w:t>1</w:t>
      </w:r>
      <w:r>
        <w:rPr>
          <w:color w:val="4C4D4F"/>
          <w:spacing w:val="59"/>
        </w:rPr>
        <w:t> </w:t>
      </w:r>
      <w:r>
        <w:rPr>
          <w:color w:val="4C4D4F"/>
        </w:rPr>
        <w:t>Section</w:t>
      </w:r>
      <w:r>
        <w:rPr>
          <w:color w:val="4C4D4F"/>
          <w:spacing w:val="-2"/>
        </w:rPr>
        <w:t> </w:t>
      </w:r>
      <w:r>
        <w:rPr>
          <w:color w:val="4C4D4F"/>
        </w:rPr>
        <w:t>2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Assignment </w:t>
      </w:r>
      <w:r>
        <w:rPr>
          <w:color w:val="4C4D4F"/>
        </w:rPr>
        <w:t>Part</w:t>
      </w:r>
      <w:r>
        <w:rPr>
          <w:color w:val="4C4D4F"/>
          <w:spacing w:val="-1"/>
        </w:rPr>
        <w:t> </w:t>
      </w:r>
      <w:r>
        <w:rPr>
          <w:color w:val="4C4D4F"/>
          <w:spacing w:val="-7"/>
        </w:rPr>
        <w:t>1</w:t>
      </w:r>
      <w:r>
        <w:rPr>
          <w:color w:val="4C4D4F"/>
          <w:spacing w:val="-8"/>
        </w:rPr>
        <w:t>:</w:t>
      </w:r>
      <w:r>
        <w:rPr>
          <w:color w:val="4C4D4F"/>
          <w:spacing w:val="-1"/>
        </w:rPr>
        <w:t> Imperial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Units of </w:t>
      </w:r>
      <w:r>
        <w:rPr>
          <w:color w:val="4C4D4F"/>
          <w:spacing w:val="-2"/>
        </w:rPr>
        <w:t>Length.</w:t>
      </w:r>
      <w:r>
        <w:rPr/>
      </w:r>
    </w:p>
    <w:p>
      <w:pPr>
        <w:pStyle w:val="Heading6"/>
        <w:spacing w:line="240" w:lineRule="auto" w:before="91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Activity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3: </w:t>
      </w:r>
      <w:r>
        <w:rPr>
          <w:color w:val="4C4D4F"/>
          <w:spacing w:val="-1"/>
        </w:rPr>
        <w:t>Vernier</w:t>
      </w:r>
      <w:r>
        <w:rPr>
          <w:color w:val="4C4D4F"/>
          <w:spacing w:val="-3"/>
        </w:rPr>
        <w:t> </w:t>
      </w:r>
      <w:r>
        <w:rPr>
          <w:color w:val="4C4D4F"/>
        </w:rPr>
        <w:t>Calipers</w:t>
      </w:r>
      <w:r>
        <w:rPr>
          <w:color w:val="4C4D4F"/>
          <w:spacing w:val="-4"/>
        </w:rPr>
        <w:t> </w:t>
      </w:r>
      <w:r>
        <w:rPr>
          <w:color w:val="4C4D4F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Micrometers</w:t>
      </w:r>
      <w:r>
        <w:rPr>
          <w:b w:val="0"/>
        </w:rPr>
      </w:r>
    </w:p>
    <w:p>
      <w:pPr>
        <w:pStyle w:val="BodyText"/>
        <w:spacing w:line="284" w:lineRule="auto" w:before="137"/>
        <w:ind w:left="560" w:right="1518"/>
        <w:jc w:val="left"/>
      </w:pPr>
      <w:r>
        <w:rPr>
          <w:color w:val="4C4D4F"/>
          <w:spacing w:val="-1"/>
        </w:rPr>
        <w:t>This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adapted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BC’s</w:t>
      </w:r>
      <w:r>
        <w:rPr>
          <w:color w:val="4C4D4F"/>
          <w:spacing w:val="-1"/>
        </w:rPr>
        <w:t> Apprenticeship</w:t>
      </w:r>
      <w:r>
        <w:rPr>
          <w:color w:val="4C4D4F"/>
          <w:spacing w:val="-2"/>
        </w:rPr>
        <w:t> </w:t>
      </w:r>
      <w:r>
        <w:rPr>
          <w:color w:val="4C4D4F"/>
        </w:rPr>
        <w:t>&amp;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Math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Module</w:t>
      </w:r>
      <w:r>
        <w:rPr>
          <w:color w:val="4C4D4F"/>
          <w:spacing w:val="-2"/>
        </w:rPr>
        <w:t> </w:t>
      </w:r>
      <w:r>
        <w:rPr>
          <w:color w:val="4C4D4F"/>
        </w:rPr>
        <w:t>2</w:t>
      </w:r>
      <w:r>
        <w:rPr>
          <w:color w:val="4C4D4F"/>
          <w:spacing w:val="59"/>
        </w:rPr>
        <w:t> </w:t>
      </w:r>
      <w:r>
        <w:rPr>
          <w:color w:val="4C4D4F"/>
        </w:rPr>
        <w:t>Section</w:t>
      </w:r>
      <w:r>
        <w:rPr>
          <w:color w:val="4C4D4F"/>
          <w:spacing w:val="-2"/>
        </w:rPr>
        <w:t> </w:t>
      </w:r>
      <w:r>
        <w:rPr>
          <w:color w:val="4C4D4F"/>
        </w:rPr>
        <w:t>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Lesson </w:t>
      </w:r>
      <w:r>
        <w:rPr>
          <w:color w:val="4C4D4F"/>
          <w:spacing w:val="-3"/>
        </w:rPr>
        <w:t>B:</w:t>
      </w:r>
      <w:r>
        <w:rPr>
          <w:color w:val="4C4D4F"/>
          <w:spacing w:val="-1"/>
        </w:rPr>
        <w:t> Measuring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Diameters</w:t>
      </w:r>
      <w:r>
        <w:rPr/>
      </w:r>
    </w:p>
    <w:p>
      <w:pPr>
        <w:pStyle w:val="Heading6"/>
        <w:spacing w:line="240" w:lineRule="auto" w:before="91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Activity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4:</w:t>
      </w:r>
      <w:r>
        <w:rPr>
          <w:color w:val="4C4D4F"/>
          <w:spacing w:val="-3"/>
        </w:rPr>
        <w:t> </w:t>
      </w:r>
      <w:r>
        <w:rPr>
          <w:color w:val="4C4D4F"/>
        </w:rPr>
        <w:t>Measuring</w:t>
      </w:r>
      <w:r>
        <w:rPr>
          <w:color w:val="4C4D4F"/>
          <w:spacing w:val="-2"/>
        </w:rPr>
        <w:t> </w:t>
      </w:r>
      <w:r>
        <w:rPr>
          <w:color w:val="4C4D4F"/>
        </w:rPr>
        <w:t>Diameter</w:t>
      </w:r>
      <w:r>
        <w:rPr>
          <w:b w:val="0"/>
        </w:rPr>
      </w:r>
    </w:p>
    <w:p>
      <w:pPr>
        <w:pStyle w:val="BodyText"/>
        <w:spacing w:line="284" w:lineRule="auto" w:before="137"/>
        <w:ind w:left="560" w:right="1518"/>
        <w:jc w:val="left"/>
      </w:pPr>
      <w:r>
        <w:rPr>
          <w:color w:val="4C4D4F"/>
          <w:spacing w:val="-1"/>
        </w:rPr>
        <w:t>This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adapted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BC’s</w:t>
      </w:r>
      <w:r>
        <w:rPr>
          <w:color w:val="4C4D4F"/>
          <w:spacing w:val="-1"/>
        </w:rPr>
        <w:t> Apprenticeship</w:t>
      </w:r>
      <w:r>
        <w:rPr>
          <w:color w:val="4C4D4F"/>
          <w:spacing w:val="-2"/>
        </w:rPr>
        <w:t> </w:t>
      </w:r>
      <w:r>
        <w:rPr>
          <w:color w:val="4C4D4F"/>
        </w:rPr>
        <w:t>&amp;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Workplace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Math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Module</w:t>
      </w:r>
      <w:r>
        <w:rPr>
          <w:color w:val="4C4D4F"/>
          <w:spacing w:val="-2"/>
        </w:rPr>
        <w:t> </w:t>
      </w:r>
      <w:r>
        <w:rPr>
          <w:color w:val="4C4D4F"/>
        </w:rPr>
        <w:t>2</w:t>
      </w:r>
      <w:r>
        <w:rPr>
          <w:color w:val="4C4D4F"/>
          <w:spacing w:val="59"/>
        </w:rPr>
        <w:t> </w:t>
      </w:r>
      <w:r>
        <w:rPr>
          <w:color w:val="4C4D4F"/>
        </w:rPr>
        <w:t>Section</w:t>
      </w:r>
      <w:r>
        <w:rPr>
          <w:color w:val="4C4D4F"/>
          <w:spacing w:val="-2"/>
        </w:rPr>
        <w:t> </w:t>
      </w:r>
      <w:r>
        <w:rPr>
          <w:color w:val="4C4D4F"/>
        </w:rPr>
        <w:t>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Assignment </w:t>
      </w:r>
      <w:r>
        <w:rPr>
          <w:color w:val="4C4D4F"/>
        </w:rPr>
        <w:t>Part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2:</w:t>
      </w:r>
      <w:r>
        <w:rPr>
          <w:color w:val="4C4D4F"/>
          <w:spacing w:val="-1"/>
        </w:rPr>
        <w:t> Measuring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Circumference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Diameter.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  <w:spacing w:val="-10"/>
        </w:rPr>
        <w:t> </w:t>
      </w: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12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variety</w:t>
      </w:r>
      <w:r>
        <w:rPr>
          <w:color w:val="4C4D4F"/>
        </w:rPr>
        <w:t> </w:t>
      </w:r>
      <w:r>
        <w:rPr>
          <w:color w:val="4C4D4F"/>
          <w:spacing w:val="-1"/>
        </w:rPr>
        <w:t>of material </w:t>
      </w:r>
      <w:r>
        <w:rPr>
          <w:color w:val="4C4D4F"/>
          <w:spacing w:val="-2"/>
        </w:rPr>
        <w:t>blanks</w:t>
      </w:r>
      <w:r>
        <w:rPr>
          <w:color w:val="4C4D4F"/>
        </w:rPr>
        <w:t> </w:t>
      </w:r>
      <w:r>
        <w:rPr>
          <w:color w:val="4C4D4F"/>
          <w:spacing w:val="-2"/>
        </w:rPr>
        <w:t>(common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samples)</w:t>
      </w:r>
      <w:r>
        <w:rPr>
          <w:color w:val="4C4D4F"/>
          <w:spacing w:val="-1"/>
        </w:rPr>
        <w:t> and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through individual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stations.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 would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different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tool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a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requirement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both</w:t>
      </w:r>
      <w:r>
        <w:rPr>
          <w:color w:val="4C4D4F"/>
          <w:spacing w:val="-2"/>
        </w:rPr>
        <w:t> measurement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systems</w:t>
      </w:r>
      <w:r>
        <w:rPr>
          <w:color w:val="4C4D4F"/>
          <w:spacing w:val="-1"/>
        </w:rPr>
        <w:t> throughout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activity.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12"/>
        <w:jc w:val="left"/>
      </w:pPr>
      <w:r>
        <w:rPr>
          <w:color w:val="4C4D4F"/>
          <w:spacing w:val="-1"/>
        </w:rPr>
        <w:t>Consider </w:t>
      </w:r>
      <w:r>
        <w:rPr>
          <w:color w:val="4C4D4F"/>
        </w:rPr>
        <w:t>co-creating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assessment 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activity/</w:t>
      </w:r>
      <w:r>
        <w:rPr>
          <w:color w:val="4C4D4F"/>
          <w:spacing w:val="103"/>
          <w:w w:val="9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4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worksheet questions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answered </w:t>
      </w:r>
      <w:r>
        <w:rPr>
          <w:color w:val="4C4D4F"/>
        </w:rPr>
        <w:t>correctly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completely.</w:t>
      </w:r>
      <w:r>
        <w:rPr/>
      </w:r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7"/>
        </w:rPr>
        <w:t> </w:t>
      </w:r>
      <w:r>
        <w:rPr>
          <w:color w:val="4F61AB"/>
        </w:rPr>
        <w:t>Activity</w:t>
      </w:r>
      <w:r>
        <w:rPr>
          <w:color w:val="4F61AB"/>
          <w:spacing w:val="-7"/>
        </w:rPr>
        <w:t> </w:t>
      </w:r>
      <w:r>
        <w:rPr>
          <w:color w:val="4F61AB"/>
          <w:spacing w:val="-13"/>
        </w:rPr>
        <w:t>1:</w:t>
      </w:r>
      <w:r>
        <w:rPr>
          <w:b w:val="0"/>
        </w:rPr>
      </w:r>
    </w:p>
    <w:p>
      <w:pPr>
        <w:spacing w:before="20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2"/>
          <w:sz w:val="40"/>
        </w:rPr>
        <w:t>M</w:t>
      </w:r>
      <w:r>
        <w:rPr>
          <w:rFonts w:ascii="Arial"/>
          <w:b/>
          <w:color w:val="4F61AB"/>
          <w:spacing w:val="-2"/>
          <w:sz w:val="40"/>
        </w:rPr>
        <w:t>e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6"/>
          <w:sz w:val="40"/>
        </w:rPr>
        <w:t>s</w:t>
      </w:r>
      <w:r>
        <w:rPr>
          <w:rFonts w:ascii="Arial"/>
          <w:b/>
          <w:color w:val="4F61AB"/>
          <w:spacing w:val="-2"/>
          <w:sz w:val="40"/>
        </w:rPr>
        <w:t>u</w:t>
      </w:r>
      <w:r>
        <w:rPr>
          <w:rFonts w:ascii="Arial"/>
          <w:b/>
          <w:color w:val="4F61AB"/>
          <w:spacing w:val="2"/>
          <w:sz w:val="40"/>
        </w:rPr>
        <w:t>r</w:t>
      </w:r>
      <w:r>
        <w:rPr>
          <w:rFonts w:ascii="Arial"/>
          <w:b/>
          <w:color w:val="4F61AB"/>
          <w:spacing w:val="-3"/>
          <w:sz w:val="40"/>
        </w:rPr>
        <w:t>i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z w:val="40"/>
        </w:rPr>
        <w:t>g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i</w:t>
      </w:r>
      <w:r>
        <w:rPr>
          <w:rFonts w:ascii="Arial"/>
          <w:b/>
          <w:color w:val="4F61AB"/>
          <w:sz w:val="40"/>
        </w:rPr>
        <w:t>n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2"/>
          <w:sz w:val="40"/>
        </w:rPr>
        <w:t>M</w:t>
      </w:r>
      <w:r>
        <w:rPr>
          <w:rFonts w:ascii="Arial"/>
          <w:b/>
          <w:color w:val="4F61AB"/>
          <w:spacing w:val="-2"/>
          <w:sz w:val="40"/>
        </w:rPr>
        <w:t>e</w:t>
      </w:r>
      <w:r>
        <w:rPr>
          <w:rFonts w:ascii="Arial"/>
          <w:b/>
          <w:color w:val="4F61AB"/>
          <w:spacing w:val="2"/>
          <w:sz w:val="40"/>
        </w:rPr>
        <w:t>tr</w:t>
      </w:r>
      <w:r>
        <w:rPr>
          <w:rFonts w:ascii="Arial"/>
          <w:b/>
          <w:color w:val="4F61AB"/>
          <w:spacing w:val="-2"/>
          <w:sz w:val="40"/>
        </w:rPr>
        <w:t>i</w:t>
      </w:r>
      <w:r>
        <w:rPr>
          <w:rFonts w:ascii="Arial"/>
          <w:b/>
          <w:color w:val="4F61AB"/>
          <w:sz w:val="40"/>
        </w:rPr>
        <w:t>c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U</w:t>
      </w:r>
      <w:r>
        <w:rPr>
          <w:rFonts w:ascii="Arial"/>
          <w:b/>
          <w:color w:val="4F61AB"/>
          <w:spacing w:val="-4"/>
          <w:sz w:val="40"/>
        </w:rPr>
        <w:t>s</w:t>
      </w:r>
      <w:r>
        <w:rPr>
          <w:rFonts w:ascii="Arial"/>
          <w:b/>
          <w:color w:val="4F61AB"/>
          <w:spacing w:val="-3"/>
          <w:sz w:val="40"/>
        </w:rPr>
        <w:t>i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z w:val="40"/>
        </w:rPr>
        <w:t>g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2"/>
          <w:sz w:val="40"/>
        </w:rPr>
        <w:t>M</w:t>
      </w:r>
      <w:r>
        <w:rPr>
          <w:rFonts w:ascii="Arial"/>
          <w:b/>
          <w:color w:val="4F61AB"/>
          <w:spacing w:val="-2"/>
          <w:sz w:val="40"/>
        </w:rPr>
        <w:t>e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6"/>
          <w:sz w:val="40"/>
        </w:rPr>
        <w:t>s</w:t>
      </w:r>
      <w:r>
        <w:rPr>
          <w:rFonts w:ascii="Arial"/>
          <w:b/>
          <w:color w:val="4F61AB"/>
          <w:spacing w:val="-2"/>
          <w:sz w:val="40"/>
        </w:rPr>
        <w:t>u</w:t>
      </w:r>
      <w:r>
        <w:rPr>
          <w:rFonts w:ascii="Arial"/>
          <w:b/>
          <w:color w:val="4F61AB"/>
          <w:spacing w:val="2"/>
          <w:sz w:val="40"/>
        </w:rPr>
        <w:t>r</w:t>
      </w:r>
      <w:r>
        <w:rPr>
          <w:rFonts w:ascii="Arial"/>
          <w:b/>
          <w:color w:val="4F61AB"/>
          <w:spacing w:val="-3"/>
          <w:sz w:val="40"/>
        </w:rPr>
        <w:t>i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z w:val="40"/>
        </w:rPr>
        <w:t>g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36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pacing w:val="2"/>
          <w:sz w:val="40"/>
        </w:rPr>
        <w:t>pe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</w:rPr>
        <w:t>Instructions</w:t>
      </w:r>
      <w:r>
        <w:rPr>
          <w:b w:val="0"/>
        </w:rPr>
      </w:r>
    </w:p>
    <w:p>
      <w:pPr>
        <w:pStyle w:val="BodyText"/>
        <w:spacing w:line="284" w:lineRule="auto" w:before="124"/>
        <w:ind w:right="1112"/>
        <w:jc w:val="left"/>
      </w:pPr>
      <w:r>
        <w:rPr>
          <w:color w:val="4C4D4F"/>
          <w:spacing w:val="-2"/>
        </w:rPr>
        <w:t>For</w:t>
      </w:r>
      <w:r>
        <w:rPr>
          <w:color w:val="4C4D4F"/>
          <w:spacing w:val="-1"/>
        </w:rPr>
        <w:t> this assignment,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need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tape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measure </w:t>
      </w:r>
      <w:r>
        <w:rPr>
          <w:color w:val="4C4D4F"/>
          <w:spacing w:val="-1"/>
        </w:rPr>
        <w:t>that shows</w:t>
      </w:r>
      <w:r>
        <w:rPr>
          <w:color w:val="4C4D4F"/>
        </w:rPr>
        <w:t> </w:t>
      </w:r>
      <w:r>
        <w:rPr>
          <w:color w:val="4C4D4F"/>
          <w:spacing w:val="-1"/>
        </w:rPr>
        <w:t>millimetres, centimetres, and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metres.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need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</w:rPr>
        <w:t>partners.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84" w:lineRule="auto" w:before="124"/>
        <w:ind w:left="2000" w:right="489" w:hanging="900"/>
        <w:jc w:val="left"/>
      </w:pPr>
      <w:r>
        <w:rPr>
          <w:rFonts w:ascii="Arial" w:hAnsi="Arial" w:cs="Arial" w:eastAsia="Arial"/>
          <w:b/>
          <w:bCs/>
          <w:color w:val="4C4D4F"/>
        </w:rPr>
        <w:t>Step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6"/>
        </w:rPr>
        <w:t>1</w:t>
      </w:r>
      <w:r>
        <w:rPr>
          <w:color w:val="4C4D4F"/>
          <w:spacing w:val="-7"/>
        </w:rPr>
        <w:t>:</w:t>
      </w:r>
      <w:r>
        <w:rPr>
          <w:color w:val="4C4D4F"/>
        </w:rPr>
        <w:t>  </w:t>
      </w:r>
      <w:r>
        <w:rPr>
          <w:color w:val="4C4D4F"/>
          <w:spacing w:val="2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your</w:t>
      </w:r>
      <w:r>
        <w:rPr>
          <w:color w:val="4C4D4F"/>
        </w:rPr>
        <w:t> partners’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heights</w:t>
      </w:r>
      <w:r>
        <w:rPr>
          <w:color w:val="4C4D4F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nearest</w:t>
      </w:r>
      <w:r>
        <w:rPr>
          <w:color w:val="4C4D4F"/>
        </w:rPr>
        <w:t> </w:t>
      </w:r>
      <w:r>
        <w:rPr>
          <w:color w:val="4C4D4F"/>
          <w:spacing w:val="-2"/>
        </w:rPr>
        <w:t>millimetre.</w:t>
      </w:r>
      <w:r>
        <w:rPr>
          <w:color w:val="4C4D4F"/>
          <w:spacing w:val="-1"/>
        </w:rPr>
        <w:t> Record </w:t>
      </w:r>
      <w:r>
        <w:rPr>
          <w:color w:val="4C4D4F"/>
          <w:spacing w:val="-2"/>
        </w:rPr>
        <w:t>your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measured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heights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column of the table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below.</w:t>
      </w:r>
      <w:r>
        <w:rPr/>
      </w:r>
    </w:p>
    <w:p>
      <w:pPr>
        <w:pStyle w:val="BodyText"/>
        <w:spacing w:line="284" w:lineRule="auto" w:before="181"/>
        <w:ind w:left="2000" w:right="615" w:hanging="900"/>
        <w:jc w:val="left"/>
      </w:pPr>
      <w:r>
        <w:rPr>
          <w:rFonts w:ascii="Arial" w:hAnsi="Arial" w:cs="Arial" w:eastAsia="Arial"/>
          <w:b/>
          <w:bCs/>
          <w:color w:val="4C4D4F"/>
        </w:rPr>
        <w:t>Step</w:t>
      </w:r>
      <w:r>
        <w:rPr>
          <w:rFonts w:ascii="Arial" w:hAnsi="Arial" w:cs="Arial" w:eastAsia="Arial"/>
          <w:b/>
          <w:bCs/>
          <w:color w:val="4C4D4F"/>
          <w:spacing w:val="-1"/>
        </w:rPr>
        <w:t> 2</w:t>
      </w:r>
      <w:r>
        <w:rPr>
          <w:color w:val="4C4D4F"/>
          <w:spacing w:val="-1"/>
        </w:rPr>
        <w:t>:</w:t>
      </w:r>
      <w:r>
        <w:rPr>
          <w:color w:val="4C4D4F"/>
        </w:rPr>
        <w:t> </w:t>
      </w:r>
      <w:r>
        <w:rPr>
          <w:color w:val="4C4D4F"/>
          <w:spacing w:val="52"/>
        </w:rPr>
        <w:t> </w:t>
      </w:r>
      <w:r>
        <w:rPr>
          <w:color w:val="4C4D4F"/>
          <w:spacing w:val="-1"/>
        </w:rPr>
        <w:t>Measure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partners’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heights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nearest </w:t>
      </w:r>
      <w:r>
        <w:rPr>
          <w:color w:val="4C4D4F"/>
          <w:spacing w:val="-2"/>
        </w:rPr>
        <w:t>tenth </w:t>
      </w:r>
      <w:r>
        <w:rPr>
          <w:color w:val="4C4D4F"/>
          <w:spacing w:val="-1"/>
        </w:rPr>
        <w:t>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centimetre.</w:t>
      </w:r>
      <w:r>
        <w:rPr>
          <w:color w:val="4C4D4F"/>
        </w:rPr>
        <w:t> </w:t>
      </w:r>
      <w:r>
        <w:rPr>
          <w:color w:val="4C4D4F"/>
          <w:spacing w:val="-1"/>
        </w:rPr>
        <w:t>Record</w:t>
      </w:r>
      <w:r>
        <w:rPr>
          <w:color w:val="4C4D4F"/>
          <w:spacing w:val="39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measured heights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column of the table </w:t>
      </w:r>
      <w:r>
        <w:rPr>
          <w:color w:val="4C4D4F"/>
          <w:spacing w:val="-3"/>
        </w:rPr>
        <w:t>below.</w:t>
      </w:r>
      <w:r>
        <w:rPr/>
      </w:r>
    </w:p>
    <w:p>
      <w:pPr>
        <w:pStyle w:val="BodyText"/>
        <w:spacing w:line="284" w:lineRule="auto" w:before="181"/>
        <w:ind w:left="2000" w:right="615" w:hanging="900"/>
        <w:jc w:val="left"/>
      </w:pPr>
      <w:r>
        <w:rPr>
          <w:rFonts w:ascii="Arial" w:hAnsi="Arial" w:cs="Arial" w:eastAsia="Arial"/>
          <w:b/>
          <w:bCs/>
          <w:color w:val="4C4D4F"/>
        </w:rPr>
        <w:t>Step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3</w:t>
      </w:r>
      <w:r>
        <w:rPr>
          <w:color w:val="4C4D4F"/>
          <w:spacing w:val="-3"/>
        </w:rPr>
        <w:t>:</w:t>
      </w:r>
      <w:r>
        <w:rPr>
          <w:color w:val="4C4D4F"/>
        </w:rPr>
        <w:t> 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Measure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partners’</w:t>
      </w:r>
      <w:r>
        <w:rPr>
          <w:color w:val="4C4D4F"/>
          <w:spacing w:val="-1"/>
        </w:rPr>
        <w:t> heights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nearest thousandth of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metre.</w:t>
      </w:r>
      <w:r>
        <w:rPr>
          <w:color w:val="4C4D4F"/>
          <w:spacing w:val="-1"/>
        </w:rPr>
        <w:t> Record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measured heights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column of the table </w:t>
      </w:r>
      <w:r>
        <w:rPr>
          <w:color w:val="4C4D4F"/>
          <w:spacing w:val="-3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spacing w:line="541" w:lineRule="auto" w:before="0"/>
        <w:ind w:left="1793" w:right="8171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157.324997pt;margin-top:-38.294048pt;width:352.5pt;height:109.4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40"/>
                    <w:gridCol w:w="2340"/>
                    <w:gridCol w:w="2340"/>
                  </w:tblGrid>
                  <w:tr>
                    <w:trPr>
                      <w:trHeight w:val="306" w:hRule="exact"/>
                    </w:trPr>
                    <w:tc>
                      <w:tcPr>
                        <w:tcW w:w="7020" w:type="dxa"/>
                        <w:gridSpan w:val="3"/>
                        <w:tcBorders>
                          <w:top w:val="single" w:sz="8" w:space="0" w:color="4F61AB"/>
                          <w:left w:val="single" w:sz="8" w:space="0" w:color="4F61AB"/>
                          <w:bottom w:val="single" w:sz="4" w:space="0" w:color="4F61AB"/>
                          <w:right w:val="single" w:sz="8" w:space="0" w:color="4F61AB"/>
                        </w:tcBorders>
                        <w:shd w:val="clear" w:color="auto" w:fill="D2D3EA"/>
                      </w:tcPr>
                      <w:p>
                        <w:pPr>
                          <w:pStyle w:val="TableParagraph"/>
                          <w:spacing w:line="240" w:lineRule="auto" w:before="28"/>
                          <w:ind w:left="1" w:right="0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C4D4F"/>
                            <w:spacing w:val="1"/>
                            <w:sz w:val="20"/>
                          </w:rPr>
                          <w:t>Height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306" w:hRule="exact"/>
                    </w:trPr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8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33"/>
                          <w:ind w:right="8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C4D4F"/>
                            <w:spacing w:val="-4"/>
                            <w:sz w:val="20"/>
                          </w:rPr>
                          <w:t>(mm)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33"/>
                          <w:ind w:right="0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C4D4F"/>
                            <w:spacing w:val="-3"/>
                            <w:sz w:val="20"/>
                          </w:rPr>
                          <w:t>(cm)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8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33"/>
                          <w:ind w:right="0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C4D4F"/>
                            <w:spacing w:val="-6"/>
                            <w:sz w:val="20"/>
                          </w:rPr>
                          <w:t>(m)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519" w:hRule="exact"/>
                    </w:trPr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8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8" w:space="0" w:color="4F61AB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519" w:hRule="exact"/>
                    </w:trPr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8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8" w:space="0" w:color="4F61AB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519" w:hRule="exact"/>
                    </w:trPr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8" w:space="0" w:color="4F61AB"/>
                          <w:bottom w:val="single" w:sz="8" w:space="0" w:color="4F61AB"/>
                          <w:right w:val="single" w:sz="4" w:space="0" w:color="4F61AB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8" w:space="0" w:color="4F61AB"/>
                          <w:right w:val="single" w:sz="4" w:space="0" w:color="4F61AB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8" w:space="0" w:color="4F61AB"/>
                          <w:right w:val="single" w:sz="8" w:space="0" w:color="4F61AB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b/>
          <w:color w:val="4C4D4F"/>
          <w:spacing w:val="-6"/>
          <w:sz w:val="20"/>
        </w:rPr>
        <w:t>You</w:t>
      </w:r>
      <w:r>
        <w:rPr>
          <w:rFonts w:ascii="Arial"/>
          <w:b/>
          <w:color w:val="4C4D4F"/>
          <w:spacing w:val="21"/>
          <w:w w:val="99"/>
          <w:sz w:val="20"/>
        </w:rPr>
        <w:t> </w:t>
      </w:r>
      <w:r>
        <w:rPr>
          <w:rFonts w:ascii="Arial"/>
          <w:b/>
          <w:color w:val="4C4D4F"/>
          <w:spacing w:val="-2"/>
          <w:sz w:val="20"/>
        </w:rPr>
        <w:t>P</w:t>
      </w:r>
      <w:r>
        <w:rPr>
          <w:rFonts w:ascii="Arial"/>
          <w:b/>
          <w:color w:val="4C4D4F"/>
          <w:spacing w:val="2"/>
          <w:sz w:val="20"/>
        </w:rPr>
        <w:t>a</w:t>
      </w:r>
      <w:r>
        <w:rPr>
          <w:rFonts w:ascii="Arial"/>
          <w:b/>
          <w:color w:val="4C4D4F"/>
          <w:spacing w:val="8"/>
          <w:sz w:val="20"/>
        </w:rPr>
        <w:t>r</w:t>
      </w:r>
      <w:r>
        <w:rPr>
          <w:rFonts w:ascii="Arial"/>
          <w:b/>
          <w:color w:val="4C4D4F"/>
          <w:spacing w:val="3"/>
          <w:sz w:val="20"/>
        </w:rPr>
        <w:t>t</w:t>
      </w:r>
      <w:r>
        <w:rPr>
          <w:rFonts w:ascii="Arial"/>
          <w:b/>
          <w:color w:val="4C4D4F"/>
          <w:spacing w:val="2"/>
          <w:sz w:val="20"/>
        </w:rPr>
        <w:t>n</w:t>
      </w:r>
      <w:r>
        <w:rPr>
          <w:rFonts w:ascii="Arial"/>
          <w:b/>
          <w:color w:val="4C4D4F"/>
          <w:spacing w:val="1"/>
          <w:sz w:val="20"/>
        </w:rPr>
        <w:t>e</w:t>
      </w:r>
      <w:r>
        <w:rPr>
          <w:rFonts w:ascii="Arial"/>
          <w:b/>
          <w:color w:val="4C4D4F"/>
          <w:sz w:val="20"/>
        </w:rPr>
        <w:t>r</w:t>
      </w:r>
      <w:r>
        <w:rPr>
          <w:rFonts w:ascii="Arial"/>
          <w:b/>
          <w:color w:val="4C4D4F"/>
          <w:spacing w:val="-4"/>
          <w:sz w:val="20"/>
        </w:rPr>
        <w:t> </w:t>
      </w:r>
      <w:r>
        <w:rPr>
          <w:rFonts w:ascii="Arial"/>
          <w:b/>
          <w:color w:val="4C4D4F"/>
          <w:sz w:val="20"/>
        </w:rPr>
        <w:t>1</w:t>
      </w:r>
      <w:r>
        <w:rPr>
          <w:rFonts w:ascii="Arial"/>
          <w:sz w:val="20"/>
        </w:rPr>
      </w:r>
    </w:p>
    <w:p>
      <w:pPr>
        <w:spacing w:before="8"/>
        <w:ind w:left="179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color w:val="4C4D4F"/>
          <w:spacing w:val="-2"/>
          <w:sz w:val="20"/>
        </w:rPr>
        <w:t>P</w:t>
      </w:r>
      <w:r>
        <w:rPr>
          <w:rFonts w:ascii="Arial"/>
          <w:b/>
          <w:color w:val="4C4D4F"/>
          <w:spacing w:val="2"/>
          <w:sz w:val="20"/>
        </w:rPr>
        <w:t>a</w:t>
      </w:r>
      <w:r>
        <w:rPr>
          <w:rFonts w:ascii="Arial"/>
          <w:b/>
          <w:color w:val="4C4D4F"/>
          <w:spacing w:val="8"/>
          <w:sz w:val="20"/>
        </w:rPr>
        <w:t>r</w:t>
      </w:r>
      <w:r>
        <w:rPr>
          <w:rFonts w:ascii="Arial"/>
          <w:b/>
          <w:color w:val="4C4D4F"/>
          <w:spacing w:val="3"/>
          <w:sz w:val="20"/>
        </w:rPr>
        <w:t>t</w:t>
      </w:r>
      <w:r>
        <w:rPr>
          <w:rFonts w:ascii="Arial"/>
          <w:b/>
          <w:color w:val="4C4D4F"/>
          <w:spacing w:val="2"/>
          <w:sz w:val="20"/>
        </w:rPr>
        <w:t>n</w:t>
      </w:r>
      <w:r>
        <w:rPr>
          <w:rFonts w:ascii="Arial"/>
          <w:b/>
          <w:color w:val="4C4D4F"/>
          <w:spacing w:val="1"/>
          <w:sz w:val="20"/>
        </w:rPr>
        <w:t>e</w:t>
      </w:r>
      <w:r>
        <w:rPr>
          <w:rFonts w:ascii="Arial"/>
          <w:b/>
          <w:color w:val="4C4D4F"/>
          <w:sz w:val="20"/>
        </w:rPr>
        <w:t>r</w:t>
      </w:r>
      <w:r>
        <w:rPr>
          <w:rFonts w:ascii="Arial"/>
          <w:b/>
          <w:color w:val="4C4D4F"/>
          <w:spacing w:val="-4"/>
          <w:sz w:val="20"/>
        </w:rPr>
        <w:t> </w:t>
      </w:r>
      <w:r>
        <w:rPr>
          <w:rFonts w:ascii="Arial"/>
          <w:b/>
          <w:color w:val="4C4D4F"/>
          <w:sz w:val="20"/>
        </w:rPr>
        <w:t>2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84" w:lineRule="auto" w:before="118"/>
        <w:ind w:right="1112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look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completed table. </w:t>
      </w:r>
      <w:r>
        <w:rPr>
          <w:color w:val="4C4D4F"/>
        </w:rPr>
        <w:t>Do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notice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patterns?</w:t>
      </w:r>
      <w:r>
        <w:rPr>
          <w:color w:val="4C4D4F"/>
          <w:spacing w:val="-1"/>
        </w:rPr>
        <w:t> Answer the following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questions based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patterns</w:t>
      </w:r>
      <w:r>
        <w:rPr>
          <w:color w:val="4C4D4F"/>
        </w:rPr>
        <w:t> </w:t>
      </w:r>
      <w:r>
        <w:rPr>
          <w:color w:val="4C4D4F"/>
          <w:spacing w:val="-2"/>
        </w:rPr>
        <w:t>you see.</w:t>
      </w:r>
      <w:r>
        <w:rPr>
          <w:color w:val="4C4D4F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use the measurements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</w:rPr>
        <w:t>recorded</w:t>
      </w:r>
      <w:r>
        <w:rPr>
          <w:color w:val="4C4D4F"/>
          <w:spacing w:val="-1"/>
        </w:rPr>
        <w:t> as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examples</w:t>
      </w:r>
      <w:r>
        <w:rPr>
          <w:color w:val="4C4D4F"/>
          <w:spacing w:val="-1"/>
        </w:rPr>
        <w:t> in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explanations.</w:t>
      </w:r>
      <w:r>
        <w:rPr/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84" w:lineRule="auto" w:before="181" w:after="0"/>
        <w:ind w:left="1440" w:right="744" w:hanging="320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would change </w:t>
      </w:r>
      <w:r>
        <w:rPr>
          <w:color w:val="4C4D4F"/>
        </w:rPr>
        <w:t>a</w:t>
      </w:r>
      <w:r>
        <w:rPr>
          <w:color w:val="4C4D4F"/>
          <w:spacing w:val="-2"/>
        </w:rPr>
        <w:t> measurement</w:t>
      </w:r>
      <w:r>
        <w:rPr>
          <w:color w:val="4C4D4F"/>
        </w:rPr>
        <w:t> from</w:t>
      </w:r>
      <w:r>
        <w:rPr>
          <w:color w:val="4C4D4F"/>
          <w:spacing w:val="-1"/>
        </w:rPr>
        <w:t> millimetres</w:t>
      </w:r>
      <w:r>
        <w:rPr>
          <w:color w:val="4C4D4F"/>
        </w:rPr>
        <w:t> </w:t>
      </w:r>
      <w:r>
        <w:rPr>
          <w:color w:val="4C4D4F"/>
          <w:spacing w:val="-1"/>
        </w:rPr>
        <w:t>to centimetres and </w:t>
      </w:r>
      <w:r>
        <w:rPr>
          <w:color w:val="4C4D4F"/>
          <w:spacing w:val="-2"/>
        </w:rPr>
        <w:t>give </w:t>
      </w:r>
      <w:r>
        <w:rPr>
          <w:color w:val="4C4D4F"/>
          <w:spacing w:val="-1"/>
        </w:rPr>
        <w:t>an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example.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/>
        <w:ind w:left="146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4C4D4F"/>
          <w:spacing w:val="-1"/>
        </w:rPr>
        <w:t>Example</w:t>
      </w:r>
      <w:r>
        <w:rPr>
          <w:rFonts w:ascii="Arial"/>
          <w:b w:val="0"/>
          <w:color w:val="4C4D4F"/>
          <w:spacing w:val="-1"/>
        </w:rPr>
        <w:t>: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72" w:after="0"/>
        <w:ind w:left="900" w:right="1656" w:hanging="320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would change </w:t>
      </w:r>
      <w:r>
        <w:rPr>
          <w:color w:val="4C4D4F"/>
        </w:rPr>
        <w:t>a</w:t>
      </w:r>
      <w:r>
        <w:rPr>
          <w:color w:val="4C4D4F"/>
          <w:spacing w:val="-2"/>
        </w:rPr>
        <w:t> measurement</w:t>
      </w:r>
      <w:r>
        <w:rPr>
          <w:color w:val="4C4D4F"/>
        </w:rPr>
        <w:t> from</w:t>
      </w:r>
      <w:r>
        <w:rPr>
          <w:color w:val="4C4D4F"/>
          <w:spacing w:val="-1"/>
        </w:rPr>
        <w:t> metres</w:t>
      </w:r>
      <w:r>
        <w:rPr>
          <w:color w:val="4C4D4F"/>
        </w:rPr>
        <w:t> </w:t>
      </w:r>
      <w:r>
        <w:rPr>
          <w:color w:val="4C4D4F"/>
          <w:spacing w:val="-1"/>
        </w:rPr>
        <w:t>to centimetres and </w:t>
      </w:r>
      <w:r>
        <w:rPr>
          <w:color w:val="4C4D4F"/>
          <w:spacing w:val="-2"/>
        </w:rPr>
        <w:t>give </w:t>
      </w:r>
      <w:r>
        <w:rPr>
          <w:color w:val="4C4D4F"/>
          <w:spacing w:val="-1"/>
        </w:rPr>
        <w:t>an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example.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/>
        <w:ind w:left="92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4C4D4F"/>
          <w:spacing w:val="-1"/>
        </w:rPr>
        <w:t>Example</w:t>
      </w:r>
      <w:r>
        <w:rPr>
          <w:rFonts w:ascii="Arial"/>
          <w:b w:val="0"/>
          <w:color w:val="4C4D4F"/>
          <w:spacing w:val="-1"/>
        </w:rPr>
        <w:t>: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0"/>
          <w:numId w:val="5"/>
        </w:numPr>
        <w:tabs>
          <w:tab w:pos="900" w:val="left" w:leader="none"/>
        </w:tabs>
        <w:spacing w:line="284" w:lineRule="auto" w:before="0" w:after="0"/>
        <w:ind w:left="900" w:right="1761" w:hanging="320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would change </w:t>
      </w:r>
      <w:r>
        <w:rPr>
          <w:color w:val="4C4D4F"/>
        </w:rPr>
        <w:t>a</w:t>
      </w:r>
      <w:r>
        <w:rPr>
          <w:color w:val="4C4D4F"/>
          <w:spacing w:val="-2"/>
        </w:rPr>
        <w:t> measurement</w:t>
      </w:r>
      <w:r>
        <w:rPr>
          <w:color w:val="4C4D4F"/>
        </w:rPr>
        <w:t> from </w:t>
      </w:r>
      <w:r>
        <w:rPr>
          <w:color w:val="4C4D4F"/>
          <w:spacing w:val="-1"/>
        </w:rPr>
        <w:t>millimetres to metres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give</w:t>
      </w:r>
      <w:r>
        <w:rPr>
          <w:color w:val="4C4D4F"/>
          <w:spacing w:val="-1"/>
        </w:rPr>
        <w:t> an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example.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/>
        <w:ind w:left="92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4C4D4F"/>
          <w:spacing w:val="-1"/>
        </w:rPr>
        <w:t>Example</w:t>
      </w:r>
      <w:r>
        <w:rPr>
          <w:rFonts w:ascii="Arial"/>
          <w:b w:val="0"/>
          <w:color w:val="4C4D4F"/>
          <w:spacing w:val="-1"/>
        </w:rPr>
        <w:t>: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50" w:lineRule="auto" w:before="224"/>
        <w:ind w:left="1100" w:right="4473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Student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z w:val="40"/>
        </w:rPr>
        <w:t>Activity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4"/>
          <w:sz w:val="40"/>
        </w:rPr>
        <w:t>2:</w:t>
      </w:r>
      <w:r>
        <w:rPr>
          <w:rFonts w:ascii="Arial"/>
          <w:b/>
          <w:color w:val="4F61AB"/>
          <w:spacing w:val="24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Measuring</w:t>
      </w:r>
      <w:r>
        <w:rPr>
          <w:rFonts w:ascii="Arial"/>
          <w:b/>
          <w:color w:val="4F61AB"/>
          <w:spacing w:val="-15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in</w:t>
      </w:r>
      <w:r>
        <w:rPr>
          <w:rFonts w:ascii="Arial"/>
          <w:b/>
          <w:color w:val="4F61AB"/>
          <w:spacing w:val="-15"/>
          <w:sz w:val="40"/>
        </w:rPr>
        <w:t> </w:t>
      </w:r>
      <w:r>
        <w:rPr>
          <w:rFonts w:ascii="Arial"/>
          <w:b/>
          <w:color w:val="4F61AB"/>
          <w:sz w:val="40"/>
        </w:rPr>
        <w:t>SAE/Imperial</w:t>
      </w:r>
      <w:r>
        <w:rPr>
          <w:rFonts w:ascii="Arial"/>
          <w:sz w:val="4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Instructions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Please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work.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5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</w:pP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objects about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inch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tabs>
          <w:tab w:pos="7567" w:val="left" w:leader="none"/>
        </w:tabs>
        <w:spacing w:before="69"/>
        <w:ind w:left="5074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z w:val="24"/>
        </w:rPr>
        <w:t>A</w:t>
        <w:tab/>
        <w:t>B</w:t>
      </w:r>
      <w:r>
        <w:rPr>
          <w:rFonts w:ascii="Arial"/>
          <w:sz w:val="24"/>
        </w:rPr>
      </w:r>
    </w:p>
    <w:p>
      <w:pPr>
        <w:pStyle w:val="BodyText"/>
        <w:tabs>
          <w:tab w:pos="3789" w:val="left" w:leader="none"/>
        </w:tabs>
        <w:spacing w:line="240" w:lineRule="auto" w:before="59"/>
        <w:ind w:right="0"/>
        <w:jc w:val="left"/>
      </w:pPr>
      <w:r>
        <w:rPr>
          <w:color w:val="231F20"/>
          <w:spacing w:val="-1"/>
          <w:w w:val="95"/>
        </w:rPr>
        <w:t>2.</w:t>
      </w:r>
      <w:r>
        <w:rPr>
          <w:color w:val="231F20"/>
        </w:rPr>
        <w:tab/>
      </w:r>
      <w:r>
        <w:rPr>
          <w:color w:val="231F20"/>
          <w:position w:val="-101"/>
        </w:rPr>
        <w:drawing>
          <wp:inline distT="0" distB="0" distL="0" distR="0">
            <wp:extent cx="2984499" cy="787570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4499" cy="78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01"/>
        </w:rPr>
      </w:r>
      <w:r>
        <w:rPr/>
      </w:r>
    </w:p>
    <w:p>
      <w:pPr>
        <w:pStyle w:val="BodyText"/>
        <w:numPr>
          <w:ilvl w:val="2"/>
          <w:numId w:val="5"/>
        </w:numPr>
        <w:tabs>
          <w:tab w:pos="1820" w:val="left" w:leader="none"/>
          <w:tab w:pos="6139" w:val="left" w:leader="none"/>
        </w:tabs>
        <w:spacing w:line="455" w:lineRule="auto" w:before="360" w:after="0"/>
        <w:ind w:left="1819" w:right="4281" w:hanging="359"/>
        <w:jc w:val="left"/>
      </w:pPr>
      <w:r>
        <w:rPr>
          <w:color w:val="4C4D4F"/>
          <w:spacing w:val="-1"/>
        </w:rPr>
        <w:t>At what measures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ruler</w:t>
      </w:r>
      <w:r>
        <w:rPr>
          <w:color w:val="4C4D4F"/>
          <w:spacing w:val="-1"/>
        </w:rPr>
        <w:t> are points </w:t>
      </w:r>
      <w:r>
        <w:rPr>
          <w:color w:val="4C4D4F"/>
        </w:rPr>
        <w:t>A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B?</w:t>
      </w:r>
      <w:r>
        <w:rPr>
          <w:color w:val="4C4D4F"/>
          <w:spacing w:val="27"/>
        </w:rPr>
        <w:t> </w:t>
      </w:r>
      <w:r>
        <w:rPr>
          <w:color w:val="4C4D4F"/>
        </w:rPr>
        <w:t>A:</w:t>
      </w:r>
      <w:r>
        <w:rPr>
          <w:color w:val="4C4D4F"/>
        </w:rPr>
        <w:t> </w:t>
      </w:r>
      <w:r>
        <w:rPr>
          <w:color w:val="4C4D4F"/>
          <w:spacing w:val="28"/>
        </w:rPr>
        <w:t> </w:t>
      </w:r>
      <w:r>
        <w:rPr>
          <w:color w:val="4C4D4F"/>
          <w:spacing w:val="28"/>
          <w:w w:val="99"/>
        </w:rPr>
      </w:r>
      <w:r>
        <w:rPr>
          <w:color w:val="4C4D4F"/>
          <w:w w:val="99"/>
          <w:u w:val="single" w:color="4C4D4F"/>
        </w:rPr>
        <w:t> </w:t>
      </w:r>
      <w:r>
        <w:rPr>
          <w:color w:val="4C4D4F"/>
          <w:u w:val="single" w:color="4C4D4F"/>
        </w:rPr>
        <w:tab/>
      </w:r>
      <w:r>
        <w:rPr>
          <w:color w:val="4C4D4F"/>
        </w:rPr>
      </w:r>
      <w:r>
        <w:rPr>
          <w:color w:val="4C4D4F"/>
        </w:rPr>
        <w:t> </w:t>
      </w:r>
      <w:r>
        <w:rPr>
          <w:color w:val="4C4D4F"/>
          <w:spacing w:val="4"/>
        </w:rPr>
        <w:t>      </w:t>
      </w:r>
      <w:r>
        <w:rPr>
          <w:color w:val="4C4D4F"/>
          <w:spacing w:val="-3"/>
        </w:rPr>
        <w:t>B:</w:t>
      </w:r>
      <w:r>
        <w:rPr>
          <w:color w:val="4C4D4F"/>
        </w:rPr>
        <w:t>  </w:t>
      </w:r>
      <w:r>
        <w:rPr>
          <w:color w:val="4C4D4F"/>
          <w:spacing w:val="-26"/>
        </w:rPr>
        <w:t> </w:t>
      </w:r>
      <w:r>
        <w:rPr>
          <w:color w:val="4C4D4F"/>
          <w:spacing w:val="-26"/>
          <w:w w:val="99"/>
        </w:rPr>
      </w:r>
      <w:r>
        <w:rPr>
          <w:color w:val="4C4D4F"/>
          <w:w w:val="99"/>
          <w:u w:val="single" w:color="4C4D4F"/>
        </w:rPr>
        <w:t> </w:t>
      </w:r>
      <w:r>
        <w:rPr>
          <w:color w:val="4C4D4F"/>
          <w:u w:val="single" w:color="4C4D4F"/>
        </w:rPr>
        <w:tab/>
      </w:r>
      <w:r>
        <w:rPr>
          <w:color w:val="4C4D4F"/>
        </w:rPr>
      </w:r>
      <w:r>
        <w:rPr/>
      </w:r>
    </w:p>
    <w:p>
      <w:pPr>
        <w:pStyle w:val="BodyText"/>
        <w:numPr>
          <w:ilvl w:val="2"/>
          <w:numId w:val="5"/>
        </w:numPr>
        <w:tabs>
          <w:tab w:pos="1820" w:val="left" w:leader="none"/>
        </w:tabs>
        <w:spacing w:line="240" w:lineRule="auto" w:before="6" w:after="0"/>
        <w:ind w:left="1820" w:right="0" w:hanging="360"/>
        <w:jc w:val="left"/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far </w:t>
      </w:r>
      <w:r>
        <w:rPr>
          <w:color w:val="4C4D4F"/>
          <w:spacing w:val="1"/>
        </w:rPr>
        <w:t>apart</w:t>
      </w:r>
      <w:r>
        <w:rPr>
          <w:color w:val="4C4D4F"/>
          <w:spacing w:val="-1"/>
        </w:rPr>
        <w:t> are </w:t>
      </w:r>
      <w:r>
        <w:rPr>
          <w:color w:val="4C4D4F"/>
        </w:rPr>
        <w:t>A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B?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84" w:lineRule="auto" w:before="0" w:after="0"/>
        <w:ind w:left="1440" w:right="1437" w:hanging="320"/>
        <w:jc w:val="left"/>
      </w:pPr>
      <w:r>
        <w:rPr>
          <w:color w:val="4C4D4F"/>
          <w:spacing w:val="-1"/>
        </w:rPr>
        <w:t>Nidal</w:t>
      </w:r>
      <w:r>
        <w:rPr>
          <w:color w:val="4C4D4F"/>
          <w:spacing w:val="-2"/>
        </w:rPr>
        <w:t> lives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</w:rPr>
        <w:t>block from </w:t>
      </w:r>
      <w:r>
        <w:rPr>
          <w:color w:val="4C4D4F"/>
          <w:spacing w:val="-1"/>
        </w:rPr>
        <w:t>his school.</w:t>
      </w:r>
      <w:r>
        <w:rPr>
          <w:color w:val="4C4D4F"/>
        </w:rPr>
        <w:t> </w:t>
      </w:r>
      <w:r>
        <w:rPr>
          <w:color w:val="4C4D4F"/>
          <w:spacing w:val="-1"/>
        </w:rPr>
        <w:t>Nidal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paced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distance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estimates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distance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215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yd.</w:t>
      </w:r>
      <w:r>
        <w:rPr>
          <w:color w:val="4C4D4F"/>
          <w:spacing w:val="-1"/>
        </w:rPr>
        <w:t> What is</w:t>
      </w:r>
      <w:r>
        <w:rPr>
          <w:color w:val="4C4D4F"/>
        </w:rPr>
        <w:t> </w:t>
      </w:r>
      <w:r>
        <w:rPr>
          <w:color w:val="4C4D4F"/>
          <w:spacing w:val="-1"/>
        </w:rPr>
        <w:t>this distance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feet?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84" w:lineRule="auto" w:before="72" w:after="0"/>
        <w:ind w:left="900" w:right="1112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centre lines of</w:t>
      </w:r>
      <w:r>
        <w:rPr>
          <w:color w:val="4C4D4F"/>
        </w:rPr>
        <w:t> vertical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framing studs are </w:t>
      </w:r>
      <w:r>
        <w:rPr>
          <w:color w:val="4C4D4F"/>
        </w:rPr>
        <w:t>commonly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16"</w:t>
      </w:r>
      <w:r>
        <w:rPr>
          <w:color w:val="4C4D4F"/>
        </w:rPr>
        <w:t> apart.</w:t>
      </w:r>
      <w:r>
        <w:rPr>
          <w:color w:val="4C4D4F"/>
          <w:spacing w:val="-1"/>
        </w:rPr>
        <w:t> How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studs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fasten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8'</w:t>
      </w:r>
      <w:r>
        <w:rPr>
          <w:color w:val="4C4D4F"/>
          <w:spacing w:val="-1"/>
        </w:rPr>
        <w:t> length of </w:t>
      </w:r>
      <w:r>
        <w:rPr>
          <w:color w:val="4C4D4F"/>
          <w:spacing w:val="-2"/>
        </w:rPr>
        <w:t>sheathing? </w:t>
      </w:r>
      <w:r>
        <w:rPr>
          <w:color w:val="4C4D4F"/>
          <w:spacing w:val="-1"/>
        </w:rPr>
        <w:t>Ignore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width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2"/>
        </w:rPr>
        <w:t>themselves.</w:t>
      </w:r>
      <w:r>
        <w:rPr/>
      </w:r>
    </w:p>
    <w:p>
      <w:pPr>
        <w:pStyle w:val="BodyText"/>
        <w:spacing w:line="240" w:lineRule="auto" w:before="1"/>
        <w:ind w:left="900" w:right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(</w:t>
      </w:r>
      <w:r>
        <w:rPr>
          <w:rFonts w:ascii="Arial"/>
          <w:b/>
          <w:color w:val="4C4D4F"/>
          <w:spacing w:val="-1"/>
        </w:rPr>
        <w:t>Hint: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left </w:t>
      </w:r>
      <w:r>
        <w:rPr>
          <w:rFonts w:ascii="Arial"/>
          <w:color w:val="4C4D4F"/>
          <w:spacing w:val="-1"/>
        </w:rPr>
        <w:t>edge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falls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along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centre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stud.)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20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125111" cy="2755963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5111" cy="2755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1"/>
          <w:szCs w:val="11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455" w:lineRule="auto" w:before="132" w:after="0"/>
        <w:ind w:left="919" w:right="3867" w:hanging="339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2</w:t>
      </w:r>
      <w:r>
        <w:rPr>
          <w:color w:val="4C4D4F"/>
          <w:spacing w:val="-1"/>
        </w:rPr>
        <w:t> </w:t>
      </w:r>
      <w:r>
        <w:rPr>
          <w:color w:val="4C4D4F"/>
        </w:rPr>
        <w:t>×</w:t>
      </w:r>
      <w:r>
        <w:rPr>
          <w:color w:val="4C4D4F"/>
          <w:spacing w:val="-1"/>
        </w:rPr>
        <w:t> </w:t>
      </w:r>
      <w:r>
        <w:rPr>
          <w:color w:val="4C4D4F"/>
        </w:rPr>
        <w:t>6</w:t>
      </w:r>
      <w:r>
        <w:rPr>
          <w:color w:val="4C4D4F"/>
          <w:spacing w:val="-1"/>
        </w:rPr>
        <w:t> is </w:t>
      </w:r>
      <w:r>
        <w:rPr>
          <w:color w:val="4C4D4F"/>
          <w:spacing w:val="-7"/>
        </w:rPr>
        <w:t>1</w:t>
      </w:r>
      <w:r>
        <w:rPr>
          <w:color w:val="4C4D4F"/>
          <w:spacing w:val="-8"/>
        </w:rPr>
        <w:t>½</w:t>
      </w:r>
      <w:r>
        <w:rPr>
          <w:color w:val="4C4D4F"/>
          <w:spacing w:val="-7"/>
        </w:rPr>
        <w:t>”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thick.</w:t>
      </w:r>
      <w:r>
        <w:rPr>
          <w:color w:val="4C4D4F"/>
        </w:rPr>
        <w:t> </w:t>
      </w:r>
      <w:r>
        <w:rPr>
          <w:color w:val="4C4D4F"/>
          <w:spacing w:val="-1"/>
        </w:rPr>
        <w:t>How high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would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stack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ten</w:t>
      </w:r>
      <w:r>
        <w:rPr>
          <w:color w:val="4C4D4F"/>
          <w:spacing w:val="-1"/>
        </w:rPr>
        <w:t> </w:t>
      </w:r>
      <w:r>
        <w:rPr>
          <w:color w:val="4C4D4F"/>
        </w:rPr>
        <w:t>2</w:t>
      </w:r>
      <w:r>
        <w:rPr>
          <w:color w:val="4C4D4F"/>
          <w:spacing w:val="-2"/>
        </w:rPr>
        <w:t> </w:t>
      </w:r>
      <w:r>
        <w:rPr>
          <w:color w:val="4C4D4F"/>
        </w:rPr>
        <w:t>× </w:t>
      </w:r>
      <w:r>
        <w:rPr>
          <w:color w:val="4C4D4F"/>
          <w:spacing w:val="-3"/>
        </w:rPr>
        <w:t>6’s</w:t>
      </w:r>
      <w:r>
        <w:rPr>
          <w:color w:val="4C4D4F"/>
        </w:rPr>
        <w:t> </w:t>
      </w:r>
      <w:r>
        <w:rPr>
          <w:color w:val="4C4D4F"/>
          <w:spacing w:val="-5"/>
        </w:rPr>
        <w:t>be?</w:t>
      </w:r>
      <w:r>
        <w:rPr>
          <w:color w:val="4C4D4F"/>
          <w:spacing w:val="37"/>
        </w:rPr>
        <w:t> </w:t>
      </w:r>
      <w:r>
        <w:rPr>
          <w:color w:val="4C4D4F"/>
        </w:rPr>
        <w:t>Express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answer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feet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inches.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84" w:lineRule="auto" w:before="132" w:after="0"/>
        <w:ind w:left="900" w:right="1761" w:hanging="320"/>
        <w:jc w:val="left"/>
      </w:pPr>
      <w:r>
        <w:rPr>
          <w:color w:val="4C4D4F"/>
        </w:rPr>
        <w:t>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circuit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running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track</w:t>
      </w:r>
      <w:r>
        <w:rPr>
          <w:color w:val="4C4D4F"/>
        </w:rPr>
        <w:t> </w:t>
      </w:r>
      <w:r>
        <w:rPr>
          <w:color w:val="4C4D4F"/>
          <w:spacing w:val="-1"/>
        </w:rPr>
        <w:t>at </w:t>
      </w:r>
      <w:r>
        <w:rPr>
          <w:color w:val="4C4D4F"/>
          <w:spacing w:val="-3"/>
        </w:rPr>
        <w:t>Jon’s</w:t>
      </w:r>
      <w:r>
        <w:rPr>
          <w:color w:val="4C4D4F"/>
        </w:rPr>
        <w:t> </w:t>
      </w:r>
      <w:r>
        <w:rPr>
          <w:color w:val="4C4D4F"/>
          <w:spacing w:val="-1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1"/>
        </w:rPr>
        <w:t>440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yd.</w:t>
      </w:r>
      <w:r>
        <w:rPr>
          <w:color w:val="4C4D4F"/>
          <w:spacing w:val="-1"/>
        </w:rPr>
        <w:t> What </w:t>
      </w:r>
      <w:r>
        <w:rPr>
          <w:color w:val="4C4D4F"/>
        </w:rPr>
        <w:t>fraction</w:t>
      </w:r>
      <w:r>
        <w:rPr>
          <w:color w:val="4C4D4F"/>
          <w:spacing w:val="-1"/>
        </w:rPr>
        <w:t> of </w:t>
      </w:r>
      <w:r>
        <w:rPr>
          <w:color w:val="4C4D4F"/>
        </w:rPr>
        <w:t>a</w:t>
      </w:r>
      <w:r>
        <w:rPr>
          <w:color w:val="4C4D4F"/>
          <w:spacing w:val="-1"/>
        </w:rPr>
        <w:t> mile is that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2"/>
        </w:rPr>
        <w:t>distance?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84" w:lineRule="auto" w:before="72" w:after="0"/>
        <w:ind w:left="1440" w:right="615" w:hanging="320"/>
        <w:jc w:val="left"/>
      </w:pPr>
      <w:r>
        <w:rPr>
          <w:color w:val="4C4D4F"/>
          <w:spacing w:val="-1"/>
        </w:rPr>
        <w:t>Norman, who </w:t>
      </w:r>
      <w:r>
        <w:rPr>
          <w:color w:val="4C4D4F"/>
          <w:spacing w:val="-2"/>
        </w:rPr>
        <w:t>lives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Fort </w:t>
      </w:r>
      <w:r>
        <w:rPr>
          <w:color w:val="4C4D4F"/>
          <w:spacing w:val="-1"/>
        </w:rPr>
        <w:t>St. John,</w:t>
      </w:r>
      <w:r>
        <w:rPr>
          <w:color w:val="4C4D4F"/>
        </w:rPr>
        <w:t> </w:t>
      </w:r>
      <w:r>
        <w:rPr>
          <w:color w:val="4C4D4F"/>
          <w:spacing w:val="-1"/>
        </w:rPr>
        <w:t>is planning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visit his</w:t>
      </w:r>
      <w:r>
        <w:rPr>
          <w:color w:val="4C4D4F"/>
        </w:rPr>
        <w:t> friend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Seattle. </w:t>
      </w:r>
      <w:r>
        <w:rPr>
          <w:color w:val="4C4D4F"/>
        </w:rPr>
        <w:t>He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travelling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Blaine,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Washington.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distance</w:t>
      </w:r>
      <w:r>
        <w:rPr>
          <w:color w:val="4C4D4F"/>
          <w:spacing w:val="-3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Fort</w:t>
      </w:r>
      <w:r>
        <w:rPr>
          <w:color w:val="4C4D4F"/>
          <w:spacing w:val="-1"/>
        </w:rPr>
        <w:t> St. </w:t>
      </w:r>
      <w:r>
        <w:rPr>
          <w:color w:val="4C4D4F"/>
        </w:rPr>
        <w:t>John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Blaine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-4"/>
        </w:rPr>
        <w:t>1221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km.</w:t>
      </w:r>
      <w:r>
        <w:rPr>
          <w:color w:val="4C4D4F"/>
          <w:spacing w:val="73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distance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Blaine to</w:t>
      </w:r>
      <w:r>
        <w:rPr>
          <w:color w:val="4C4D4F"/>
          <w:spacing w:val="-2"/>
        </w:rPr>
        <w:t> </w:t>
      </w:r>
      <w:r>
        <w:rPr>
          <w:color w:val="4C4D4F"/>
        </w:rPr>
        <w:t>Seattle</w:t>
      </w:r>
      <w:r>
        <w:rPr>
          <w:color w:val="4C4D4F"/>
          <w:spacing w:val="-1"/>
        </w:rPr>
        <w:t> is </w:t>
      </w:r>
      <w:r>
        <w:rPr>
          <w:color w:val="4C4D4F"/>
          <w:spacing w:val="-2"/>
        </w:rPr>
        <w:t>109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mi.</w:t>
      </w:r>
      <w:r>
        <w:rPr>
          <w:color w:val="4C4D4F"/>
          <w:spacing w:val="-1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nearest kilometre,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far</w:t>
      </w:r>
      <w:r>
        <w:rPr>
          <w:color w:val="4C4D4F"/>
        </w:rPr>
        <w:t> </w:t>
      </w:r>
      <w:r>
        <w:rPr>
          <w:color w:val="4C4D4F"/>
          <w:spacing w:val="-1"/>
        </w:rPr>
        <w:t>is it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Fort</w:t>
      </w:r>
      <w:r>
        <w:rPr>
          <w:color w:val="4C4D4F"/>
          <w:spacing w:val="51"/>
          <w:w w:val="99"/>
        </w:rPr>
        <w:t> </w:t>
      </w:r>
      <w:r>
        <w:rPr>
          <w:color w:val="4C4D4F"/>
        </w:rPr>
        <w:t>St.</w:t>
      </w:r>
      <w:r>
        <w:rPr>
          <w:color w:val="4C4D4F"/>
          <w:spacing w:val="-2"/>
        </w:rPr>
        <w:t> </w:t>
      </w:r>
      <w:r>
        <w:rPr>
          <w:color w:val="4C4D4F"/>
        </w:rPr>
        <w:t>John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Seattle?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4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84" w:lineRule="auto" w:before="132" w:after="0"/>
        <w:ind w:left="1440" w:right="825" w:hanging="320"/>
        <w:jc w:val="left"/>
      </w:pPr>
      <w:r>
        <w:rPr>
          <w:color w:val="4C4D4F"/>
          <w:spacing w:val="-1"/>
        </w:rPr>
        <w:t>Monique</w:t>
      </w:r>
      <w:r>
        <w:rPr>
          <w:color w:val="4C4D4F"/>
          <w:spacing w:val="-2"/>
        </w:rPr>
        <w:t> was</w:t>
      </w:r>
      <w:r>
        <w:rPr>
          <w:color w:val="4C4D4F"/>
        </w:rPr>
        <w:t> </w:t>
      </w:r>
      <w:r>
        <w:rPr>
          <w:color w:val="4C4D4F"/>
          <w:spacing w:val="-2"/>
        </w:rPr>
        <w:t>asked </w:t>
      </w:r>
      <w:r>
        <w:rPr>
          <w:color w:val="4C4D4F"/>
          <w:spacing w:val="-1"/>
        </w:rPr>
        <w:t>to quickly</w:t>
      </w:r>
      <w:r>
        <w:rPr>
          <w:color w:val="4C4D4F"/>
        </w:rPr>
        <w:t> </w:t>
      </w:r>
      <w:r>
        <w:rPr>
          <w:color w:val="4C4D4F"/>
          <w:spacing w:val="-2"/>
        </w:rPr>
        <w:t>estimate </w:t>
      </w:r>
      <w:r>
        <w:rPr>
          <w:color w:val="4C4D4F"/>
          <w:spacing w:val="-1"/>
        </w:rPr>
        <w:t>the dimensions,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inches,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cell</w:t>
      </w:r>
      <w:r>
        <w:rPr>
          <w:color w:val="4C4D4F"/>
          <w:spacing w:val="-1"/>
        </w:rPr>
        <w:t> phone shown</w:t>
      </w:r>
      <w:r>
        <w:rPr>
          <w:color w:val="4C4D4F"/>
          <w:spacing w:val="61"/>
        </w:rPr>
        <w:t> </w:t>
      </w:r>
      <w:r>
        <w:rPr>
          <w:color w:val="4C4D4F"/>
          <w:spacing w:val="-3"/>
        </w:rPr>
        <w:t>below.</w:t>
      </w:r>
      <w:r>
        <w:rPr/>
      </w:r>
    </w:p>
    <w:p>
      <w:pPr>
        <w:pStyle w:val="BodyText"/>
        <w:spacing w:line="240" w:lineRule="auto" w:before="181"/>
        <w:ind w:left="1459" w:right="0"/>
        <w:jc w:val="left"/>
      </w:pPr>
      <w:r>
        <w:rPr>
          <w:color w:val="4C4D4F"/>
          <w:spacing w:val="-1"/>
        </w:rPr>
        <w:t>She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estimates the </w:t>
      </w:r>
      <w:r>
        <w:rPr>
          <w:color w:val="4C4D4F"/>
        </w:rPr>
        <w:t>cell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phone measures </w:t>
      </w:r>
      <w:r>
        <w:rPr>
          <w:color w:val="4C4D4F"/>
          <w:spacing w:val="-2"/>
        </w:rPr>
        <w:t>approximately</w:t>
      </w:r>
      <w:r>
        <w:rPr>
          <w:color w:val="4C4D4F"/>
        </w:rPr>
        <w:t> </w:t>
      </w:r>
      <w:r>
        <w:rPr>
          <w:color w:val="4C4D4F"/>
          <w:spacing w:val="-3"/>
        </w:rPr>
        <w:t>5½”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6"/>
        </w:rPr>
        <w:t>2</w:t>
      </w:r>
      <w:r>
        <w:rPr>
          <w:color w:val="4C4D4F"/>
          <w:spacing w:val="-7"/>
        </w:rPr>
        <w:t>½</w:t>
      </w:r>
      <w:r>
        <w:rPr>
          <w:color w:val="4C4D4F"/>
          <w:spacing w:val="-6"/>
        </w:rPr>
        <w:t>”</w:t>
      </w:r>
      <w:r>
        <w:rPr>
          <w:color w:val="4C4D4F"/>
          <w:spacing w:val="-7"/>
        </w:rPr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42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735945" cy="2586037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5945" cy="258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numPr>
          <w:ilvl w:val="1"/>
          <w:numId w:val="6"/>
        </w:numPr>
        <w:tabs>
          <w:tab w:pos="1820" w:val="left" w:leader="none"/>
        </w:tabs>
        <w:spacing w:line="240" w:lineRule="auto" w:before="167" w:after="0"/>
        <w:ind w:left="1280" w:right="0" w:firstLine="180"/>
        <w:jc w:val="left"/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think</w:t>
      </w:r>
      <w:r>
        <w:rPr>
          <w:color w:val="4C4D4F"/>
        </w:rPr>
        <w:t> </w:t>
      </w:r>
      <w:r>
        <w:rPr>
          <w:color w:val="4C4D4F"/>
          <w:spacing w:val="-1"/>
        </w:rPr>
        <w:t>Monique arrived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3"/>
        </w:rPr>
        <w:t>estimate?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8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8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8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8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6"/>
        </w:numPr>
        <w:tabs>
          <w:tab w:pos="1280" w:val="left" w:leader="none"/>
        </w:tabs>
        <w:spacing w:line="240" w:lineRule="auto" w:before="72" w:after="0"/>
        <w:ind w:left="1280" w:right="0" w:hanging="360"/>
        <w:jc w:val="left"/>
      </w:pPr>
      <w:r>
        <w:rPr>
          <w:color w:val="4C4D4F"/>
        </w:rPr>
        <w:t>Do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think that</w:t>
      </w:r>
      <w:r>
        <w:rPr>
          <w:color w:val="4C4D4F"/>
        </w:rPr>
        <w:t> </w:t>
      </w:r>
      <w:r>
        <w:rPr>
          <w:color w:val="4C4D4F"/>
          <w:spacing w:val="-3"/>
        </w:rPr>
        <w:t>Monique’s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estimate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good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one?</w:t>
      </w:r>
      <w:r>
        <w:rPr>
          <w:color w:val="4C4D4F"/>
          <w:spacing w:val="-2"/>
        </w:rPr>
        <w:t> Why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why</w:t>
      </w:r>
      <w:r>
        <w:rPr>
          <w:color w:val="4C4D4F"/>
        </w:rPr>
        <w:t> </w:t>
      </w:r>
      <w:r>
        <w:rPr>
          <w:color w:val="4C4D4F"/>
          <w:spacing w:val="-1"/>
        </w:rPr>
        <w:t>not?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6"/>
        </w:numPr>
        <w:tabs>
          <w:tab w:pos="1280" w:val="left" w:leader="none"/>
        </w:tabs>
        <w:spacing w:line="284" w:lineRule="auto" w:before="0" w:after="0"/>
        <w:ind w:left="1280" w:right="1518" w:hanging="360"/>
        <w:jc w:val="left"/>
      </w:pPr>
      <w:r>
        <w:rPr>
          <w:color w:val="4C4D4F"/>
          <w:spacing w:val="-1"/>
        </w:rPr>
        <w:t>What are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actual dimensions, in inches,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phone?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Round your</w:t>
      </w:r>
      <w:r>
        <w:rPr>
          <w:color w:val="4C4D4F"/>
        </w:rPr>
        <w:t> </w:t>
      </w:r>
      <w:r>
        <w:rPr>
          <w:color w:val="4C4D4F"/>
          <w:spacing w:val="-1"/>
        </w:rPr>
        <w:t>answers to one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decimal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place.</w:t>
      </w:r>
      <w:r>
        <w:rPr>
          <w:color w:val="4C4D4F"/>
        </w:rPr>
        <w:t> </w:t>
      </w:r>
      <w:r>
        <w:rPr>
          <w:color w:val="4C4D4F"/>
          <w:spacing w:val="-2"/>
        </w:rPr>
        <w:t>(Hint:</w:t>
      </w:r>
      <w:r>
        <w:rPr>
          <w:color w:val="4C4D4F"/>
          <w:spacing w:val="-1"/>
        </w:rPr>
        <w:t> Use the conversion</w:t>
      </w:r>
      <w:r>
        <w:rPr>
          <w:color w:val="4C4D4F"/>
          <w:spacing w:val="-2"/>
        </w:rPr>
        <w:t> rate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1"/>
        </w:rPr>
        <w:t>2.54</w:t>
      </w:r>
      <w:r>
        <w:rPr>
          <w:color w:val="4C4D4F"/>
          <w:spacing w:val="-2"/>
        </w:rPr>
        <w:t> </w:t>
      </w:r>
      <w:r>
        <w:rPr>
          <w:color w:val="4C4D4F"/>
        </w:rPr>
        <w:t>cm </w:t>
      </w:r>
      <w:r>
        <w:rPr>
          <w:color w:val="4C4D4F"/>
          <w:spacing w:val="-1"/>
        </w:rPr>
        <w:t>per</w:t>
      </w:r>
      <w:r>
        <w:rPr>
          <w:color w:val="4C4D4F"/>
        </w:rPr>
        <w:t> </w:t>
      </w:r>
      <w:r>
        <w:rPr>
          <w:color w:val="4C4D4F"/>
          <w:spacing w:val="-4"/>
        </w:rPr>
        <w:t>inch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6"/>
        </w:numPr>
        <w:tabs>
          <w:tab w:pos="1280" w:val="left" w:leader="none"/>
        </w:tabs>
        <w:spacing w:line="284" w:lineRule="auto" w:before="0" w:after="0"/>
        <w:ind w:left="1280" w:right="1543" w:hanging="360"/>
        <w:jc w:val="left"/>
      </w:pPr>
      <w:r>
        <w:rPr>
          <w:rFonts w:ascii="Arial"/>
          <w:color w:val="4C4D4F"/>
        </w:rPr>
        <w:t>Briefly describe a </w:t>
      </w:r>
      <w:r>
        <w:rPr>
          <w:rFonts w:ascii="Arial"/>
          <w:color w:val="4C4D4F"/>
          <w:spacing w:val="-1"/>
        </w:rPr>
        <w:t>strategy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could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quickly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estimate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conversion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between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1"/>
        </w:rPr>
        <w:t>centimetres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inches.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27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7"/>
        </w:rPr>
        <w:t> </w:t>
      </w:r>
      <w:r>
        <w:rPr>
          <w:color w:val="4F61AB"/>
        </w:rPr>
        <w:t>Activity</w:t>
      </w:r>
      <w:r>
        <w:rPr>
          <w:color w:val="4F61AB"/>
          <w:spacing w:val="-7"/>
        </w:rPr>
        <w:t> </w:t>
      </w:r>
      <w:r>
        <w:rPr>
          <w:color w:val="4F61AB"/>
          <w:spacing w:val="-6"/>
        </w:rPr>
        <w:t>3:</w:t>
      </w:r>
      <w:r>
        <w:rPr>
          <w:b w:val="0"/>
        </w:rPr>
      </w:r>
    </w:p>
    <w:p>
      <w:pPr>
        <w:spacing w:before="20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Vernier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Calipers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Micrometers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744"/>
        <w:jc w:val="left"/>
      </w:pPr>
      <w:r>
        <w:rPr>
          <w:color w:val="4C4D4F"/>
          <w:spacing w:val="-1"/>
        </w:rPr>
        <w:t>Rulers, metre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sticks,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measuring </w:t>
      </w:r>
      <w:r>
        <w:rPr>
          <w:color w:val="4C4D4F"/>
        </w:rPr>
        <w:t>tapes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give measurements</w:t>
      </w:r>
      <w:r>
        <w:rPr>
          <w:color w:val="4C4D4F"/>
          <w:spacing w:val="-1"/>
        </w:rPr>
        <w:t>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nearest</w:t>
      </w:r>
      <w:r>
        <w:rPr>
          <w:color w:val="4C4D4F"/>
        </w:rPr>
        <w:t> </w:t>
      </w:r>
      <w:r>
        <w:rPr>
          <w:color w:val="4C4D4F"/>
          <w:spacing w:val="-2"/>
        </w:rPr>
        <w:t>millimetre,</w:t>
      </w:r>
      <w:r>
        <w:rPr>
          <w:color w:val="4C4D4F"/>
          <w:w w:val="99"/>
        </w:rPr>
        <w:t> </w:t>
      </w:r>
      <w:r>
        <w:rPr>
          <w:color w:val="4C4D4F"/>
          <w:spacing w:val="63"/>
          <w:w w:val="99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nearest </w:t>
      </w:r>
      <w:r>
        <w:rPr>
          <w:color w:val="4C4D4F"/>
          <w:spacing w:val="-9"/>
        </w:rPr>
        <w:t>0</w:t>
      </w:r>
      <w:r>
        <w:rPr>
          <w:color w:val="4C4D4F"/>
          <w:spacing w:val="-10"/>
        </w:rPr>
        <w:t>.</w:t>
      </w:r>
      <w:r>
        <w:rPr>
          <w:color w:val="4C4D4F"/>
          <w:spacing w:val="-9"/>
        </w:rPr>
        <w:t>1</w:t>
      </w:r>
      <w:r>
        <w:rPr>
          <w:color w:val="4C4D4F"/>
          <w:spacing w:val="-1"/>
        </w:rPr>
        <w:t> cm. </w:t>
      </w:r>
      <w:r>
        <w:rPr>
          <w:color w:val="4C4D4F"/>
        </w:rPr>
        <w:t>Other </w:t>
      </w:r>
      <w:r>
        <w:rPr>
          <w:color w:val="4C4D4F"/>
          <w:spacing w:val="-1"/>
        </w:rPr>
        <w:t>measuring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instruments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more accurately </w:t>
      </w:r>
      <w:r>
        <w:rPr>
          <w:color w:val="4C4D4F"/>
          <w:spacing w:val="-2"/>
        </w:rPr>
        <w:t>measure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nearest </w:t>
      </w:r>
      <w:r>
        <w:rPr>
          <w:color w:val="4C4D4F"/>
          <w:spacing w:val="-2"/>
        </w:rPr>
        <w:t>tenth </w:t>
      </w:r>
      <w:r>
        <w:rPr>
          <w:color w:val="4C4D4F"/>
          <w:spacing w:val="-1"/>
        </w:rPr>
        <w:t>of</w:t>
      </w:r>
      <w:r>
        <w:rPr>
          <w:color w:val="4C4D4F"/>
        </w:rPr>
        <w:t> a</w:t>
      </w:r>
      <w:r>
        <w:rPr>
          <w:color w:val="4C4D4F"/>
          <w:spacing w:val="-2"/>
        </w:rPr>
        <w:t> millimetre,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3"/>
        </w:rPr>
        <w:t>0.01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cm,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even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nearest</w:t>
      </w:r>
      <w:r>
        <w:rPr>
          <w:color w:val="4C4D4F"/>
        </w:rPr>
        <w:t> </w:t>
      </w:r>
      <w:r>
        <w:rPr>
          <w:color w:val="4C4D4F"/>
          <w:spacing w:val="-1"/>
        </w:rPr>
        <w:t>one-thousandth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millimetre,</w:t>
      </w:r>
      <w:r>
        <w:rPr>
          <w:color w:val="4C4D4F"/>
          <w:spacing w:val="79"/>
          <w:w w:val="99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0.001</w:t>
      </w:r>
      <w:r>
        <w:rPr>
          <w:color w:val="4C4D4F"/>
          <w:spacing w:val="-1"/>
        </w:rPr>
        <w:t> mm, depending</w:t>
      </w:r>
      <w:r>
        <w:rPr>
          <w:color w:val="4C4D4F"/>
        </w:rPr>
        <w:t> on</w:t>
      </w:r>
      <w:r>
        <w:rPr>
          <w:color w:val="4C4D4F"/>
          <w:spacing w:val="-1"/>
        </w:rPr>
        <w:t> their</w:t>
      </w:r>
      <w:r>
        <w:rPr>
          <w:color w:val="4C4D4F"/>
        </w:rPr>
        <w:t> </w:t>
      </w:r>
      <w:r>
        <w:rPr>
          <w:color w:val="4C4D4F"/>
          <w:spacing w:val="-1"/>
        </w:rPr>
        <w:t>scales.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measuring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instruments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will learn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here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caliper and 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micrometer.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Vernier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Calipers</w:t>
      </w:r>
      <w:r>
        <w:rPr>
          <w:b w:val="0"/>
        </w:rPr>
      </w:r>
    </w:p>
    <w:p>
      <w:pPr>
        <w:pStyle w:val="BodyText"/>
        <w:spacing w:line="284" w:lineRule="auto" w:before="124"/>
        <w:ind w:right="1341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Vernier</w:t>
      </w:r>
      <w:r>
        <w:rPr>
          <w:color w:val="4C4D4F"/>
          <w:spacing w:val="-1"/>
        </w:rPr>
        <w:t> caliper</w:t>
      </w:r>
      <w:r>
        <w:rPr>
          <w:color w:val="4C4D4F"/>
        </w:rPr>
        <w:t> </w:t>
      </w:r>
      <w:r>
        <w:rPr>
          <w:color w:val="4C4D4F"/>
          <w:spacing w:val="-1"/>
        </w:rPr>
        <w:t>is an instrument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accurate linear </w:t>
      </w:r>
      <w:r>
        <w:rPr>
          <w:color w:val="4C4D4F"/>
          <w:spacing w:val="-2"/>
        </w:rPr>
        <w:t>measurements.</w:t>
      </w:r>
      <w:r>
        <w:rPr>
          <w:color w:val="4C4D4F"/>
          <w:spacing w:val="-1"/>
        </w:rPr>
        <w:t> It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  <w:spacing w:val="69"/>
        </w:rPr>
        <w:t> </w:t>
      </w:r>
      <w:r>
        <w:rPr>
          <w:color w:val="4C4D4F"/>
          <w:spacing w:val="-3"/>
        </w:rPr>
        <w:t>invented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a</w:t>
      </w:r>
      <w:r>
        <w:rPr>
          <w:color w:val="4C4D4F"/>
          <w:spacing w:val="-2"/>
        </w:rPr>
        <w:t> French</w:t>
      </w:r>
      <w:r>
        <w:rPr>
          <w:color w:val="4C4D4F"/>
          <w:spacing w:val="-1"/>
        </w:rPr>
        <w:t> engineer named Pierre </w:t>
      </w:r>
      <w:r>
        <w:rPr>
          <w:color w:val="4C4D4F"/>
          <w:spacing w:val="-2"/>
        </w:rPr>
        <w:t>Vernier</w:t>
      </w:r>
      <w:r>
        <w:rPr>
          <w:color w:val="4C4D4F"/>
          <w:spacing w:val="-1"/>
        </w:rPr>
        <w:t> in </w:t>
      </w:r>
      <w:r>
        <w:rPr>
          <w:color w:val="4C4D4F"/>
          <w:spacing w:val="-6"/>
        </w:rPr>
        <w:t>1613</w:t>
      </w:r>
      <w:r>
        <w:rPr>
          <w:color w:val="4C4D4F"/>
          <w:spacing w:val="-7"/>
        </w:rPr>
        <w:t>.</w:t>
      </w:r>
      <w:r>
        <w:rPr>
          <w:color w:val="4C4D4F"/>
          <w:spacing w:val="-1"/>
        </w:rPr>
        <w:t> It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common</w:t>
      </w:r>
      <w:r>
        <w:rPr>
          <w:color w:val="4C4D4F"/>
          <w:spacing w:val="-1"/>
        </w:rPr>
        <w:t> 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laboratories and other industries that</w:t>
      </w:r>
      <w:r>
        <w:rPr>
          <w:color w:val="4C4D4F"/>
        </w:rPr>
        <w:t> </w:t>
      </w:r>
      <w:r>
        <w:rPr>
          <w:color w:val="4C4D4F"/>
          <w:spacing w:val="-1"/>
        </w:rPr>
        <w:t>require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precise </w:t>
      </w:r>
      <w:r>
        <w:rPr>
          <w:color w:val="4C4D4F"/>
          <w:spacing w:val="-2"/>
        </w:rPr>
        <w:t>measurements.</w:t>
      </w:r>
      <w:r>
        <w:rPr>
          <w:color w:val="4C4D4F"/>
          <w:spacing w:val="-1"/>
        </w:rPr>
        <w:t> Manufacturing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/>
      </w:r>
    </w:p>
    <w:p>
      <w:pPr>
        <w:pStyle w:val="BodyText"/>
        <w:spacing w:line="284" w:lineRule="auto" w:before="1"/>
        <w:ind w:right="615"/>
        <w:jc w:val="left"/>
      </w:pPr>
      <w:r>
        <w:rPr>
          <w:rFonts w:ascii="Arial"/>
          <w:color w:val="4C4D4F"/>
        </w:rPr>
        <w:t>aircraft, </w:t>
      </w:r>
      <w:r>
        <w:rPr>
          <w:rFonts w:ascii="Arial"/>
          <w:color w:val="4C4D4F"/>
          <w:spacing w:val="-1"/>
        </w:rPr>
        <w:t>buses,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scientific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instruments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2"/>
        </w:rPr>
        <w:t>few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examples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industries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which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precision</w:t>
      </w:r>
      <w:r>
        <w:rPr>
          <w:rFonts w:ascii="Arial"/>
          <w:color w:val="4C4D4F"/>
          <w:spacing w:val="85"/>
        </w:rPr>
        <w:t> </w:t>
      </w:r>
      <w:r>
        <w:rPr>
          <w:color w:val="4C4D4F"/>
          <w:spacing w:val="-2"/>
        </w:rPr>
        <w:t>measurements</w:t>
      </w:r>
      <w:r>
        <w:rPr>
          <w:color w:val="4C4D4F"/>
          <w:spacing w:val="-1"/>
        </w:rPr>
        <w:t> are essential.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351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26.6pt;height:151pt;mso-position-horizontal-relative:char;mso-position-vertical-relative:line" coordorigin="0,0" coordsize="4532,3020">
            <v:shape style="position:absolute;left:10;top:10;width:4512;height:3000" type="#_x0000_t75" stroked="false">
              <v:imagedata r:id="rId18" o:title=""/>
            </v:shape>
            <v:group style="position:absolute;left:10;top:10;width:4512;height:3000" coordorigin="10,10" coordsize="4512,3000">
              <v:shape style="position:absolute;left:10;top:10;width:4512;height:3000" coordorigin="10,10" coordsize="4512,3000" path="m10,3010l4522,3010,4522,10,10,10,10,3010xe" filled="false" stroked="true" strokeweight="1pt" strokecolor="#ed1c24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p>
      <w:pPr>
        <w:spacing w:before="77"/>
        <w:ind w:left="3842" w:right="330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pacing w:val="-1"/>
          <w:sz w:val="18"/>
        </w:rPr>
        <w:t>Vernier</w:t>
      </w:r>
      <w:r>
        <w:rPr>
          <w:rFonts w:ascii="Arial"/>
          <w:color w:val="4C4D4F"/>
          <w:spacing w:val="-2"/>
          <w:sz w:val="18"/>
        </w:rPr>
        <w:t> </w:t>
      </w:r>
      <w:r>
        <w:rPr>
          <w:rFonts w:ascii="Arial"/>
          <w:color w:val="4C4D4F"/>
          <w:sz w:val="18"/>
        </w:rPr>
        <w:t>Calipers</w:t>
      </w:r>
      <w:r>
        <w:rPr>
          <w:rFonts w:asci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4" w:lineRule="auto"/>
        <w:ind w:right="615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Vernier</w:t>
      </w:r>
      <w:r>
        <w:rPr>
          <w:color w:val="4C4D4F"/>
        </w:rPr>
        <w:t> </w:t>
      </w:r>
      <w:r>
        <w:rPr>
          <w:color w:val="4C4D4F"/>
          <w:spacing w:val="-1"/>
        </w:rPr>
        <w:t>caliper </w:t>
      </w:r>
      <w:r>
        <w:rPr>
          <w:color w:val="4C4D4F"/>
          <w:spacing w:val="-2"/>
        </w:rPr>
        <w:t>(often</w:t>
      </w:r>
      <w:r>
        <w:rPr>
          <w:color w:val="4C4D4F"/>
          <w:spacing w:val="-1"/>
        </w:rPr>
        <w:t> </w:t>
      </w:r>
      <w:r>
        <w:rPr>
          <w:color w:val="4C4D4F"/>
        </w:rPr>
        <w:t>called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rFonts w:ascii="Arial"/>
          <w:i/>
          <w:color w:val="4C4D4F"/>
          <w:spacing w:val="-2"/>
        </w:rPr>
        <w:t>Vernier</w:t>
      </w:r>
      <w:r>
        <w:rPr>
          <w:rFonts w:ascii="Arial"/>
          <w:i/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rFonts w:ascii="Arial"/>
          <w:i/>
          <w:color w:val="4C4D4F"/>
          <w:spacing w:val="-1"/>
        </w:rPr>
        <w:t>caliper</w:t>
      </w:r>
      <w:r>
        <w:rPr>
          <w:color w:val="4C4D4F"/>
          <w:spacing w:val="-1"/>
        </w:rPr>
        <w:t>) is</w:t>
      </w:r>
      <w:r>
        <w:rPr>
          <w:color w:val="4C4D4F"/>
        </w:rPr>
        <w:t> a</w:t>
      </w:r>
      <w:r>
        <w:rPr>
          <w:color w:val="4C4D4F"/>
          <w:spacing w:val="-2"/>
        </w:rPr>
        <w:t> convenient</w:t>
      </w:r>
      <w:r>
        <w:rPr>
          <w:color w:val="4C4D4F"/>
        </w:rPr>
        <w:t> </w:t>
      </w:r>
      <w:r>
        <w:rPr>
          <w:color w:val="4C4D4F"/>
          <w:spacing w:val="-1"/>
        </w:rPr>
        <w:t>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use 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measuring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 of </w:t>
      </w:r>
      <w:r>
        <w:rPr>
          <w:color w:val="4C4D4F"/>
        </w:rPr>
        <w:t>a</w:t>
      </w:r>
      <w:r>
        <w:rPr>
          <w:color w:val="4C4D4F"/>
          <w:spacing w:val="-1"/>
        </w:rPr>
        <w:t> small object </w:t>
      </w:r>
      <w:r>
        <w:rPr>
          <w:color w:val="4C4D4F"/>
        </w:rPr>
        <w:t>or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outer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inner</w:t>
      </w:r>
      <w:r>
        <w:rPr>
          <w:color w:val="4C4D4F"/>
        </w:rPr>
        <w:t> </w:t>
      </w:r>
      <w:r>
        <w:rPr>
          <w:color w:val="4C4D4F"/>
          <w:spacing w:val="-2"/>
        </w:rPr>
        <w:t>diameter</w:t>
      </w:r>
      <w:r>
        <w:rPr>
          <w:color w:val="4C4D4F"/>
          <w:spacing w:val="-1"/>
        </w:rPr>
        <w:t>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round object</w:t>
      </w:r>
      <w:r>
        <w:rPr>
          <w:color w:val="4C4D4F"/>
        </w:rPr>
        <w:t> </w:t>
      </w:r>
      <w:r>
        <w:rPr>
          <w:color w:val="4C4D4F"/>
          <w:spacing w:val="-3"/>
        </w:rPr>
        <w:t>like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pipe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hole.</w:t>
      </w:r>
      <w:r>
        <w:rPr>
          <w:color w:val="4C4D4F"/>
        </w:rPr>
        <w:t> A</w:t>
      </w:r>
      <w:r>
        <w:rPr>
          <w:color w:val="4C4D4F"/>
          <w:spacing w:val="73"/>
          <w:w w:val="99"/>
        </w:rPr>
        <w:t> </w:t>
      </w:r>
      <w:r>
        <w:rPr>
          <w:color w:val="4C4D4F"/>
          <w:spacing w:val="-2"/>
        </w:rPr>
        <w:t>Vernier</w:t>
      </w:r>
      <w:r>
        <w:rPr>
          <w:color w:val="4C4D4F"/>
          <w:spacing w:val="-1"/>
        </w:rPr>
        <w:t> caliper</w:t>
      </w:r>
      <w:r>
        <w:rPr>
          <w:color w:val="4C4D4F"/>
        </w:rPr>
        <w:t> can</w:t>
      </w:r>
      <w:r>
        <w:rPr>
          <w:color w:val="4C4D4F"/>
          <w:spacing w:val="-2"/>
        </w:rPr>
        <w:t> measure</w:t>
      </w:r>
      <w:r>
        <w:rPr>
          <w:color w:val="4C4D4F"/>
          <w:spacing w:val="-1"/>
        </w:rPr>
        <w:t> accurately to </w:t>
      </w:r>
      <w:r>
        <w:rPr>
          <w:color w:val="4C4D4F"/>
          <w:spacing w:val="-3"/>
        </w:rPr>
        <w:t>0.01</w:t>
      </w:r>
      <w:r>
        <w:rPr>
          <w:color w:val="4C4D4F"/>
          <w:spacing w:val="-1"/>
        </w:rPr>
        <w:t> cm, </w:t>
      </w:r>
      <w:r>
        <w:rPr>
          <w:color w:val="4C4D4F"/>
        </w:rPr>
        <w:t>or </w:t>
      </w:r>
      <w:r>
        <w:rPr>
          <w:color w:val="4C4D4F"/>
          <w:spacing w:val="-9"/>
        </w:rPr>
        <w:t>0</w:t>
      </w:r>
      <w:r>
        <w:rPr>
          <w:color w:val="4C4D4F"/>
          <w:spacing w:val="-10"/>
        </w:rPr>
        <w:t>.</w:t>
      </w:r>
      <w:r>
        <w:rPr>
          <w:color w:val="4C4D4F"/>
          <w:spacing w:val="-9"/>
        </w:rPr>
        <w:t>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mm.</w:t>
      </w:r>
      <w:r>
        <w:rPr/>
      </w:r>
    </w:p>
    <w:p>
      <w:pPr>
        <w:pStyle w:val="BodyText"/>
        <w:spacing w:line="284" w:lineRule="auto" w:before="181"/>
        <w:ind w:right="744"/>
        <w:jc w:val="left"/>
      </w:pPr>
      <w:r>
        <w:rPr>
          <w:rFonts w:ascii="Arial"/>
          <w:color w:val="4C4D4F"/>
          <w:spacing w:val="-2"/>
        </w:rPr>
        <w:t>Reading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2"/>
        </w:rPr>
        <w:t>Vernier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caliper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difficult. Once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jaws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Vernier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place,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scales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set</w:t>
      </w:r>
      <w:r>
        <w:rPr>
          <w:color w:val="4C4D4F"/>
        </w:rPr>
        <w:t>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reading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made.</w:t>
      </w:r>
      <w:r>
        <w:rPr/>
      </w:r>
    </w:p>
    <w:p>
      <w:pPr>
        <w:pStyle w:val="BodyText"/>
        <w:spacing w:line="284" w:lineRule="auto" w:before="181"/>
        <w:ind w:right="615"/>
        <w:jc w:val="left"/>
      </w:pP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</w:t>
      </w:r>
      <w:r>
        <w:rPr>
          <w:color w:val="4C4D4F"/>
        </w:rPr>
        <w:t>scales</w:t>
      </w:r>
      <w:r>
        <w:rPr>
          <w:color w:val="4C4D4F"/>
          <w:spacing w:val="-1"/>
        </w:rPr>
        <w:t>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measuring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calipers:</w:t>
      </w:r>
      <w:r>
        <w:rPr>
          <w:color w:val="4C4D4F"/>
        </w:rPr>
        <w:t> </w:t>
      </w:r>
      <w:r>
        <w:rPr>
          <w:color w:val="4C4D4F"/>
          <w:spacing w:val="-1"/>
        </w:rPr>
        <w:t>SI </w:t>
      </w:r>
      <w:r>
        <w:rPr>
          <w:color w:val="4C4D4F"/>
          <w:spacing w:val="-3"/>
        </w:rPr>
        <w:t>(metric)</w:t>
      </w:r>
      <w:r>
        <w:rPr>
          <w:color w:val="4C4D4F"/>
          <w:spacing w:val="-1"/>
        </w:rPr>
        <w:t> and imperial. These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51"/>
        </w:rPr>
        <w:t> </w:t>
      </w:r>
      <w:r>
        <w:rPr>
          <w:color w:val="4C4D4F"/>
        </w:rPr>
        <w:t>scales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sometimes be</w:t>
      </w:r>
      <w:r>
        <w:rPr>
          <w:color w:val="4C4D4F"/>
        </w:rPr>
        <w:t> </w:t>
      </w:r>
      <w:r>
        <w:rPr>
          <w:color w:val="4C4D4F"/>
          <w:spacing w:val="-1"/>
        </w:rPr>
        <w:t>found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same </w:t>
      </w:r>
      <w:r>
        <w:rPr>
          <w:color w:val="4C4D4F"/>
          <w:spacing w:val="-3"/>
        </w:rPr>
        <w:t>caliper,</w:t>
      </w:r>
      <w:r>
        <w:rPr>
          <w:color w:val="4C4D4F"/>
          <w:spacing w:val="-1"/>
        </w:rPr>
        <w:t> one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top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bottom.</w:t>
      </w:r>
      <w:r>
        <w:rPr>
          <w:color w:val="4C4D4F"/>
          <w:spacing w:val="71"/>
          <w:w w:val="99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scale,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procedure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determining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measurement</w:t>
      </w:r>
      <w:r>
        <w:rPr>
          <w:color w:val="4C4D4F"/>
        </w:rPr>
        <w:t> </w:t>
      </w:r>
      <w:r>
        <w:rPr>
          <w:color w:val="4C4D4F"/>
          <w:spacing w:val="-1"/>
        </w:rPr>
        <w:t>is slightly different.</w:t>
      </w:r>
      <w:r>
        <w:rPr>
          <w:color w:val="4C4D4F"/>
          <w:spacing w:val="91"/>
          <w:w w:val="99"/>
        </w:rPr>
        <w:t> </w:t>
      </w:r>
      <w:r>
        <w:rPr>
          <w:color w:val="4C4D4F"/>
          <w:spacing w:val="-1"/>
        </w:rPr>
        <w:t>Only SI calipers will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discussed</w:t>
      </w:r>
      <w:r>
        <w:rPr>
          <w:color w:val="4C4D4F"/>
          <w:spacing w:val="-2"/>
        </w:rPr>
        <w:t> here.</w:t>
      </w:r>
      <w:r>
        <w:rPr/>
      </w:r>
    </w:p>
    <w:p>
      <w:pPr>
        <w:spacing w:after="0" w:line="284" w:lineRule="auto"/>
        <w:jc w:val="left"/>
        <w:sectPr>
          <w:footerReference w:type="even" r:id="rId16"/>
          <w:footerReference w:type="default" r:id="rId17"/>
          <w:pgSz w:w="12240" w:h="15840"/>
          <w:pgMar w:footer="643" w:header="630" w:top="1080" w:bottom="840" w:left="340" w:right="880"/>
          <w:pgNumType w:start="1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Reading</w:t>
      </w:r>
      <w:r>
        <w:rPr>
          <w:color w:val="4F61AB"/>
          <w:spacing w:val="-4"/>
        </w:rPr>
        <w:t> </w:t>
      </w:r>
      <w:r>
        <w:rPr>
          <w:color w:val="4F61AB"/>
        </w:rPr>
        <w:t>SI</w:t>
      </w:r>
      <w:r>
        <w:rPr>
          <w:color w:val="4F61AB"/>
          <w:spacing w:val="-4"/>
        </w:rPr>
        <w:t> </w:t>
      </w:r>
      <w:r>
        <w:rPr>
          <w:color w:val="4F61AB"/>
        </w:rPr>
        <w:t>or</w:t>
      </w:r>
      <w:r>
        <w:rPr>
          <w:color w:val="4F61AB"/>
          <w:spacing w:val="-4"/>
        </w:rPr>
        <w:t> </w:t>
      </w:r>
      <w:r>
        <w:rPr>
          <w:color w:val="4F61AB"/>
        </w:rPr>
        <w:t>Metric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Calipers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12"/>
        <w:jc w:val="left"/>
      </w:pP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metric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caliper,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measurement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usually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centimetres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6"/>
        </w:rPr>
        <w:t>(cm).</w:t>
      </w:r>
      <w:r>
        <w:rPr>
          <w:rFonts w:ascii="Arial"/>
          <w:color w:val="4C4D4F"/>
          <w:spacing w:val="75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2"/>
        </w:rPr>
        <w:t>steps</w:t>
      </w:r>
      <w:r>
        <w:rPr>
          <w:color w:val="4C4D4F"/>
          <w:spacing w:val="-1"/>
        </w:rPr>
        <w:t> needed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read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these </w:t>
      </w:r>
      <w:r>
        <w:rPr>
          <w:color w:val="4C4D4F"/>
          <w:spacing w:val="-2"/>
        </w:rPr>
        <w:t>Vernier</w:t>
      </w:r>
      <w:r>
        <w:rPr>
          <w:color w:val="4C4D4F"/>
          <w:spacing w:val="-1"/>
        </w:rPr>
        <w:t> calipers. Each </w:t>
      </w:r>
      <w:r>
        <w:rPr>
          <w:color w:val="4C4D4F"/>
          <w:spacing w:val="-2"/>
        </w:rPr>
        <w:t>step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independently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the</w:t>
      </w:r>
      <w:r>
        <w:rPr>
          <w:color w:val="4C4D4F"/>
          <w:spacing w:val="-2"/>
        </w:rPr>
        <w:t> values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added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together.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95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188035" cy="1714500"/>
            <wp:effectExtent l="0" t="0" r="0" b="0"/>
            <wp:docPr id="9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803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0" w:right="53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z w:val="18"/>
        </w:rPr>
        <w:t>Reading</w:t>
      </w:r>
      <w:r>
        <w:rPr>
          <w:rFonts w:ascii="Arial"/>
          <w:color w:val="4C4D4F"/>
          <w:spacing w:val="-2"/>
          <w:sz w:val="18"/>
        </w:rPr>
        <w:t> </w:t>
      </w:r>
      <w:r>
        <w:rPr>
          <w:rFonts w:ascii="Arial"/>
          <w:color w:val="4C4D4F"/>
          <w:sz w:val="18"/>
        </w:rPr>
        <w:t>SI</w:t>
      </w:r>
      <w:r>
        <w:rPr>
          <w:rFonts w:ascii="Arial"/>
          <w:color w:val="4C4D4F"/>
          <w:spacing w:val="-1"/>
          <w:sz w:val="18"/>
        </w:rPr>
        <w:t> </w:t>
      </w:r>
      <w:r>
        <w:rPr>
          <w:rFonts w:ascii="Arial"/>
          <w:color w:val="4C4D4F"/>
          <w:sz w:val="18"/>
        </w:rPr>
        <w:t>or </w:t>
      </w:r>
      <w:r>
        <w:rPr>
          <w:rFonts w:ascii="Arial"/>
          <w:color w:val="4C4D4F"/>
          <w:spacing w:val="1"/>
          <w:sz w:val="18"/>
        </w:rPr>
        <w:t>Metric</w:t>
      </w:r>
      <w:r>
        <w:rPr>
          <w:rFonts w:ascii="Arial"/>
          <w:color w:val="4C4D4F"/>
          <w:spacing w:val="-1"/>
          <w:sz w:val="18"/>
        </w:rPr>
        <w:t> </w:t>
      </w:r>
      <w:r>
        <w:rPr>
          <w:rFonts w:ascii="Arial"/>
          <w:color w:val="4C4D4F"/>
          <w:sz w:val="18"/>
        </w:rPr>
        <w:t>Calipers</w:t>
      </w:r>
      <w:r>
        <w:rPr>
          <w:rFonts w:asci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example,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movable</w:t>
      </w:r>
      <w:r>
        <w:rPr>
          <w:rFonts w:ascii="Arial"/>
          <w:color w:val="4C4D4F"/>
        </w:rPr>
        <w:t> scale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bottom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fixed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scale.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(It</w:t>
      </w:r>
      <w:r>
        <w:rPr>
          <w:rFonts w:ascii="Arial"/>
          <w:color w:val="4C4D4F"/>
        </w:rPr>
        <w:t> can </w:t>
      </w:r>
      <w:r>
        <w:rPr>
          <w:rFonts w:ascii="Arial"/>
          <w:color w:val="4C4D4F"/>
          <w:spacing w:val="-1"/>
        </w:rPr>
        <w:t>also</w:t>
      </w:r>
      <w:r>
        <w:rPr>
          <w:rFonts w:ascii="Arial"/>
          <w:color w:val="4C4D4F"/>
        </w:rPr>
        <w:t> be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top.)</w:t>
      </w:r>
      <w:r>
        <w:rPr>
          <w:rFonts w:ascii="Arial"/>
        </w:rPr>
      </w:r>
    </w:p>
    <w:p>
      <w:pPr>
        <w:pStyle w:val="BodyText"/>
        <w:spacing w:line="284" w:lineRule="auto" w:before="47"/>
        <w:ind w:left="560" w:right="1518"/>
        <w:jc w:val="left"/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numbers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fixed</w:t>
      </w:r>
      <w:r>
        <w:rPr>
          <w:rFonts w:ascii="Arial"/>
          <w:color w:val="4C4D4F"/>
        </w:rPr>
        <w:t> scale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centimetres.</w:t>
      </w:r>
      <w:r>
        <w:rPr>
          <w:rFonts w:ascii="Arial"/>
          <w:color w:val="4C4D4F"/>
        </w:rPr>
        <w:t> Notice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tick </w:t>
      </w:r>
      <w:r>
        <w:rPr>
          <w:rFonts w:ascii="Arial"/>
          <w:color w:val="4C4D4F"/>
          <w:spacing w:val="-1"/>
        </w:rPr>
        <w:t>marks</w:t>
      </w:r>
      <w:r>
        <w:rPr>
          <w:rFonts w:ascii="Arial"/>
          <w:color w:val="4C4D4F"/>
          <w:spacing w:val="45"/>
        </w:rPr>
        <w:t> </w:t>
      </w:r>
      <w:r>
        <w:rPr>
          <w:rFonts w:ascii="Arial"/>
          <w:color w:val="4C4D4F"/>
        </w:rPr>
        <w:t>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fixed</w:t>
      </w:r>
      <w:r>
        <w:rPr>
          <w:rFonts w:ascii="Arial"/>
          <w:color w:val="4C4D4F"/>
        </w:rPr>
        <w:t> scale </w:t>
      </w:r>
      <w:r>
        <w:rPr>
          <w:rFonts w:ascii="Arial"/>
          <w:color w:val="4C4D4F"/>
          <w:spacing w:val="-1"/>
        </w:rPr>
        <w:t>between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numbers.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millimetres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2"/>
        </w:rPr>
        <w:t>tenths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centimetre.</w:t>
      </w:r>
      <w:r>
        <w:rPr>
          <w:rFonts w:ascii="Arial"/>
          <w:color w:val="4C4D4F"/>
          <w:spacing w:val="45"/>
        </w:rPr>
        <w:t> </w:t>
      </w:r>
      <w:r>
        <w:rPr>
          <w:color w:val="4C4D4F"/>
          <w:spacing w:val="-2"/>
        </w:rPr>
        <w:t>Therefore,</w:t>
      </w:r>
      <w:r>
        <w:rPr>
          <w:color w:val="4C4D4F"/>
          <w:spacing w:val="-1"/>
        </w:rPr>
        <w:t> 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ticks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numbers. There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also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</w:t>
      </w:r>
      <w:r>
        <w:rPr>
          <w:color w:val="4C4D4F"/>
        </w:rPr>
        <w:t>tick</w:t>
      </w:r>
      <w:r>
        <w:rPr>
          <w:color w:val="4C4D4F"/>
          <w:spacing w:val="-1"/>
        </w:rPr>
        <w:t> marks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movable</w:t>
      </w:r>
      <w:r>
        <w:rPr>
          <w:color w:val="4C4D4F"/>
          <w:spacing w:val="-1"/>
        </w:rPr>
        <w:t> scale.</w:t>
      </w:r>
      <w:r>
        <w:rPr/>
      </w:r>
    </w:p>
    <w:p>
      <w:pPr>
        <w:pStyle w:val="BodyText"/>
        <w:spacing w:line="284" w:lineRule="auto" w:before="181"/>
        <w:ind w:left="1460" w:right="1112" w:hanging="900"/>
        <w:jc w:val="left"/>
      </w:pPr>
      <w:r>
        <w:rPr>
          <w:rFonts w:ascii="Arial" w:hAnsi="Arial" w:cs="Arial" w:eastAsia="Arial"/>
          <w:b/>
          <w:bCs/>
          <w:color w:val="4C4D4F"/>
        </w:rPr>
        <w:t>Step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6"/>
        </w:rPr>
        <w:t>1</w:t>
      </w:r>
      <w:r>
        <w:rPr>
          <w:color w:val="4C4D4F"/>
          <w:spacing w:val="-7"/>
        </w:rPr>
        <w:t>:</w:t>
      </w:r>
      <w:r>
        <w:rPr>
          <w:color w:val="4C4D4F"/>
        </w:rPr>
        <w:t>  </w:t>
      </w:r>
      <w:r>
        <w:rPr>
          <w:color w:val="4C4D4F"/>
          <w:spacing w:val="2"/>
        </w:rPr>
        <w:t> </w:t>
      </w:r>
      <w:r>
        <w:rPr>
          <w:color w:val="4C4D4F"/>
          <w:spacing w:val="-1"/>
        </w:rPr>
        <w:t>Locate the</w:t>
      </w:r>
      <w:r>
        <w:rPr>
          <w:color w:val="4C4D4F"/>
          <w:spacing w:val="-2"/>
        </w:rPr>
        <w:t> </w:t>
      </w:r>
      <w:r>
        <w:rPr>
          <w:color w:val="4C4D4F"/>
          <w:spacing w:val="2"/>
        </w:rPr>
        <w:t>“0”</w:t>
      </w:r>
      <w:r>
        <w:rPr>
          <w:color w:val="4C4D4F"/>
        </w:rPr>
        <w:t> 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movable</w:t>
      </w:r>
      <w:r>
        <w:rPr>
          <w:color w:val="4C4D4F"/>
        </w:rPr>
        <w:t> or </w:t>
      </w:r>
      <w:r>
        <w:rPr>
          <w:color w:val="4C4D4F"/>
          <w:spacing w:val="-1"/>
        </w:rPr>
        <w:t>sliding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scale.</w:t>
      </w:r>
      <w:r>
        <w:rPr>
          <w:color w:val="4C4D4F"/>
        </w:rPr>
        <w:t> </w:t>
      </w:r>
      <w:r>
        <w:rPr>
          <w:color w:val="4C4D4F"/>
          <w:spacing w:val="-1"/>
        </w:rPr>
        <w:t>Now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need to determine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where the</w:t>
      </w:r>
      <w:r>
        <w:rPr>
          <w:color w:val="4C4D4F"/>
          <w:spacing w:val="49"/>
        </w:rPr>
        <w:t> </w:t>
      </w:r>
      <w:r>
        <w:rPr>
          <w:color w:val="4C4D4F"/>
          <w:spacing w:val="2"/>
        </w:rPr>
        <w:t>“0”</w:t>
      </w:r>
      <w:r>
        <w:rPr>
          <w:color w:val="4C4D4F"/>
          <w:spacing w:val="-1"/>
        </w:rPr>
        <w:t> is.</w:t>
      </w:r>
      <w:r>
        <w:rPr/>
      </w:r>
    </w:p>
    <w:p>
      <w:pPr>
        <w:pStyle w:val="BodyText"/>
        <w:spacing w:line="284" w:lineRule="auto" w:before="91"/>
        <w:ind w:left="1460" w:right="1518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example,</w:t>
      </w:r>
      <w:r>
        <w:rPr>
          <w:color w:val="4C4D4F"/>
        </w:rPr>
        <w:t> </w:t>
      </w:r>
      <w:r>
        <w:rPr>
          <w:color w:val="4C4D4F"/>
          <w:spacing w:val="-1"/>
        </w:rPr>
        <w:t>the zero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between </w:t>
      </w:r>
      <w:r>
        <w:rPr>
          <w:color w:val="4C4D4F"/>
        </w:rPr>
        <w:t>2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</w:rPr>
        <w:t>3</w:t>
      </w:r>
      <w:r>
        <w:rPr>
          <w:color w:val="4C4D4F"/>
          <w:spacing w:val="-1"/>
        </w:rPr>
        <w:t> cm,</w:t>
      </w:r>
      <w:r>
        <w:rPr>
          <w:color w:val="4C4D4F"/>
        </w:rPr>
        <w:t> so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we </w:t>
      </w:r>
      <w:r>
        <w:rPr>
          <w:color w:val="4C4D4F"/>
          <w:spacing w:val="-1"/>
        </w:rPr>
        <w:t>know our</w:t>
      </w:r>
      <w:r>
        <w:rPr>
          <w:color w:val="4C4D4F"/>
        </w:rPr>
        <w:t> </w:t>
      </w:r>
      <w:r>
        <w:rPr>
          <w:color w:val="4C4D4F"/>
          <w:spacing w:val="-1"/>
        </w:rPr>
        <w:t>reading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at</w:t>
      </w:r>
      <w:r>
        <w:rPr>
          <w:color w:val="4C4D4F"/>
          <w:spacing w:val="37"/>
          <w:w w:val="99"/>
        </w:rPr>
        <w:t> </w:t>
      </w:r>
      <w:r>
        <w:rPr>
          <w:rFonts w:ascii="Arial"/>
          <w:color w:val="4C4D4F"/>
          <w:spacing w:val="-1"/>
        </w:rPr>
        <w:t>least</w:t>
      </w:r>
      <w:r>
        <w:rPr>
          <w:rFonts w:ascii="Arial"/>
          <w:color w:val="4C4D4F"/>
        </w:rPr>
        <w:t> 2 </w:t>
      </w:r>
      <w:r>
        <w:rPr>
          <w:rFonts w:ascii="Arial"/>
          <w:color w:val="4C4D4F"/>
          <w:spacing w:val="-1"/>
        </w:rPr>
        <w:t>cm.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part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reading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can be recorded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follows:</w:t>
      </w:r>
      <w:r>
        <w:rPr>
          <w:rFonts w:ascii="Arial"/>
        </w:rPr>
      </w:r>
    </w:p>
    <w:p>
      <w:pPr>
        <w:pStyle w:val="Heading6"/>
        <w:tabs>
          <w:tab w:pos="5143" w:val="left" w:leader="none"/>
          <w:tab w:pos="5736" w:val="left" w:leader="none"/>
        </w:tabs>
        <w:spacing w:line="240" w:lineRule="auto" w:before="91"/>
        <w:ind w:left="4361" w:right="0"/>
        <w:jc w:val="left"/>
        <w:rPr>
          <w:b w:val="0"/>
          <w:bCs w:val="0"/>
        </w:rPr>
      </w:pPr>
      <w:r>
        <w:rPr>
          <w:color w:val="4C4D4F"/>
          <w:spacing w:val="1"/>
        </w:rPr>
        <w:t>2.</w:t>
      </w:r>
      <w:r>
        <w:rPr>
          <w:color w:val="4C4D4F"/>
          <w:spacing w:val="1"/>
          <w:u w:val="single" w:color="231F20"/>
        </w:rPr>
        <w:tab/>
        <w:tab/>
      </w:r>
      <w:r>
        <w:rPr>
          <w:color w:val="4C4D4F"/>
          <w:spacing w:val="1"/>
        </w:rPr>
      </w:r>
      <w:r>
        <w:rPr>
          <w:color w:val="4C4D4F"/>
          <w:spacing w:val="1"/>
        </w:rPr>
        <w:t>cm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4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Our </w:t>
      </w:r>
      <w:r>
        <w:rPr>
          <w:rFonts w:ascii="Arial"/>
          <w:color w:val="4C4D4F"/>
          <w:spacing w:val="-1"/>
        </w:rPr>
        <w:t>goal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blanks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reading.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left="1460" w:right="1341" w:hanging="900"/>
        <w:jc w:val="left"/>
      </w:pPr>
      <w:r>
        <w:rPr>
          <w:rFonts w:ascii="Arial" w:hAnsi="Arial" w:cs="Arial" w:eastAsia="Arial"/>
          <w:b/>
          <w:bCs/>
          <w:color w:val="4C4D4F"/>
        </w:rPr>
        <w:t>Step</w:t>
      </w:r>
      <w:r>
        <w:rPr>
          <w:rFonts w:ascii="Arial" w:hAnsi="Arial" w:cs="Arial" w:eastAsia="Arial"/>
          <w:b/>
          <w:bCs/>
          <w:color w:val="4C4D4F"/>
          <w:spacing w:val="-1"/>
        </w:rPr>
        <w:t> 2</w:t>
      </w:r>
      <w:r>
        <w:rPr>
          <w:color w:val="4C4D4F"/>
          <w:spacing w:val="-1"/>
        </w:rPr>
        <w:t>:</w:t>
      </w:r>
      <w:r>
        <w:rPr>
          <w:color w:val="4C4D4F"/>
        </w:rPr>
        <w:t> </w:t>
      </w:r>
      <w:r>
        <w:rPr>
          <w:color w:val="4C4D4F"/>
          <w:spacing w:val="52"/>
        </w:rPr>
        <w:t> </w:t>
      </w:r>
      <w:r>
        <w:rPr>
          <w:color w:val="4C4D4F"/>
          <w:spacing w:val="-1"/>
        </w:rPr>
        <w:t>Now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must determine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next blank, which represents the</w:t>
      </w:r>
      <w:r>
        <w:rPr>
          <w:color w:val="4C4D4F"/>
          <w:spacing w:val="-2"/>
        </w:rPr>
        <w:t> tenths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centimetre.</w:t>
      </w:r>
      <w:r>
        <w:rPr>
          <w:color w:val="4C4D4F"/>
          <w:spacing w:val="43"/>
          <w:w w:val="99"/>
        </w:rPr>
        <w:t> </w:t>
      </w:r>
      <w:r>
        <w:rPr>
          <w:rFonts w:ascii="Arial" w:hAnsi="Arial" w:cs="Arial" w:eastAsia="Arial"/>
          <w:color w:val="4C4D4F"/>
          <w:spacing w:val="-10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this,</w:t>
      </w:r>
      <w:r>
        <w:rPr>
          <w:rFonts w:ascii="Arial" w:hAnsi="Arial" w:cs="Arial" w:eastAsia="Arial"/>
          <w:color w:val="4C4D4F"/>
        </w:rPr>
        <w:t> look </w:t>
      </w:r>
      <w:r>
        <w:rPr>
          <w:rFonts w:ascii="Arial" w:hAnsi="Arial" w:cs="Arial" w:eastAsia="Arial"/>
          <w:color w:val="4C4D4F"/>
          <w:spacing w:val="-1"/>
        </w:rPr>
        <w:t>carefully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tick </w:t>
      </w:r>
      <w:r>
        <w:rPr>
          <w:rFonts w:ascii="Arial" w:hAnsi="Arial" w:cs="Arial" w:eastAsia="Arial"/>
          <w:color w:val="4C4D4F"/>
          <w:spacing w:val="-1"/>
        </w:rPr>
        <w:t>marks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between</w:t>
      </w:r>
      <w:r>
        <w:rPr>
          <w:rFonts w:ascii="Arial" w:hAnsi="Arial" w:cs="Arial" w:eastAsia="Arial"/>
          <w:color w:val="4C4D4F"/>
        </w:rPr>
        <w:t> 2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3 </w:t>
      </w:r>
      <w:r>
        <w:rPr>
          <w:rFonts w:ascii="Arial" w:hAnsi="Arial" w:cs="Arial" w:eastAsia="Arial"/>
          <w:color w:val="4C4D4F"/>
          <w:spacing w:val="-1"/>
        </w:rPr>
        <w:t>centimetres</w:t>
      </w:r>
      <w:r>
        <w:rPr>
          <w:rFonts w:ascii="Arial" w:hAnsi="Arial" w:cs="Arial" w:eastAsia="Arial"/>
          <w:color w:val="4C4D4F"/>
        </w:rPr>
        <w:t> on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fixed</w:t>
      </w:r>
      <w:r>
        <w:rPr>
          <w:rFonts w:ascii="Arial" w:hAnsi="Arial" w:cs="Arial" w:eastAsia="Arial"/>
          <w:color w:val="4C4D4F"/>
          <w:spacing w:val="51"/>
        </w:rPr>
        <w:t> </w:t>
      </w:r>
      <w:r>
        <w:rPr>
          <w:color w:val="4C4D4F"/>
          <w:spacing w:val="-1"/>
        </w:rPr>
        <w:t>scale.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zero 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gone </w:t>
      </w:r>
      <w:r>
        <w:rPr>
          <w:color w:val="4C4D4F"/>
          <w:spacing w:val="-2"/>
        </w:rPr>
        <w:t>past</w:t>
      </w:r>
      <w:r>
        <w:rPr>
          <w:color w:val="4C4D4F"/>
          <w:spacing w:val="-1"/>
        </w:rPr>
        <w:t> the </w:t>
      </w:r>
      <w:r>
        <w:rPr>
          <w:color w:val="4C4D4F"/>
        </w:rPr>
        <w:t>second</w:t>
      </w:r>
      <w:r>
        <w:rPr>
          <w:color w:val="4C4D4F"/>
          <w:spacing w:val="-2"/>
        </w:rPr>
        <w:t> </w:t>
      </w:r>
      <w:r>
        <w:rPr>
          <w:color w:val="4C4D4F"/>
        </w:rPr>
        <w:t>tick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has not</w:t>
      </w:r>
      <w:r>
        <w:rPr>
          <w:color w:val="4C4D4F"/>
        </w:rPr>
        <w:t> </w:t>
      </w:r>
      <w:r>
        <w:rPr>
          <w:color w:val="4C4D4F"/>
          <w:spacing w:val="-3"/>
        </w:rPr>
        <w:t>yet</w:t>
      </w:r>
      <w:r>
        <w:rPr>
          <w:color w:val="4C4D4F"/>
          <w:spacing w:val="43"/>
          <w:w w:val="99"/>
        </w:rPr>
        <w:t> </w:t>
      </w:r>
      <w:r>
        <w:rPr>
          <w:color w:val="4C4D4F"/>
          <w:spacing w:val="-1"/>
        </w:rPr>
        <w:t>reached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third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tick.</w:t>
      </w:r>
      <w:r>
        <w:rPr>
          <w:color w:val="4C4D4F"/>
        </w:rPr>
        <w:t> So</w:t>
      </w:r>
      <w:r>
        <w:rPr>
          <w:color w:val="4C4D4F"/>
          <w:spacing w:val="-2"/>
        </w:rPr>
        <w:t> we</w:t>
      </w:r>
      <w:r>
        <w:rPr>
          <w:color w:val="4C4D4F"/>
          <w:spacing w:val="-1"/>
        </w:rPr>
        <w:t> write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down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3"/>
        </w:rPr>
        <w:t>“2”</w:t>
      </w:r>
      <w:r>
        <w:rPr>
          <w:color w:val="4C4D4F"/>
        </w:rPr>
        <w:t> </w:t>
      </w:r>
      <w:r>
        <w:rPr>
          <w:color w:val="4C4D4F"/>
          <w:spacing w:val="-1"/>
        </w:rPr>
        <w:t>for the next blank.</w:t>
      </w:r>
      <w:r>
        <w:rPr>
          <w:color w:val="4C4D4F"/>
        </w:rPr>
        <w:t> 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our</w:t>
      </w:r>
      <w:r>
        <w:rPr>
          <w:color w:val="4C4D4F"/>
        </w:rPr>
        <w:t> </w:t>
      </w:r>
      <w:r>
        <w:rPr>
          <w:color w:val="4C4D4F"/>
          <w:spacing w:val="-1"/>
        </w:rPr>
        <w:t>reading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now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looks </w:t>
      </w:r>
      <w:r>
        <w:rPr>
          <w:color w:val="4C4D4F"/>
          <w:spacing w:val="-3"/>
        </w:rPr>
        <w:t>like</w:t>
      </w:r>
      <w:r>
        <w:rPr>
          <w:color w:val="4C4D4F"/>
          <w:spacing w:val="-2"/>
        </w:rPr>
        <w:t> this:</w:t>
      </w:r>
      <w:r>
        <w:rPr/>
      </w:r>
    </w:p>
    <w:p>
      <w:pPr>
        <w:pStyle w:val="Heading6"/>
        <w:tabs>
          <w:tab w:pos="5503" w:val="left" w:leader="none"/>
        </w:tabs>
        <w:spacing w:line="240" w:lineRule="auto" w:before="91"/>
        <w:ind w:left="4595" w:right="0"/>
        <w:jc w:val="left"/>
        <w:rPr>
          <w:b w:val="0"/>
          <w:bCs w:val="0"/>
        </w:rPr>
      </w:pPr>
      <w:r>
        <w:rPr>
          <w:color w:val="4C4D4F"/>
          <w:spacing w:val="2"/>
        </w:rPr>
        <w:t>2.2</w:t>
      </w:r>
      <w:r>
        <w:rPr>
          <w:color w:val="4C4D4F"/>
          <w:spacing w:val="2"/>
          <w:u w:val="single" w:color="231F20"/>
        </w:rPr>
        <w:tab/>
      </w:r>
      <w:r>
        <w:rPr>
          <w:color w:val="4C4D4F"/>
          <w:spacing w:val="2"/>
        </w:rPr>
      </w:r>
      <w:r>
        <w:rPr>
          <w:color w:val="4C4D4F"/>
          <w:spacing w:val="1"/>
        </w:rPr>
        <w:t>cm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84" w:lineRule="auto"/>
        <w:ind w:left="1460" w:right="1112" w:hanging="900"/>
        <w:jc w:val="left"/>
      </w:pPr>
      <w:r>
        <w:rPr>
          <w:rFonts w:ascii="Arial"/>
          <w:b/>
          <w:color w:val="4C4D4F"/>
        </w:rPr>
        <w:t>Step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  <w:spacing w:val="-3"/>
        </w:rPr>
        <w:t>3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57"/>
        </w:rPr>
        <w:t> </w:t>
      </w:r>
      <w:r>
        <w:rPr>
          <w:rFonts w:ascii="Arial"/>
          <w:color w:val="4C4D4F"/>
          <w:spacing w:val="-7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ticks </w:t>
      </w:r>
      <w:r>
        <w:rPr>
          <w:rFonts w:ascii="Arial"/>
          <w:color w:val="4C4D4F"/>
        </w:rPr>
        <w:t>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moving</w:t>
      </w:r>
      <w:r>
        <w:rPr>
          <w:rFonts w:ascii="Arial"/>
          <w:color w:val="4C4D4F"/>
        </w:rPr>
        <w:t> scale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reading.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Notice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67"/>
        </w:rPr>
        <w:t> </w:t>
      </w:r>
      <w:r>
        <w:rPr>
          <w:color w:val="4C4D4F"/>
          <w:spacing w:val="-1"/>
        </w:rPr>
        <w:t>ticks </w:t>
      </w:r>
      <w:r>
        <w:rPr>
          <w:color w:val="4C4D4F"/>
        </w:rPr>
        <w:t>on</w:t>
      </w:r>
      <w:r>
        <w:rPr>
          <w:color w:val="4C4D4F"/>
          <w:spacing w:val="-1"/>
        </w:rPr>
        <w:t> the moving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lines</w:t>
      </w:r>
      <w:r>
        <w:rPr>
          <w:color w:val="4C4D4F"/>
        </w:rPr>
        <w:t> </w:t>
      </w:r>
      <w:r>
        <w:rPr>
          <w:color w:val="4C4D4F"/>
          <w:spacing w:val="-1"/>
        </w:rPr>
        <w:t>up </w:t>
      </w:r>
      <w:r>
        <w:rPr>
          <w:color w:val="4C4D4F"/>
        </w:rPr>
        <w:t>or</w:t>
      </w:r>
      <w:r>
        <w:rPr>
          <w:color w:val="4C4D4F"/>
          <w:spacing w:val="-1"/>
        </w:rPr>
        <w:t> matches</w:t>
      </w:r>
      <w:r>
        <w:rPr>
          <w:color w:val="4C4D4F"/>
        </w:rPr>
        <w:t> </w:t>
      </w:r>
      <w:r>
        <w:rPr>
          <w:color w:val="4C4D4F"/>
          <w:spacing w:val="-1"/>
        </w:rPr>
        <w:t>best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tick mark</w:t>
      </w:r>
      <w:r>
        <w:rPr>
          <w:color w:val="4C4D4F"/>
          <w:spacing w:val="-1"/>
        </w:rPr>
        <w:t> directly</w:t>
      </w:r>
      <w:r>
        <w:rPr>
          <w:color w:val="4C4D4F"/>
        </w:rPr>
        <w:t> </w:t>
      </w:r>
      <w:r>
        <w:rPr>
          <w:color w:val="4C4D4F"/>
          <w:spacing w:val="-2"/>
        </w:rPr>
        <w:t>above</w:t>
      </w:r>
      <w:r>
        <w:rPr>
          <w:color w:val="4C4D4F"/>
          <w:spacing w:val="-1"/>
        </w:rPr>
        <w:t> it</w:t>
      </w:r>
      <w:r>
        <w:rPr>
          <w:color w:val="4C4D4F"/>
        </w:rPr>
        <w:t> on</w:t>
      </w:r>
      <w:r>
        <w:rPr>
          <w:color w:val="4C4D4F"/>
          <w:spacing w:val="3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fixed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scale.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example,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arrow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shows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third</w:t>
      </w:r>
      <w:r>
        <w:rPr>
          <w:rFonts w:ascii="Arial"/>
          <w:color w:val="4C4D4F"/>
        </w:rPr>
        <w:t> tick </w:t>
      </w:r>
      <w:r>
        <w:rPr>
          <w:rFonts w:ascii="Arial"/>
          <w:color w:val="4C4D4F"/>
          <w:spacing w:val="-1"/>
        </w:rPr>
        <w:t>matches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most</w:t>
      </w:r>
      <w:r>
        <w:rPr>
          <w:rFonts w:ascii="Arial"/>
          <w:color w:val="4C4D4F"/>
          <w:spacing w:val="57"/>
        </w:rPr>
        <w:t> </w:t>
      </w:r>
      <w:r>
        <w:rPr>
          <w:rFonts w:ascii="Arial"/>
          <w:color w:val="4C4D4F"/>
        </w:rPr>
        <w:t>closely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fixed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scale.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Thus,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value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third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blank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must</w:t>
      </w:r>
      <w:r>
        <w:rPr>
          <w:rFonts w:ascii="Arial"/>
          <w:color w:val="4C4D4F"/>
        </w:rPr>
        <w:t> be a </w:t>
      </w:r>
      <w:r>
        <w:rPr>
          <w:rFonts w:ascii="Arial"/>
          <w:color w:val="4C4D4F"/>
          <w:spacing w:val="-1"/>
        </w:rPr>
        <w:t>3,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our</w:t>
      </w:r>
      <w:r>
        <w:rPr>
          <w:color w:val="4C4D4F"/>
        </w:rPr>
        <w:t> </w:t>
      </w:r>
      <w:r>
        <w:rPr>
          <w:color w:val="4C4D4F"/>
          <w:spacing w:val="-1"/>
        </w:rPr>
        <w:t>reading would</w:t>
      </w:r>
      <w:r>
        <w:rPr>
          <w:color w:val="4C4D4F"/>
        </w:rPr>
        <w:t> </w:t>
      </w:r>
      <w:r>
        <w:rPr>
          <w:color w:val="4C4D4F"/>
          <w:spacing w:val="-3"/>
        </w:rPr>
        <w:t>be:</w:t>
      </w:r>
      <w:r>
        <w:rPr/>
      </w:r>
    </w:p>
    <w:p>
      <w:pPr>
        <w:pStyle w:val="Heading6"/>
        <w:spacing w:line="240" w:lineRule="auto" w:before="91"/>
        <w:ind w:left="4831" w:right="0"/>
        <w:jc w:val="left"/>
        <w:rPr>
          <w:b w:val="0"/>
          <w:bCs w:val="0"/>
        </w:rPr>
      </w:pPr>
      <w:r>
        <w:rPr>
          <w:color w:val="4C4D4F"/>
          <w:spacing w:val="1"/>
        </w:rPr>
        <w:t>2.23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cm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BodyText"/>
        <w:spacing w:line="284" w:lineRule="auto" w:before="72"/>
        <w:ind w:right="615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Note</w:t>
      </w:r>
      <w:r>
        <w:rPr>
          <w:rFonts w:ascii="Arial" w:hAnsi="Arial" w:cs="Arial" w:eastAsia="Arial"/>
          <w:color w:val="4C4D4F"/>
          <w:spacing w:val="-1"/>
        </w:rPr>
        <w:t>: It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doesn’t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matter</w:t>
      </w:r>
      <w:r>
        <w:rPr>
          <w:rFonts w:ascii="Arial" w:hAnsi="Arial" w:cs="Arial" w:eastAsia="Arial"/>
          <w:color w:val="4C4D4F"/>
        </w:rPr>
        <w:t> which </w:t>
      </w:r>
      <w:r>
        <w:rPr>
          <w:rFonts w:ascii="Arial" w:hAnsi="Arial" w:cs="Arial" w:eastAsia="Arial"/>
          <w:color w:val="4C4D4F"/>
          <w:spacing w:val="-1"/>
        </w:rPr>
        <w:t>line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matched</w:t>
      </w:r>
      <w:r>
        <w:rPr>
          <w:rFonts w:ascii="Arial" w:hAnsi="Arial" w:cs="Arial" w:eastAsia="Arial"/>
          <w:color w:val="4C4D4F"/>
        </w:rPr>
        <w:t> on</w:t>
      </w:r>
      <w:r>
        <w:rPr>
          <w:rFonts w:ascii="Arial" w:hAnsi="Arial" w:cs="Arial" w:eastAsia="Arial"/>
          <w:color w:val="4C4D4F"/>
          <w:spacing w:val="-1"/>
        </w:rPr>
        <w:t> 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fixed</w:t>
      </w:r>
      <w:r>
        <w:rPr>
          <w:rFonts w:ascii="Arial" w:hAnsi="Arial" w:cs="Arial" w:eastAsia="Arial"/>
          <w:color w:val="4C4D4F"/>
        </w:rPr>
        <w:t> scale </w:t>
      </w:r>
      <w:r>
        <w:rPr>
          <w:rFonts w:ascii="Arial" w:hAnsi="Arial" w:cs="Arial" w:eastAsia="Arial"/>
          <w:color w:val="4C4D4F"/>
          <w:spacing w:val="-1"/>
        </w:rPr>
        <w:t>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we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read</w:t>
      </w:r>
      <w:r>
        <w:rPr>
          <w:rFonts w:ascii="Arial" w:hAnsi="Arial" w:cs="Arial" w:eastAsia="Arial"/>
          <w:color w:val="4C4D4F"/>
        </w:rPr>
        <w:t> from </w:t>
      </w:r>
      <w:r>
        <w:rPr>
          <w:rFonts w:ascii="Arial" w:hAnsi="Arial" w:cs="Arial" w:eastAsia="Arial"/>
          <w:color w:val="4C4D4F"/>
          <w:spacing w:val="-1"/>
        </w:rPr>
        <w:t>the </w:t>
      </w:r>
      <w:r>
        <w:rPr>
          <w:rFonts w:ascii="Arial" w:hAnsi="Arial" w:cs="Arial" w:eastAsia="Arial"/>
          <w:color w:val="4C4D4F"/>
          <w:spacing w:val="-2"/>
        </w:rPr>
        <w:t>movable</w:t>
      </w:r>
      <w:r>
        <w:rPr>
          <w:rFonts w:ascii="Arial" w:hAnsi="Arial" w:cs="Arial" w:eastAsia="Arial"/>
          <w:color w:val="4C4D4F"/>
          <w:spacing w:val="53"/>
        </w:rPr>
        <w:t> </w:t>
      </w:r>
      <w:r>
        <w:rPr>
          <w:color w:val="4C4D4F"/>
          <w:spacing w:val="-2"/>
        </w:rPr>
        <w:t>scale.</w:t>
      </w:r>
      <w:r>
        <w:rPr/>
      </w:r>
    </w:p>
    <w:p>
      <w:pPr>
        <w:pStyle w:val="BodyText"/>
        <w:spacing w:line="370" w:lineRule="auto" w:before="181"/>
        <w:ind w:right="1112"/>
        <w:jc w:val="left"/>
      </w:pP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sites that might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  <w:spacing w:val="-2"/>
        </w:rPr>
        <w:t> you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20">
        <w:r>
          <w:rPr>
            <w:color w:val="456DA9"/>
            <w:spacing w:val="-3"/>
            <w:u w:val="single" w:color="456DA9"/>
          </w:rPr>
          <w:t>h</w:t>
        </w:r>
        <w:r>
          <w:rPr>
            <w:color w:val="456DA9"/>
            <w:spacing w:val="4"/>
            <w:u w:val="single" w:color="456DA9"/>
          </w:rPr>
          <w:t>t</w:t>
        </w:r>
        <w:r>
          <w:rPr>
            <w:color w:val="456DA9"/>
            <w:u w:val="single" w:color="456DA9"/>
          </w:rPr>
          <w:t>t</w:t>
        </w:r>
        <w:r>
          <w:rPr>
            <w:color w:val="456DA9"/>
            <w:spacing w:val="-8"/>
            <w:u w:val="single" w:color="456DA9"/>
          </w:rPr>
          <w:t>p</w:t>
        </w:r>
        <w:r>
          <w:rPr>
            <w:color w:val="456DA9"/>
            <w:spacing w:val="1"/>
            <w:u w:val="single" w:color="456DA9"/>
          </w:rPr>
          <w:t>:</w:t>
        </w:r>
        <w:r>
          <w:rPr>
            <w:color w:val="456DA9"/>
            <w:spacing w:val="-7"/>
            <w:u w:val="single" w:color="456DA9"/>
          </w:rPr>
          <w:t>/</w:t>
        </w:r>
        <w:r>
          <w:rPr>
            <w:color w:val="456DA9"/>
            <w:spacing w:val="3"/>
            <w:u w:val="single" w:color="456DA9"/>
          </w:rPr>
          <w:t>/</w:t>
        </w:r>
        <w:r>
          <w:rPr>
            <w:color w:val="456DA9"/>
            <w:spacing w:val="7"/>
            <w:u w:val="single" w:color="456DA9"/>
          </w:rPr>
          <w:t>ww</w:t>
        </w:r>
        <w:r>
          <w:rPr>
            <w:color w:val="456DA9"/>
            <w:spacing w:val="-11"/>
            <w:u w:val="single" w:color="456DA9"/>
          </w:rPr>
          <w:t>w</w:t>
        </w:r>
        <w:r>
          <w:rPr>
            <w:color w:val="456DA9"/>
            <w:spacing w:val="-2"/>
            <w:u w:val="single" w:color="456DA9"/>
          </w:rPr>
          <w:t>.</w:t>
        </w:r>
        <w:r>
          <w:rPr>
            <w:color w:val="456DA9"/>
            <w:spacing w:val="-1"/>
            <w:u w:val="single" w:color="456DA9"/>
          </w:rPr>
          <w:t>p</w:t>
        </w:r>
        <w:r>
          <w:rPr>
            <w:color w:val="456DA9"/>
            <w:spacing w:val="-5"/>
            <w:u w:val="single" w:color="456DA9"/>
          </w:rPr>
          <w:t>h</w:t>
        </w:r>
        <w:r>
          <w:rPr>
            <w:color w:val="456DA9"/>
            <w:spacing w:val="-2"/>
            <w:u w:val="single" w:color="456DA9"/>
          </w:rPr>
          <w:t>y</w:t>
        </w:r>
        <w:r>
          <w:rPr>
            <w:color w:val="456DA9"/>
            <w:spacing w:val="-1"/>
            <w:u w:val="single" w:color="456DA9"/>
          </w:rPr>
          <w:t>si</w:t>
        </w:r>
        <w:r>
          <w:rPr>
            <w:color w:val="456DA9"/>
            <w:spacing w:val="4"/>
            <w:u w:val="single" w:color="456DA9"/>
          </w:rPr>
          <w:t>c</w:t>
        </w:r>
        <w:r>
          <w:rPr>
            <w:color w:val="456DA9"/>
            <w:spacing w:val="-2"/>
            <w:u w:val="single" w:color="456DA9"/>
          </w:rPr>
          <w:t>s</w:t>
        </w:r>
        <w:r>
          <w:rPr>
            <w:color w:val="456DA9"/>
            <w:spacing w:val="-1"/>
            <w:u w:val="single" w:color="456DA9"/>
          </w:rPr>
          <w:t>.sm</w:t>
        </w:r>
        <w:r>
          <w:rPr>
            <w:color w:val="456DA9"/>
            <w:spacing w:val="-3"/>
            <w:u w:val="single" w:color="456DA9"/>
          </w:rPr>
          <w:t>u</w:t>
        </w:r>
        <w:r>
          <w:rPr>
            <w:color w:val="456DA9"/>
            <w:spacing w:val="-5"/>
            <w:u w:val="single" w:color="456DA9"/>
          </w:rPr>
          <w:t>.</w:t>
        </w:r>
        <w:r>
          <w:rPr>
            <w:color w:val="456DA9"/>
            <w:u w:val="single" w:color="456DA9"/>
          </w:rPr>
          <w:t>e</w:t>
        </w:r>
        <w:r>
          <w:rPr>
            <w:color w:val="456DA9"/>
            <w:spacing w:val="-2"/>
            <w:u w:val="single" w:color="456DA9"/>
          </w:rPr>
          <w:t>d</w:t>
        </w:r>
        <w:r>
          <w:rPr>
            <w:color w:val="456DA9"/>
            <w:spacing w:val="1"/>
            <w:u w:val="single" w:color="456DA9"/>
          </w:rPr>
          <w:t>u</w:t>
        </w:r>
        <w:r>
          <w:rPr>
            <w:color w:val="456DA9"/>
            <w:spacing w:val="-2"/>
            <w:u w:val="single" w:color="456DA9"/>
          </w:rPr>
          <w:t>/</w:t>
        </w:r>
        <w:r>
          <w:rPr>
            <w:color w:val="456DA9"/>
            <w:spacing w:val="2"/>
            <w:u w:val="single" w:color="456DA9"/>
          </w:rPr>
          <w:t>~</w:t>
        </w:r>
        <w:r>
          <w:rPr>
            <w:color w:val="456DA9"/>
            <w:spacing w:val="-1"/>
            <w:u w:val="single" w:color="456DA9"/>
          </w:rPr>
          <w:t>s</w:t>
        </w:r>
        <w:r>
          <w:rPr>
            <w:color w:val="456DA9"/>
            <w:spacing w:val="3"/>
            <w:u w:val="single" w:color="456DA9"/>
          </w:rPr>
          <w:t>c</w:t>
        </w:r>
        <w:r>
          <w:rPr>
            <w:color w:val="456DA9"/>
            <w:spacing w:val="-1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>l</w:t>
        </w:r>
        <w:r>
          <w:rPr>
            <w:color w:val="456DA9"/>
            <w:spacing w:val="-1"/>
            <w:u w:val="single" w:color="456DA9"/>
          </w:rPr>
          <w:t>is</w:t>
        </w:r>
        <w:r>
          <w:rPr>
            <w:color w:val="456DA9"/>
            <w:u w:val="single" w:color="456DA9"/>
          </w:rPr>
          <w:t>e</w:t>
        </w:r>
        <w:r>
          <w:rPr>
            <w:color w:val="456DA9"/>
            <w:spacing w:val="-7"/>
            <w:u w:val="single" w:color="456DA9"/>
          </w:rPr>
          <w:t>/</w:t>
        </w:r>
        <w:r>
          <w:rPr>
            <w:color w:val="456DA9"/>
            <w:spacing w:val="-1"/>
            <w:u w:val="single" w:color="456DA9"/>
          </w:rPr>
          <w:t>appa</w:t>
        </w:r>
        <w:r>
          <w:rPr>
            <w:color w:val="456DA9"/>
            <w:u w:val="single" w:color="456DA9"/>
          </w:rPr>
          <w:t>r</w:t>
        </w:r>
        <w:r>
          <w:rPr>
            <w:color w:val="456DA9"/>
            <w:spacing w:val="-2"/>
            <w:u w:val="single" w:color="456DA9"/>
          </w:rPr>
          <w:t>a</w:t>
        </w:r>
        <w:r>
          <w:rPr>
            <w:color w:val="456DA9"/>
            <w:spacing w:val="-1"/>
            <w:u w:val="single" w:color="456DA9"/>
          </w:rPr>
          <w:t>tu</w:t>
        </w:r>
        <w:r>
          <w:rPr>
            <w:color w:val="456DA9"/>
            <w:spacing w:val="1"/>
            <w:u w:val="single" w:color="456DA9"/>
          </w:rPr>
          <w:t>s</w:t>
        </w:r>
        <w:r>
          <w:rPr>
            <w:color w:val="456DA9"/>
            <w:spacing w:val="-7"/>
            <w:u w:val="single" w:color="456DA9"/>
          </w:rPr>
          <w:t>/</w:t>
        </w:r>
        <w:r>
          <w:rPr>
            <w:color w:val="456DA9"/>
            <w:spacing w:val="3"/>
            <w:u w:val="single" w:color="456DA9"/>
          </w:rPr>
          <w:t>c</w:t>
        </w:r>
        <w:r>
          <w:rPr>
            <w:color w:val="456DA9"/>
            <w:spacing w:val="-1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>l</w:t>
        </w:r>
        <w:r>
          <w:rPr>
            <w:color w:val="456DA9"/>
            <w:spacing w:val="-1"/>
            <w:u w:val="single" w:color="456DA9"/>
          </w:rPr>
          <w:t>i</w:t>
        </w:r>
        <w:r>
          <w:rPr>
            <w:color w:val="456DA9"/>
            <w:u w:val="single" w:color="456DA9"/>
          </w:rPr>
          <w:t>p</w:t>
        </w:r>
        <w:r>
          <w:rPr>
            <w:color w:val="456DA9"/>
            <w:spacing w:val="-1"/>
            <w:u w:val="single" w:color="456DA9"/>
          </w:rPr>
          <w:t>e</w:t>
        </w:r>
        <w:r>
          <w:rPr>
            <w:color w:val="456DA9"/>
            <w:spacing w:val="-4"/>
            <w:u w:val="single" w:color="456DA9"/>
          </w:rPr>
          <w:t>r</w:t>
        </w:r>
        <w:r>
          <w:rPr>
            <w:color w:val="456DA9"/>
            <w:u w:val="single" w:color="456DA9"/>
          </w:rPr>
          <w:t>/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BodyText"/>
        <w:spacing w:line="455" w:lineRule="auto" w:before="94"/>
        <w:ind w:right="3152"/>
        <w:jc w:val="left"/>
      </w:pPr>
      <w:r>
        <w:rPr>
          <w:color w:val="456DA9"/>
        </w:rPr>
      </w:r>
      <w:hyperlink r:id="rId21">
        <w:r>
          <w:rPr>
            <w:color w:val="456DA9"/>
            <w:spacing w:val="-1"/>
            <w:u w:val="single" w:color="456DA9"/>
          </w:rPr>
          <w:t>http://www.upscale.utoronto.ca/PVB/Harrison/Vernier/Vernier.html</w:t>
        </w:r>
        <w:r>
          <w:rPr>
            <w:color w:val="456DA9"/>
            <w:spacing w:val="-1"/>
          </w:rPr>
        </w:r>
      </w:hyperlink>
      <w:r>
        <w:rPr>
          <w:color w:val="456DA9"/>
          <w:spacing w:val="-1"/>
        </w:rPr>
        <w:t> </w:t>
      </w:r>
      <w:hyperlink r:id="rId22">
        <w:r>
          <w:rPr>
            <w:color w:val="456DA9"/>
            <w:spacing w:val="-1"/>
          </w:rPr>
        </w:r>
        <w:r>
          <w:rPr>
            <w:color w:val="456DA9"/>
            <w:spacing w:val="-1"/>
          </w:rPr>
          <w:t> </w:t>
        </w:r>
        <w:r>
          <w:rPr>
            <w:color w:val="456DA9"/>
            <w:spacing w:val="-2"/>
            <w:u w:val="single" w:color="456DA9"/>
          </w:rPr>
          <w:t>http://hyperphysics.phy-astr.gsu.edu/hbase/class/phscilab/vernier.html</w:t>
        </w:r>
        <w:r>
          <w:rPr>
            <w:color w:val="456DA9"/>
            <w:spacing w:val="-1"/>
          </w:rPr>
        </w:r>
        <w:r>
          <w:rPr/>
        </w:r>
      </w:hyperlink>
    </w:p>
    <w:p>
      <w:pPr>
        <w:spacing w:after="0" w:line="455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before="59"/>
        <w:ind w:left="5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5"/>
          <w:sz w:val="32"/>
        </w:rPr>
        <w:t>V</w:t>
      </w:r>
      <w:r>
        <w:rPr>
          <w:rFonts w:ascii="Arial"/>
          <w:b/>
          <w:color w:val="4F61AB"/>
          <w:spacing w:val="-4"/>
          <w:sz w:val="32"/>
        </w:rPr>
        <w:t>ernier</w:t>
      </w:r>
      <w:r>
        <w:rPr>
          <w:rFonts w:ascii="Arial"/>
          <w:b/>
          <w:color w:val="4F61AB"/>
          <w:spacing w:val="-1"/>
          <w:sz w:val="32"/>
        </w:rPr>
        <w:t> Calipers </w:t>
      </w:r>
      <w:r>
        <w:rPr>
          <w:rFonts w:ascii="Arial"/>
          <w:b/>
          <w:color w:val="4F61AB"/>
          <w:sz w:val="32"/>
        </w:rPr>
        <w:t>Practice</w:t>
      </w:r>
      <w:r>
        <w:rPr>
          <w:rFonts w:ascii="Arial"/>
          <w:sz w:val="32"/>
        </w:rPr>
      </w:r>
    </w:p>
    <w:p>
      <w:pPr>
        <w:pStyle w:val="BodyText"/>
        <w:spacing w:line="240" w:lineRule="auto" w:before="116"/>
        <w:ind w:left="560" w:right="0"/>
        <w:jc w:val="left"/>
      </w:pPr>
      <w:r>
        <w:rPr>
          <w:color w:val="4C4D4F"/>
          <w:spacing w:val="-1"/>
        </w:rPr>
        <w:t>Now</w:t>
      </w:r>
      <w:r>
        <w:rPr>
          <w:color w:val="4C4D4F"/>
          <w:spacing w:val="-2"/>
        </w:rPr>
        <w:t> </w:t>
      </w:r>
      <w:r>
        <w:rPr>
          <w:color w:val="4C4D4F"/>
          <w:spacing w:val="2"/>
        </w:rPr>
        <w:t>try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caliper</w:t>
      </w:r>
      <w:r>
        <w:rPr>
          <w:color w:val="4C4D4F"/>
        </w:rPr>
        <w:t> </w:t>
      </w:r>
      <w:r>
        <w:rPr>
          <w:color w:val="4C4D4F"/>
          <w:spacing w:val="-1"/>
        </w:rPr>
        <w:t>readings and write down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measurements.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5599" w:val="left" w:leader="none"/>
          <w:tab w:pos="6132" w:val="left" w:leader="none"/>
          <w:tab w:pos="6848" w:val="left" w:leader="none"/>
          <w:tab w:pos="7442" w:val="left" w:leader="none"/>
        </w:tabs>
        <w:spacing w:before="0"/>
        <w:ind w:left="5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101.982002pt;margin-top:1.809495pt;width:3.2pt;height:8.65pt;mso-position-horizontal-relative:page;mso-position-vertical-relative:paragraph;z-index:-54016" coordorigin="2040,36" coordsize="64,173">
            <v:shape style="position:absolute;left:2040;top:36;width:64;height:173" coordorigin="2040,36" coordsize="64,173" path="m2103,74l2082,74,2082,209,2103,209,2103,74xe" filled="true" fillcolor="#231f20" stroked="false">
              <v:path arrowok="t"/>
              <v:fill type="solid"/>
            </v:shape>
            <v:shape style="position:absolute;left:2040;top:36;width:64;height:173" coordorigin="2040,36" coordsize="64,173" path="m2103,36l2089,36,2086,44,2079,51,2062,67,2051,74,2040,79,2040,100,2082,74,2103,74,2103,36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7.720703pt;margin-top:1.810711pt;width:5.7pt;height:8.65pt;mso-position-horizontal-relative:page;mso-position-vertical-relative:paragraph;z-index:-53992" coordorigin="2754,36" coordsize="114,173">
            <v:shape style="position:absolute;left:2754;top:36;width:114;height:173" coordorigin="2754,36" coordsize="114,173" path="m2857,54l2823,54,2831,57,2843,68,2846,75,2846,91,2799,145,2786,155,2777,164,2765,179,2760,186,2757,194,2755,199,2754,204,2755,209,2868,209,2868,188,2784,188,2786,185,2789,181,2796,173,2804,166,2822,152,2838,137,2868,70,2863,59,2857,54xe" filled="true" fillcolor="#231f20" stroked="false">
              <v:path arrowok="t"/>
              <v:fill type="solid"/>
            </v:shape>
            <v:shape style="position:absolute;left:2754;top:36;width:114;height:173" coordorigin="2754,36" coordsize="114,173" path="m2813,36l2792,40,2775,49,2764,65,2759,86,2780,88,2780,77,2783,69,2796,57,2804,54,2857,54,2851,48,2835,39,2813,36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4.560104pt;margin-top:1.809895pt;width:5.65pt;height:8.8pt;mso-position-horizontal-relative:page;mso-position-vertical-relative:paragraph;z-index:-53968" coordorigin="3491,36" coordsize="113,176">
            <v:shape style="position:absolute;left:3491;top:36;width:113;height:176" coordorigin="3491,36" coordsize="113,176" path="m3512,161l3491,163,3492,167,3498,185,3512,202,3529,209,3552,211,3572,207,3588,195,3589,194,3538,194,3530,192,3519,181,3515,172,3512,161xe" filled="true" fillcolor="#231f20" stroked="false">
              <v:path arrowok="t"/>
              <v:fill type="solid"/>
            </v:shape>
            <v:shape style="position:absolute;left:3491;top:36;width:113;height:176" coordorigin="3491,36" coordsize="113,176" path="m3591,125l3557,125,3566,128,3578,141,3581,149,3581,169,3578,177,3564,191,3556,194,3589,194,3600,178,3604,158,3604,147,3601,138,3591,125xe" filled="true" fillcolor="#231f20" stroked="false">
              <v:path arrowok="t"/>
              <v:fill type="solid"/>
            </v:shape>
            <v:shape style="position:absolute;left:3491;top:36;width:113;height:176" coordorigin="3491,36" coordsize="113,176" path="m3586,54l3554,54,3561,56,3571,66,3574,73,3574,90,3570,97,3556,107,3548,109,3535,109,3533,127,3539,126,3544,125,3591,125,3590,123,3582,118,3572,116,3579,112,3583,109,3538,109,3535,109,3583,109,3585,107,3593,95,3595,88,3595,73,3593,66,3586,54xe" filled="true" fillcolor="#231f20" stroked="false">
              <v:path arrowok="t"/>
              <v:fill type="solid"/>
            </v:shape>
            <v:shape style="position:absolute;left:3491;top:36;width:113;height:176" coordorigin="3491,36" coordsize="113,176" path="m3554,36l3531,36,3520,40,3502,56,3496,67,3493,81,3514,84,3516,74,3519,66,3530,56,3537,54,3586,54,3585,52,3579,46,3563,38,3554,36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0.886993pt;margin-top:1.845095pt;width:5.95pt;height:8.6pt;mso-position-horizontal-relative:page;mso-position-vertical-relative:paragraph;z-index:-53944" coordorigin="4218,37" coordsize="119,172">
            <v:shape style="position:absolute;left:4218;top:37;width:119;height:172" coordorigin="4218,37" coordsize="119,172" path="m4313,168l4292,168,4292,209,4313,209,4313,168xe" filled="true" fillcolor="#231f20" stroked="false">
              <v:path arrowok="t"/>
              <v:fill type="solid"/>
            </v:shape>
            <v:shape style="position:absolute;left:4218;top:37;width:119;height:172" coordorigin="4218,37" coordsize="119,172" path="m4313,37l4296,37,4218,148,4218,168,4337,168,4337,148,4238,148,4292,71,4313,71,4313,37xe" filled="true" fillcolor="#231f20" stroked="false">
              <v:path arrowok="t"/>
              <v:fill type="solid"/>
            </v:shape>
            <v:shape style="position:absolute;left:4218;top:37;width:119;height:172" coordorigin="4218,37" coordsize="119,172" path="m4313,71l4292,71,4292,148,4313,148,4313,71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47.895004pt;margin-top:1.961495pt;width:5.7pt;height:8.550pt;mso-position-horizontal-relative:page;mso-position-vertical-relative:paragraph;z-index:-53920" coordorigin="4958,39" coordsize="114,171">
            <v:shape style="position:absolute;left:4958;top:39;width:114;height:171" coordorigin="4958,39" coordsize="114,171" path="m4980,162l4958,164,4959,171,4967,188,4984,205,5001,209,5028,210,5046,202,5053,194,5005,194,4997,192,4985,181,4982,173,4980,162xe" filled="true" fillcolor="#231f20" stroked="false">
              <v:path arrowok="t"/>
              <v:fill type="solid"/>
            </v:shape>
            <v:shape style="position:absolute;left:4958;top:39;width:114;height:171" coordorigin="4958,39" coordsize="114,171" path="m5058,113l5024,113,5033,117,5046,131,5049,140,5049,165,5046,175,5032,190,5023,194,5053,194,5062,186,5069,168,5072,146,5067,126,5058,113xe" filled="true" fillcolor="#231f20" stroked="false">
              <v:path arrowok="t"/>
              <v:fill type="solid"/>
            </v:shape>
            <v:shape style="position:absolute;left:4958;top:39;width:114;height:171" coordorigin="4958,39" coordsize="114,171" path="m5064,39l4978,39,4962,127,4981,130,4985,125,4989,121,5000,115,5006,113,5058,113,5056,110,5049,106,4986,106,4995,59,5064,59,5064,39xe" filled="true" fillcolor="#231f20" stroked="false">
              <v:path arrowok="t"/>
              <v:fill type="solid"/>
            </v:shape>
            <v:shape style="position:absolute;left:4958;top:39;width:114;height:171" coordorigin="4958,39" coordsize="114,171" path="m5018,95l5007,95,4996,98,4986,106,5049,106,5039,98,5018,95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4.554962pt;margin-top:1.872224pt;width:5.65pt;height:8.75pt;mso-position-horizontal-relative:page;mso-position-vertical-relative:paragraph;z-index:-53896" coordorigin="5691,37" coordsize="113,175">
            <v:shape style="position:absolute;left:5691;top:37;width:113;height:175" coordorigin="5691,37" coordsize="113,175" path="m5739,37l5694,92,5691,143,5694,164,5701,182,5712,198,5730,208,5750,212,5761,212,5770,209,5786,199,5791,194,5744,194,5738,193,5727,186,5723,181,5716,167,5715,160,5715,142,5718,133,5731,120,5712,120,5733,59,5738,55,5744,54,5789,54,5781,44,5765,38,5739,37xe" filled="true" fillcolor="#231f20" stroked="false">
              <v:path arrowok="t"/>
              <v:fill type="solid"/>
            </v:shape>
            <v:shape style="position:absolute;left:5691;top:37;width:113;height:175" coordorigin="5691,37" coordsize="113,175" path="m5791,116l5759,116,5767,119,5779,133,5782,142,5782,167,5779,176,5766,191,5759,194,5791,194,5792,192,5802,174,5804,164,5804,150,5800,129,5791,116xe" filled="true" fillcolor="#231f20" stroked="false">
              <v:path arrowok="t"/>
              <v:fill type="solid"/>
            </v:shape>
            <v:shape style="position:absolute;left:5691;top:37;width:113;height:175" coordorigin="5691,37" coordsize="113,175" path="m5767,97l5745,97,5738,99,5723,107,5717,112,5712,120,5731,120,5731,119,5740,116,5791,116,5789,113,5779,102,5767,97xe" filled="true" fillcolor="#231f20" stroked="false">
              <v:path arrowok="t"/>
              <v:fill type="solid"/>
            </v:shape>
            <v:shape style="position:absolute;left:5691;top:37;width:113;height:175" coordorigin="5691,37" coordsize="113,175" path="m5789,54l5759,54,5766,57,5772,63,5775,66,5778,72,5780,81,5801,79,5795,61,5789,54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rFonts w:ascii="Arial"/>
          <w:color w:val="4C4D4F"/>
          <w:spacing w:val="-7"/>
          <w:sz w:val="22"/>
        </w:rPr>
        <w:t>1.</w:t>
        <w:tab/>
      </w:r>
      <w:r>
        <w:rPr>
          <w:rFonts w:ascii="Arial"/>
          <w:b/>
          <w:color w:val="4C4D4F"/>
          <w:spacing w:val="-7"/>
          <w:sz w:val="22"/>
        </w:rPr>
      </w:r>
      <w:r>
        <w:rPr>
          <w:rFonts w:ascii="Arial"/>
          <w:b/>
          <w:color w:val="4C4D4F"/>
          <w:spacing w:val="-7"/>
          <w:sz w:val="22"/>
          <w:u w:val="single" w:color="231F20"/>
        </w:rPr>
        <w:tab/>
      </w:r>
      <w:r>
        <w:rPr>
          <w:rFonts w:ascii="Arial"/>
          <w:b/>
          <w:color w:val="4C4D4F"/>
          <w:spacing w:val="-7"/>
          <w:sz w:val="22"/>
        </w:rPr>
      </w:r>
      <w:r>
        <w:rPr>
          <w:rFonts w:ascii="Arial"/>
          <w:b/>
          <w:color w:val="4C4D4F"/>
          <w:sz w:val="22"/>
        </w:rPr>
        <w:t>.</w:t>
      </w:r>
      <w:r>
        <w:rPr>
          <w:rFonts w:ascii="Arial"/>
          <w:b/>
          <w:color w:val="4C4D4F"/>
          <w:sz w:val="22"/>
          <w:u w:val="single" w:color="231F20"/>
        </w:rPr>
        <w:tab/>
        <w:tab/>
      </w:r>
      <w:r>
        <w:rPr>
          <w:rFonts w:ascii="Arial"/>
          <w:b/>
          <w:color w:val="4C4D4F"/>
          <w:sz w:val="22"/>
        </w:rPr>
      </w:r>
      <w:r>
        <w:rPr>
          <w:rFonts w:ascii="Arial"/>
          <w:color w:val="4C4D4F"/>
          <w:sz w:val="22"/>
        </w:rPr>
        <w:t>cm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sz w:val="4"/>
          <w:szCs w:val="4"/>
        </w:rPr>
      </w:pPr>
    </w:p>
    <w:p>
      <w:pPr>
        <w:spacing w:line="200" w:lineRule="atLeast"/>
        <w:ind w:left="8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5.15pt;height:42.7pt;mso-position-horizontal-relative:char;mso-position-vertical-relative:line" coordorigin="0,0" coordsize="4303,854">
            <v:group style="position:absolute;left:10;top:372;width:4283;height:2" coordorigin="10,372" coordsize="4283,2">
              <v:shape style="position:absolute;left:10;top:372;width:4283;height:2" coordorigin="10,372" coordsize="4283,0" path="m10,372l4292,372e" filled="false" stroked="true" strokeweight="1pt" strokecolor="#231f20">
                <v:path arrowok="t"/>
              </v:shape>
            </v:group>
            <v:group style="position:absolute;left:311;top:12;width:2;height:369" coordorigin="311,12" coordsize="2,369">
              <v:shape style="position:absolute;left:311;top:12;width:2;height:369" coordorigin="311,12" coordsize="0,369" path="m311,12l311,381e" filled="false" stroked="true" strokeweight="1pt" strokecolor="#231f20">
                <v:path arrowok="t"/>
              </v:shape>
            </v:group>
            <v:group style="position:absolute;left:2508;top:12;width:2;height:513" coordorigin="2508,12" coordsize="2,513">
              <v:shape style="position:absolute;left:2508;top:12;width:2;height:513" coordorigin="2508,12" coordsize="0,513" path="m2508,12l2508,524e" filled="false" stroked="true" strokeweight="1.193pt" strokecolor="#231f20">
                <v:path arrowok="t"/>
              </v:shape>
            </v:group>
            <v:group style="position:absolute;left:1034;top:12;width:2;height:360" coordorigin="1034,12" coordsize="2,360">
              <v:shape style="position:absolute;left:1034;top:12;width:2;height:360" coordorigin="1034,12" coordsize="0,360" path="m1034,12l1034,372e" filled="false" stroked="true" strokeweight="1pt" strokecolor="#231f20">
                <v:path arrowok="t"/>
              </v:shape>
            </v:group>
            <v:group style="position:absolute;left:1783;top:12;width:2;height:360" coordorigin="1783,12" coordsize="2,360">
              <v:shape style="position:absolute;left:1783;top:12;width:2;height:360" coordorigin="1783,12" coordsize="0,360" path="m1783,12l1783,372e" filled="false" stroked="true" strokeweight="1pt" strokecolor="#231f20">
                <v:path arrowok="t"/>
              </v:shape>
            </v:group>
            <v:group style="position:absolute;left:3255;top:12;width:2;height:360" coordorigin="3255,12" coordsize="2,360">
              <v:shape style="position:absolute;left:3255;top:12;width:2;height:360" coordorigin="3255,12" coordsize="0,360" path="m3255,12l3255,372e" filled="false" stroked="true" strokeweight="1pt" strokecolor="#231f20">
                <v:path arrowok="t"/>
              </v:shape>
            </v:group>
            <v:group style="position:absolute;left:3991;top:12;width:2;height:360" coordorigin="3991,12" coordsize="2,360">
              <v:shape style="position:absolute;left:3991;top:12;width:2;height:360" coordorigin="3991,12" coordsize="0,360" path="m3991,12l3991,372e" filled="false" stroked="true" strokeweight="1pt" strokecolor="#231f20">
                <v:path arrowok="t"/>
              </v:shape>
            </v:group>
            <v:group style="position:absolute;left:4282;top:192;width:2;height:180" coordorigin="4282,192" coordsize="2,180">
              <v:shape style="position:absolute;left:4282;top:192;width:2;height:180" coordorigin="4282,192" coordsize="0,180" path="m4282,192l4282,372e" filled="false" stroked="true" strokeweight="1pt" strokecolor="#231f20">
                <v:path arrowok="t"/>
              </v:shape>
            </v:group>
            <v:group style="position:absolute;left:4209;top:192;width:2;height:180" coordorigin="4209,192" coordsize="2,180">
              <v:shape style="position:absolute;left:4209;top:192;width:2;height:180" coordorigin="4209,192" coordsize="0,180" path="m4209,192l4209,372e" filled="false" stroked="true" strokeweight="1pt" strokecolor="#231f20">
                <v:path arrowok="t"/>
              </v:shape>
            </v:group>
            <v:group style="position:absolute;left:4137;top:192;width:2;height:180" coordorigin="4137,192" coordsize="2,180">
              <v:shape style="position:absolute;left:4137;top:192;width:2;height:180" coordorigin="4137,192" coordsize="0,180" path="m4137,192l4137,372e" filled="false" stroked="true" strokeweight="1pt" strokecolor="#231f20">
                <v:path arrowok="t"/>
              </v:shape>
            </v:group>
            <v:group style="position:absolute;left:4064;top:192;width:2;height:180" coordorigin="4064,192" coordsize="2,180">
              <v:shape style="position:absolute;left:4064;top:192;width:2;height:180" coordorigin="4064,192" coordsize="0,180" path="m4064,192l4064,372e" filled="false" stroked="true" strokeweight="1pt" strokecolor="#231f20">
                <v:path arrowok="t"/>
              </v:shape>
            </v:group>
            <v:group style="position:absolute;left:3917;top:192;width:2;height:180" coordorigin="3917,192" coordsize="2,180">
              <v:shape style="position:absolute;left:3917;top:192;width:2;height:180" coordorigin="3917,192" coordsize="0,180" path="m3917,192l3917,372e" filled="false" stroked="true" strokeweight="1pt" strokecolor="#231f20">
                <v:path arrowok="t"/>
              </v:shape>
            </v:group>
            <v:group style="position:absolute;left:3842;top:192;width:2;height:180" coordorigin="3842,192" coordsize="2,180">
              <v:shape style="position:absolute;left:3842;top:192;width:2;height:180" coordorigin="3842,192" coordsize="0,180" path="m3842,192l3842,372e" filled="false" stroked="true" strokeweight="1pt" strokecolor="#231f20">
                <v:path arrowok="t"/>
              </v:shape>
            </v:group>
            <v:group style="position:absolute;left:3767;top:192;width:2;height:180" coordorigin="3767,192" coordsize="2,180">
              <v:shape style="position:absolute;left:3767;top:192;width:2;height:180" coordorigin="3767,192" coordsize="0,180" path="m3767,192l3767,372e" filled="false" stroked="true" strokeweight="1pt" strokecolor="#231f20">
                <v:path arrowok="t"/>
              </v:shape>
            </v:group>
            <v:group style="position:absolute;left:3692;top:192;width:2;height:180" coordorigin="3692,192" coordsize="2,180">
              <v:shape style="position:absolute;left:3692;top:192;width:2;height:180" coordorigin="3692,192" coordsize="0,180" path="m3692,192l3692,372e" filled="false" stroked="true" strokeweight="1pt" strokecolor="#231f20">
                <v:path arrowok="t"/>
              </v:shape>
            </v:group>
            <v:group style="position:absolute;left:3617;top:112;width:2;height:260" coordorigin="3617,112" coordsize="2,260">
              <v:shape style="position:absolute;left:3617;top:112;width:2;height:260" coordorigin="3617,112" coordsize="0,260" path="m3617,112l3617,372e" filled="false" stroked="true" strokeweight="1pt" strokecolor="#231f20">
                <v:path arrowok="t"/>
              </v:shape>
            </v:group>
            <v:group style="position:absolute;left:3545;top:192;width:2;height:180" coordorigin="3545,192" coordsize="2,180">
              <v:shape style="position:absolute;left:3545;top:192;width:2;height:180" coordorigin="3545,192" coordsize="0,180" path="m3545,192l3545,372e" filled="false" stroked="true" strokeweight="1pt" strokecolor="#231f20">
                <v:path arrowok="t"/>
              </v:shape>
            </v:group>
            <v:group style="position:absolute;left:3472;top:192;width:2;height:180" coordorigin="3472,192" coordsize="2,180">
              <v:shape style="position:absolute;left:3472;top:192;width:2;height:180" coordorigin="3472,192" coordsize="0,180" path="m3472,192l3472,372e" filled="false" stroked="true" strokeweight="1pt" strokecolor="#231f20">
                <v:path arrowok="t"/>
              </v:shape>
            </v:group>
            <v:group style="position:absolute;left:1602;top:832;width:1785;height:2" coordorigin="1602,832" coordsize="1785,2">
              <v:shape style="position:absolute;left:1602;top:832;width:1785;height:2" coordorigin="1602,832" coordsize="1785,0" path="m1602,832l3386,832e" filled="false" stroked="true" strokeweight="1pt" strokecolor="#231f20">
                <v:path arrowok="t"/>
              </v:shape>
            </v:group>
            <v:group style="position:absolute;left:3388;top:192;width:2;height:640" coordorigin="3388,192" coordsize="2,640">
              <v:shape style="position:absolute;left:3388;top:192;width:2;height:640" coordorigin="3388,192" coordsize="0,640" path="m3388,192l3388,832e" filled="false" stroked="true" strokeweight="2.1908pt" strokecolor="#231f20">
                <v:path arrowok="t"/>
              </v:shape>
            </v:group>
            <v:group style="position:absolute;left:3328;top:192;width:2;height:180" coordorigin="3328,192" coordsize="2,180">
              <v:shape style="position:absolute;left:3328;top:192;width:2;height:180" coordorigin="3328,192" coordsize="0,180" path="m3328,192l3328,372e" filled="false" stroked="true" strokeweight="1pt" strokecolor="#231f20">
                <v:path arrowok="t"/>
              </v:shape>
            </v:group>
            <v:group style="position:absolute;left:3180;top:192;width:2;height:180" coordorigin="3180,192" coordsize="2,180">
              <v:shape style="position:absolute;left:3180;top:192;width:2;height:180" coordorigin="3180,192" coordsize="0,180" path="m3180,192l3180,372e" filled="false" stroked="true" strokeweight="1pt" strokecolor="#231f20">
                <v:path arrowok="t"/>
              </v:shape>
            </v:group>
            <v:group style="position:absolute;left:3105;top:192;width:2;height:180" coordorigin="3105,192" coordsize="2,180">
              <v:shape style="position:absolute;left:3105;top:192;width:2;height:180" coordorigin="3105,192" coordsize="0,180" path="m3105,192l3105,372e" filled="false" stroked="true" strokeweight="1pt" strokecolor="#231f20">
                <v:path arrowok="t"/>
              </v:shape>
            </v:group>
            <v:group style="position:absolute;left:3030;top:192;width:2;height:180" coordorigin="3030,192" coordsize="2,180">
              <v:shape style="position:absolute;left:3030;top:192;width:2;height:180" coordorigin="3030,192" coordsize="0,180" path="m3030,192l3030,372e" filled="false" stroked="true" strokeweight="1pt" strokecolor="#231f20">
                <v:path arrowok="t"/>
              </v:shape>
            </v:group>
            <v:group style="position:absolute;left:2956;top:192;width:2;height:180" coordorigin="2956,192" coordsize="2,180">
              <v:shape style="position:absolute;left:2956;top:192;width:2;height:180" coordorigin="2956,192" coordsize="0,180" path="m2956,192l2956,372e" filled="false" stroked="true" strokeweight="1pt" strokecolor="#231f20">
                <v:path arrowok="t"/>
              </v:shape>
            </v:group>
            <v:group style="position:absolute;left:2895;top:112;width:2;height:520" coordorigin="2895,112" coordsize="2,520">
              <v:shape style="position:absolute;left:2895;top:112;width:2;height:520" coordorigin="2895,112" coordsize="0,520" path="m2895,112l2895,631e" filled="false" stroked="true" strokeweight="2.441pt" strokecolor="#231f20">
                <v:path arrowok="t"/>
              </v:shape>
            </v:group>
            <v:group style="position:absolute;left:2806;top:192;width:2;height:180" coordorigin="2806,192" coordsize="2,180">
              <v:shape style="position:absolute;left:2806;top:192;width:2;height:180" coordorigin="2806,192" coordsize="0,180" path="m2806,192l2806,372e" filled="false" stroked="true" strokeweight="1pt" strokecolor="#231f20">
                <v:path arrowok="t"/>
              </v:shape>
            </v:group>
            <v:group style="position:absolute;left:2716;top:192;width:2;height:326" coordorigin="2716,192" coordsize="2,326">
              <v:shape style="position:absolute;left:2716;top:192;width:2;height:326" coordorigin="2716,192" coordsize="0,326" path="m2716,192l2716,518e" filled="false" stroked="true" strokeweight="2.471500pt" strokecolor="#231f20">
                <v:path arrowok="t"/>
              </v:shape>
            </v:group>
            <v:group style="position:absolute;left:2643;top:192;width:2;height:333" coordorigin="2643,192" coordsize="2,333">
              <v:shape style="position:absolute;left:2643;top:192;width:2;height:333" coordorigin="2643,192" coordsize="0,333" path="m2643,192l2643,524e" filled="false" stroked="true" strokeweight="2.314pt" strokecolor="#231f20">
                <v:path arrowok="t"/>
              </v:shape>
            </v:group>
            <v:group style="position:absolute;left:2577;top:192;width:2;height:446" coordorigin="2577,192" coordsize="2,446">
              <v:shape style="position:absolute;left:2577;top:192;width:2;height:446" coordorigin="2577,192" coordsize="0,446" path="m2577,192l2577,638e" filled="false" stroked="true" strokeweight="1.367pt" strokecolor="#231f20">
                <v:path arrowok="t"/>
              </v:shape>
            </v:group>
            <v:group style="position:absolute;left:961;top:192;width:2;height:180" coordorigin="961,192" coordsize="2,180">
              <v:shape style="position:absolute;left:961;top:192;width:2;height:180" coordorigin="961,192" coordsize="0,180" path="m961,192l961,372e" filled="false" stroked="true" strokeweight="1pt" strokecolor="#231f20">
                <v:path arrowok="t"/>
              </v:shape>
            </v:group>
            <v:group style="position:absolute;left:889;top:192;width:2;height:180" coordorigin="889,192" coordsize="2,180">
              <v:shape style="position:absolute;left:889;top:192;width:2;height:180" coordorigin="889,192" coordsize="0,180" path="m889,192l889,372e" filled="false" stroked="true" strokeweight="1pt" strokecolor="#231f20">
                <v:path arrowok="t"/>
              </v:shape>
            </v:group>
            <v:group style="position:absolute;left:817;top:192;width:2;height:180" coordorigin="817,192" coordsize="2,180">
              <v:shape style="position:absolute;left:817;top:192;width:2;height:180" coordorigin="817,192" coordsize="0,180" path="m817,192l817,372e" filled="false" stroked="true" strokeweight="1pt" strokecolor="#231f20">
                <v:path arrowok="t"/>
              </v:shape>
            </v:group>
            <v:group style="position:absolute;left:744;top:192;width:2;height:180" coordorigin="744,192" coordsize="2,180">
              <v:shape style="position:absolute;left:744;top:192;width:2;height:180" coordorigin="744,192" coordsize="0,180" path="m744,192l744,372e" filled="false" stroked="true" strokeweight="1pt" strokecolor="#231f20">
                <v:path arrowok="t"/>
              </v:shape>
            </v:group>
            <v:group style="position:absolute;left:672;top:112;width:2;height:260" coordorigin="672,112" coordsize="2,260">
              <v:shape style="position:absolute;left:672;top:112;width:2;height:260" coordorigin="672,112" coordsize="0,260" path="m672,112l672,372e" filled="false" stroked="true" strokeweight="1pt" strokecolor="#231f20">
                <v:path arrowok="t"/>
              </v:shape>
            </v:group>
            <v:group style="position:absolute;left:600;top:192;width:2;height:180" coordorigin="600,192" coordsize="2,180">
              <v:shape style="position:absolute;left:600;top:192;width:2;height:180" coordorigin="600,192" coordsize="0,180" path="m600,192l600,372e" filled="false" stroked="true" strokeweight="1pt" strokecolor="#231f20">
                <v:path arrowok="t"/>
              </v:shape>
            </v:group>
            <v:group style="position:absolute;left:528;top:192;width:2;height:180" coordorigin="528,192" coordsize="2,180">
              <v:shape style="position:absolute;left:528;top:192;width:2;height:180" coordorigin="528,192" coordsize="0,180" path="m528,192l528,372e" filled="false" stroked="true" strokeweight="1pt" strokecolor="#231f20">
                <v:path arrowok="t"/>
              </v:shape>
            </v:group>
            <v:group style="position:absolute;left:455;top:192;width:2;height:180" coordorigin="455,192" coordsize="2,180">
              <v:shape style="position:absolute;left:455;top:192;width:2;height:180" coordorigin="455,192" coordsize="0,180" path="m455,192l455,372e" filled="false" stroked="true" strokeweight="1pt" strokecolor="#231f20">
                <v:path arrowok="t"/>
              </v:shape>
            </v:group>
            <v:group style="position:absolute;left:383;top:192;width:2;height:180" coordorigin="383,192" coordsize="2,180">
              <v:shape style="position:absolute;left:383;top:192;width:2;height:180" coordorigin="383,192" coordsize="0,180" path="m383,192l383,372e" filled="false" stroked="true" strokeweight="1pt" strokecolor="#231f20">
                <v:path arrowok="t"/>
              </v:shape>
            </v:group>
            <v:group style="position:absolute;left:1708;top:192;width:2;height:180" coordorigin="1708,192" coordsize="2,180">
              <v:shape style="position:absolute;left:1708;top:192;width:2;height:180" coordorigin="1708,192" coordsize="0,180" path="m1708,192l1708,372e" filled="false" stroked="true" strokeweight="1pt" strokecolor="#231f20">
                <v:path arrowok="t"/>
              </v:shape>
            </v:group>
            <v:group style="position:absolute;left:1622;top:192;width:2;height:640" coordorigin="1622,192" coordsize="2,640">
              <v:shape style="position:absolute;left:1622;top:192;width:2;height:640" coordorigin="1622,192" coordsize="0,640" path="m1622,192l1622,832e" filled="false" stroked="true" strokeweight="2.094800pt" strokecolor="#231f20">
                <v:path arrowok="t"/>
              </v:shape>
            </v:group>
            <v:group style="position:absolute;left:1558;top:192;width:2;height:180" coordorigin="1558,192" coordsize="2,180">
              <v:shape style="position:absolute;left:1558;top:192;width:2;height:180" coordorigin="1558,192" coordsize="0,180" path="m1558,192l1558,372e" filled="false" stroked="true" strokeweight="1pt" strokecolor="#231f20">
                <v:path arrowok="t"/>
              </v:shape>
            </v:group>
            <v:group style="position:absolute;left:1483;top:192;width:2;height:180" coordorigin="1483,192" coordsize="2,180">
              <v:shape style="position:absolute;left:1483;top:192;width:2;height:180" coordorigin="1483,192" coordsize="0,180" path="m1483,192l1483,372e" filled="false" stroked="true" strokeweight="1pt" strokecolor="#231f20">
                <v:path arrowok="t"/>
              </v:shape>
            </v:group>
            <v:group style="position:absolute;left:1408;top:112;width:2;height:260" coordorigin="1408,112" coordsize="2,260">
              <v:shape style="position:absolute;left:1408;top:112;width:2;height:260" coordorigin="1408,112" coordsize="0,260" path="m1408,112l1408,372e" filled="false" stroked="true" strokeweight="1pt" strokecolor="#231f20">
                <v:path arrowok="t"/>
              </v:shape>
            </v:group>
            <v:group style="position:absolute;left:1333;top:192;width:2;height:180" coordorigin="1333,192" coordsize="2,180">
              <v:shape style="position:absolute;left:1333;top:192;width:2;height:180" coordorigin="1333,192" coordsize="0,180" path="m1333,192l1333,372e" filled="false" stroked="true" strokeweight="1pt" strokecolor="#231f20">
                <v:path arrowok="t"/>
              </v:shape>
            </v:group>
            <v:group style="position:absolute;left:1259;top:192;width:2;height:180" coordorigin="1259,192" coordsize="2,180">
              <v:shape style="position:absolute;left:1259;top:192;width:2;height:180" coordorigin="1259,192" coordsize="0,180" path="m1259,192l1259,372e" filled="false" stroked="true" strokeweight="1pt" strokecolor="#231f20">
                <v:path arrowok="t"/>
              </v:shape>
            </v:group>
            <v:group style="position:absolute;left:1184;top:192;width:2;height:180" coordorigin="1184,192" coordsize="2,180">
              <v:shape style="position:absolute;left:1184;top:192;width:2;height:180" coordorigin="1184,192" coordsize="0,180" path="m1184,192l1184,372e" filled="false" stroked="true" strokeweight="1pt" strokecolor="#231f20">
                <v:path arrowok="t"/>
              </v:shape>
            </v:group>
            <v:group style="position:absolute;left:1109;top:192;width:2;height:180" coordorigin="1109,192" coordsize="2,180">
              <v:shape style="position:absolute;left:1109;top:192;width:2;height:180" coordorigin="1109,192" coordsize="0,180" path="m1109,192l1109,372e" filled="false" stroked="true" strokeweight="1pt" strokecolor="#231f20">
                <v:path arrowok="t"/>
              </v:shape>
            </v:group>
            <v:group style="position:absolute;left:2440;top:192;width:2;height:333" coordorigin="2440,192" coordsize="2,333">
              <v:shape style="position:absolute;left:2440;top:192;width:2;height:333" coordorigin="2440,192" coordsize="0,333" path="m2440,192l2440,524e" filled="false" stroked="true" strokeweight="1.624pt" strokecolor="#231f20">
                <v:path arrowok="t"/>
              </v:shape>
            </v:group>
            <v:group style="position:absolute;left:2372;top:192;width:2;height:333" coordorigin="2372,192" coordsize="2,333">
              <v:shape style="position:absolute;left:2372;top:192;width:2;height:333" coordorigin="2372,192" coordsize="0,333" path="m2372,192l2372,524e" filled="false" stroked="true" strokeweight="2.054pt" strokecolor="#231f20">
                <v:path arrowok="t"/>
              </v:shape>
            </v:group>
            <v:group style="position:absolute;left:2304;top:192;width:2;height:333" coordorigin="2304,192" coordsize="2,333">
              <v:shape style="position:absolute;left:2304;top:192;width:2;height:333" coordorigin="2304,192" coordsize="0,333" path="m2304,192l2304,524e" filled="false" stroked="true" strokeweight="2.485pt" strokecolor="#231f20">
                <v:path arrowok="t"/>
              </v:shape>
            </v:group>
            <v:group style="position:absolute;left:2217;top:192;width:2;height:180" coordorigin="2217,192" coordsize="2,180">
              <v:shape style="position:absolute;left:2217;top:192;width:2;height:180" coordorigin="2217,192" coordsize="0,180" path="m2217,192l2217,372e" filled="false" stroked="true" strokeweight="1pt" strokecolor="#231f20">
                <v:path arrowok="t"/>
              </v:shape>
            </v:group>
            <v:group style="position:absolute;left:2144;top:112;width:2;height:260" coordorigin="2144,112" coordsize="2,260">
              <v:shape style="position:absolute;left:2144;top:112;width:2;height:260" coordorigin="2144,112" coordsize="0,260" path="m2144,112l2144,372e" filled="false" stroked="true" strokeweight="1pt" strokecolor="#231f20">
                <v:path arrowok="t"/>
              </v:shape>
            </v:group>
            <v:group style="position:absolute;left:2072;top:192;width:2;height:180" coordorigin="2072,192" coordsize="2,180">
              <v:shape style="position:absolute;left:2072;top:192;width:2;height:180" coordorigin="2072,192" coordsize="0,180" path="m2072,192l2072,372e" filled="false" stroked="true" strokeweight="1pt" strokecolor="#231f20">
                <v:path arrowok="t"/>
              </v:shape>
            </v:group>
            <v:group style="position:absolute;left:2000;top:192;width:2;height:180" coordorigin="2000,192" coordsize="2,180">
              <v:shape style="position:absolute;left:2000;top:192;width:2;height:180" coordorigin="2000,192" coordsize="0,180" path="m2000,192l2000,372e" filled="false" stroked="true" strokeweight="1pt" strokecolor="#231f20">
                <v:path arrowok="t"/>
              </v:shape>
            </v:group>
            <v:group style="position:absolute;left:1928;top:192;width:2;height:180" coordorigin="1928,192" coordsize="2,180">
              <v:shape style="position:absolute;left:1928;top:192;width:2;height:180" coordorigin="1928,192" coordsize="0,180" path="m1928,192l1928,372e" filled="false" stroked="true" strokeweight="1pt" strokecolor="#231f20">
                <v:path arrowok="t"/>
              </v:shape>
            </v:group>
            <v:group style="position:absolute;left:1855;top:192;width:2;height:180" coordorigin="1855,192" coordsize="2,180">
              <v:shape style="position:absolute;left:1855;top:192;width:2;height:180" coordorigin="1855,192" coordsize="0,180" path="m1855,192l1855,372e" filled="false" stroked="true" strokeweight="1pt" strokecolor="#231f20">
                <v:path arrowok="t"/>
              </v:shape>
            </v:group>
            <v:group style="position:absolute;left:238;top:192;width:2;height:180" coordorigin="238,192" coordsize="2,180">
              <v:shape style="position:absolute;left:238;top:192;width:2;height:180" coordorigin="238,192" coordsize="0,180" path="m238,192l238,372e" filled="false" stroked="true" strokeweight="1pt" strokecolor="#231f20">
                <v:path arrowok="t"/>
              </v:shape>
            </v:group>
            <v:group style="position:absolute;left:165;top:192;width:2;height:180" coordorigin="165,192" coordsize="2,180">
              <v:shape style="position:absolute;left:165;top:192;width:2;height:180" coordorigin="165,192" coordsize="0,180" path="m165,192l165,372e" filled="false" stroked="true" strokeweight="1pt" strokecolor="#231f20">
                <v:path arrowok="t"/>
              </v:shape>
            </v:group>
            <v:group style="position:absolute;left:93;top:192;width:2;height:180" coordorigin="93,192" coordsize="2,180">
              <v:shape style="position:absolute;left:93;top:192;width:2;height:180" coordorigin="93,192" coordsize="0,180" path="m93,192l93,372e" filled="false" stroked="true" strokeweight="1pt" strokecolor="#231f20">
                <v:path arrowok="t"/>
              </v:shape>
            </v:group>
            <v:group style="position:absolute;left:20;top:191;width:2;height:180" coordorigin="20,191" coordsize="2,180">
              <v:shape style="position:absolute;left:20;top:191;width:2;height:180" coordorigin="20,191" coordsize="0,180" path="m20,191l20,371e" filled="false" stroked="true" strokeweight="1pt" strokecolor="#231f20">
                <v:path arrowok="t"/>
              </v:shape>
            </v:group>
            <v:group style="position:absolute;left:2255;top:378;width:2;height:254" coordorigin="2255,378" coordsize="2,254">
              <v:shape style="position:absolute;left:2255;top:378;width:2;height:254" coordorigin="2255,378" coordsize="0,254" path="m2255,378l2255,631e" filled="false" stroked="true" strokeweight="1pt" strokecolor="#231f20">
                <v:path arrowok="t"/>
              </v:shape>
            </v:group>
            <v:group style="position:absolute;left:2773;top:378;width:2;height:147" coordorigin="2773,378" coordsize="2,147">
              <v:shape style="position:absolute;left:2773;top:378;width:2;height:147" coordorigin="2773,378" coordsize="0,147" path="m2773,378l2773,524e" filled="false" stroked="true" strokeweight="1pt" strokecolor="#231f20">
                <v:path arrowok="t"/>
              </v:shape>
            </v:group>
            <v:group style="position:absolute;left:2845;top:378;width:2;height:147" coordorigin="2845,378" coordsize="2,147">
              <v:shape style="position:absolute;left:2845;top:378;width:2;height:147" coordorigin="2845,378" coordsize="0,147" path="m2845,378l2845,524e" filled="false" stroked="true" strokeweight="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tabs>
          <w:tab w:pos="5599" w:val="left" w:leader="none"/>
          <w:tab w:pos="6132" w:val="left" w:leader="none"/>
          <w:tab w:pos="6848" w:val="left" w:leader="none"/>
          <w:tab w:pos="7442" w:val="left" w:leader="none"/>
        </w:tabs>
        <w:spacing w:before="0"/>
        <w:ind w:left="5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98.781998pt;margin-top:3.499695pt;width:3.2pt;height:8.65pt;mso-position-horizontal-relative:page;mso-position-vertical-relative:paragraph;z-index:-53872" coordorigin="1976,70" coordsize="64,173">
            <v:shape style="position:absolute;left:1976;top:70;width:64;height:173" coordorigin="1976,70" coordsize="64,173" path="m2039,108l2018,108,2018,242,2039,242,2039,108xe" filled="true" fillcolor="#231f20" stroked="false">
              <v:path arrowok="t"/>
              <v:fill type="solid"/>
            </v:shape>
            <v:shape style="position:absolute;left:1976;top:70;width:64;height:173" coordorigin="1976,70" coordsize="64,173" path="m2039,70l2025,70,2022,77,2015,85,1998,101,1987,108,1976,113,1976,134,2018,108,2039,108,2039,70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4.520706pt;margin-top:3.500911pt;width:5.7pt;height:8.65pt;mso-position-horizontal-relative:page;mso-position-vertical-relative:paragraph;z-index:-53848" coordorigin="2690,70" coordsize="114,173">
            <v:shape style="position:absolute;left:2690;top:70;width:114;height:173" coordorigin="2690,70" coordsize="114,173" path="m2793,87l2759,87,2767,90,2779,102,2782,109,2782,125,2735,179,2722,189,2713,197,2701,212,2696,220,2693,228,2691,233,2690,237,2691,242,2804,242,2804,222,2720,222,2722,218,2725,215,2732,207,2740,200,2758,185,2774,171,2804,104,2799,93,2793,87xe" filled="true" fillcolor="#231f20" stroked="false">
              <v:path arrowok="t"/>
              <v:fill type="solid"/>
            </v:shape>
            <v:shape style="position:absolute;left:2690;top:70;width:114;height:173" coordorigin="2690,70" coordsize="114,173" path="m2749,70l2728,73,2711,83,2700,99,2695,120,2716,122,2716,111,2719,103,2732,90,2740,87,2793,87,2787,82,2771,73,2749,70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1.360107pt;margin-top:3.500095pt;width:5.65pt;height:8.8pt;mso-position-horizontal-relative:page;mso-position-vertical-relative:paragraph;z-index:-53824" coordorigin="3427,70" coordsize="113,176">
            <v:shape style="position:absolute;left:3427;top:70;width:113;height:176" coordorigin="3427,70" coordsize="113,176" path="m3448,194l3427,197,3428,201,3434,219,3448,235,3465,243,3488,245,3508,240,3524,229,3525,228,3474,228,3466,225,3455,215,3451,206,3448,194xe" filled="true" fillcolor="#231f20" stroked="false">
              <v:path arrowok="t"/>
              <v:fill type="solid"/>
            </v:shape>
            <v:shape style="position:absolute;left:3427;top:70;width:113;height:176" coordorigin="3427,70" coordsize="113,176" path="m3527,159l3493,159,3502,162,3514,175,3517,183,3517,202,3514,211,3500,225,3492,228,3525,228,3536,212,3540,192,3540,181,3537,171,3527,159xe" filled="true" fillcolor="#231f20" stroked="false">
              <v:path arrowok="t"/>
              <v:fill type="solid"/>
            </v:shape>
            <v:shape style="position:absolute;left:3427;top:70;width:113;height:176" coordorigin="3427,70" coordsize="113,176" path="m3522,87l3490,87,3497,90,3507,100,3510,106,3510,124,3506,131,3492,141,3484,143,3471,143,3469,161,3475,160,3480,159,3527,159,3526,157,3518,152,3508,149,3515,146,3519,143,3474,143,3471,143,3519,143,3521,141,3529,129,3531,122,3531,106,3529,99,3522,87xe" filled="true" fillcolor="#231f20" stroked="false">
              <v:path arrowok="t"/>
              <v:fill type="solid"/>
            </v:shape>
            <v:shape style="position:absolute;left:3427;top:70;width:113;height:176" coordorigin="3427,70" coordsize="113,176" path="m3490,70l3467,70,3456,74,3438,89,3432,100,3429,115,3450,118,3452,108,3455,100,3466,90,3473,87,3522,87,3521,86,3515,80,3499,72,3490,70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07.686996pt;margin-top:3.535295pt;width:5.95pt;height:8.6pt;mso-position-horizontal-relative:page;mso-position-vertical-relative:paragraph;z-index:-53800" coordorigin="4154,71" coordsize="119,172">
            <v:shape style="position:absolute;left:4154;top:71;width:119;height:172" coordorigin="4154,71" coordsize="119,172" path="m4249,201l4228,201,4228,242,4249,242,4249,201xe" filled="true" fillcolor="#231f20" stroked="false">
              <v:path arrowok="t"/>
              <v:fill type="solid"/>
            </v:shape>
            <v:shape style="position:absolute;left:4154;top:71;width:119;height:172" coordorigin="4154,71" coordsize="119,172" path="m4249,71l4232,71,4154,182,4154,201,4273,201,4273,182,4174,182,4228,105,4249,105,4249,71xe" filled="true" fillcolor="#231f20" stroked="false">
              <v:path arrowok="t"/>
              <v:fill type="solid"/>
            </v:shape>
            <v:shape style="position:absolute;left:4154;top:71;width:119;height:172" coordorigin="4154,71" coordsize="119,172" path="m4249,105l4228,105,4228,182,4249,182,4249,105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44.695007pt;margin-top:3.651695pt;width:5.7pt;height:8.550pt;mso-position-horizontal-relative:page;mso-position-vertical-relative:paragraph;z-index:-53776" coordorigin="4894,73" coordsize="114,171">
            <v:shape style="position:absolute;left:4894;top:73;width:114;height:171" coordorigin="4894,73" coordsize="114,171" path="m4916,196l4894,197,4895,205,4903,221,4920,238,4937,243,4964,244,4982,236,4989,228,4941,228,4933,225,4921,215,4918,206,4916,196xe" filled="true" fillcolor="#231f20" stroked="false">
              <v:path arrowok="t"/>
              <v:fill type="solid"/>
            </v:shape>
            <v:shape style="position:absolute;left:4894;top:73;width:114;height:171" coordorigin="4894,73" coordsize="114,171" path="m4994,147l4960,147,4969,151,4982,165,4985,174,4985,199,4982,209,4968,224,4959,228,4989,228,4998,220,5005,202,5008,180,5003,160,4994,147xe" filled="true" fillcolor="#231f20" stroked="false">
              <v:path arrowok="t"/>
              <v:fill type="solid"/>
            </v:shape>
            <v:shape style="position:absolute;left:4894;top:73;width:114;height:171" coordorigin="4894,73" coordsize="114,171" path="m5000,73l4914,73,4898,161,4917,164,4921,159,4925,155,4936,149,4942,147,4994,147,4992,143,4985,139,4922,139,4931,93,5000,93,5000,73xe" filled="true" fillcolor="#231f20" stroked="false">
              <v:path arrowok="t"/>
              <v:fill type="solid"/>
            </v:shape>
            <v:shape style="position:absolute;left:4894;top:73;width:114;height:171" coordorigin="4894,73" coordsize="114,171" path="m4954,129l4943,129,4932,132,4922,139,4985,139,4975,132,4954,129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1.354950pt;margin-top:3.562424pt;width:5.65pt;height:8.75pt;mso-position-horizontal-relative:page;mso-position-vertical-relative:paragraph;z-index:-53752" coordorigin="5627,71" coordsize="113,175">
            <v:shape style="position:absolute;left:5627;top:71;width:113;height:175" coordorigin="5627,71" coordsize="113,175" path="m5675,71l5630,125,5627,177,5630,198,5637,216,5648,231,5666,242,5686,245,5697,245,5706,243,5722,233,5727,228,5680,228,5674,226,5663,219,5659,214,5652,201,5651,194,5651,176,5654,167,5667,154,5648,154,5669,93,5674,89,5680,87,5725,87,5717,78,5701,72,5675,71xe" filled="true" fillcolor="#231f20" stroked="false">
              <v:path arrowok="t"/>
              <v:fill type="solid"/>
            </v:shape>
            <v:shape style="position:absolute;left:5627;top:71;width:113;height:175" coordorigin="5627,71" coordsize="113,175" path="m5727,150l5695,150,5703,153,5715,167,5718,176,5718,200,5715,210,5702,224,5695,228,5727,228,5728,226,5738,208,5740,198,5740,184,5736,163,5727,150xe" filled="true" fillcolor="#231f20" stroked="false">
              <v:path arrowok="t"/>
              <v:fill type="solid"/>
            </v:shape>
            <v:shape style="position:absolute;left:5627;top:71;width:113;height:175" coordorigin="5627,71" coordsize="113,175" path="m5703,131l5681,131,5673,133,5659,140,5653,146,5648,154,5667,154,5667,153,5675,150,5727,150,5725,147,5715,136,5703,131xe" filled="true" fillcolor="#231f20" stroked="false">
              <v:path arrowok="t"/>
              <v:fill type="solid"/>
            </v:shape>
            <v:shape style="position:absolute;left:5627;top:71;width:113;height:175" coordorigin="5627,71" coordsize="113,175" path="m5725,87l5695,87,5702,90,5708,96,5711,100,5714,106,5716,114,5737,113,5731,94,5725,87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rFonts w:ascii="Arial"/>
          <w:color w:val="4C4D4F"/>
          <w:spacing w:val="-1"/>
          <w:w w:val="95"/>
          <w:sz w:val="22"/>
        </w:rPr>
        <w:t>2.</w:t>
        <w:tab/>
      </w:r>
      <w:r>
        <w:rPr>
          <w:rFonts w:ascii="Arial"/>
          <w:b/>
          <w:color w:val="4C4D4F"/>
          <w:spacing w:val="-1"/>
          <w:w w:val="95"/>
          <w:sz w:val="22"/>
        </w:rPr>
      </w:r>
      <w:r>
        <w:rPr>
          <w:rFonts w:ascii="Arial"/>
          <w:b/>
          <w:color w:val="4C4D4F"/>
          <w:spacing w:val="-1"/>
          <w:w w:val="95"/>
          <w:sz w:val="22"/>
          <w:u w:val="single" w:color="231F20"/>
        </w:rPr>
        <w:tab/>
      </w:r>
      <w:r>
        <w:rPr>
          <w:rFonts w:ascii="Arial"/>
          <w:b/>
          <w:color w:val="4C4D4F"/>
          <w:spacing w:val="-1"/>
          <w:w w:val="95"/>
          <w:sz w:val="22"/>
        </w:rPr>
      </w:r>
      <w:r>
        <w:rPr>
          <w:rFonts w:ascii="Arial"/>
          <w:b/>
          <w:color w:val="4C4D4F"/>
          <w:sz w:val="22"/>
        </w:rPr>
        <w:t>.</w:t>
      </w:r>
      <w:r>
        <w:rPr>
          <w:rFonts w:ascii="Arial"/>
          <w:b/>
          <w:color w:val="4C4D4F"/>
          <w:sz w:val="22"/>
          <w:u w:val="single" w:color="231F20"/>
        </w:rPr>
        <w:tab/>
        <w:tab/>
      </w:r>
      <w:r>
        <w:rPr>
          <w:rFonts w:ascii="Arial"/>
          <w:b/>
          <w:color w:val="4C4D4F"/>
          <w:sz w:val="22"/>
        </w:rPr>
      </w:r>
      <w:r>
        <w:rPr>
          <w:rFonts w:ascii="Arial"/>
          <w:color w:val="4C4D4F"/>
          <w:sz w:val="22"/>
        </w:rPr>
        <w:t>cm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8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1.95pt;height:42.15pt;mso-position-horizontal-relative:char;mso-position-vertical-relative:line" coordorigin="0,0" coordsize="4239,843">
            <v:group style="position:absolute;left:10;top:371;width:4219;height:2" coordorigin="10,371" coordsize="4219,2">
              <v:shape style="position:absolute;left:10;top:371;width:4219;height:2" coordorigin="10,371" coordsize="4219,0" path="m10,371l4228,371e" filled="false" stroked="true" strokeweight="1pt" strokecolor="#231f20">
                <v:path arrowok="t"/>
              </v:shape>
            </v:group>
            <v:group style="position:absolute;left:247;top:11;width:2;height:369" coordorigin="247,11" coordsize="2,369">
              <v:shape style="position:absolute;left:247;top:11;width:2;height:369" coordorigin="247,11" coordsize="0,369" path="m247,11l247,380e" filled="false" stroked="true" strokeweight="1pt" strokecolor="#231f20">
                <v:path arrowok="t"/>
              </v:shape>
            </v:group>
            <v:group style="position:absolute;left:2442;top:11;width:2;height:360" coordorigin="2442,11" coordsize="2,360">
              <v:shape style="position:absolute;left:2442;top:11;width:2;height:360" coordorigin="2442,11" coordsize="0,360" path="m2442,11l2442,371e" filled="false" stroked="true" strokeweight="1pt" strokecolor="#231f20">
                <v:path arrowok="t"/>
              </v:shape>
            </v:group>
            <v:group style="position:absolute;left:970;top:11;width:2;height:360" coordorigin="970,11" coordsize="2,360">
              <v:shape style="position:absolute;left:970;top:11;width:2;height:360" coordorigin="970,11" coordsize="0,360" path="m970,11l970,371e" filled="false" stroked="true" strokeweight="1pt" strokecolor="#231f20">
                <v:path arrowok="t"/>
              </v:shape>
            </v:group>
            <v:group style="position:absolute;left:1720;top:11;width:2;height:513" coordorigin="1720,11" coordsize="2,513">
              <v:shape style="position:absolute;left:1720;top:11;width:2;height:513" coordorigin="1720,11" coordsize="0,513" path="m1720,11l1720,524e" filled="false" stroked="true" strokeweight="1.1215pt" strokecolor="#231f20">
                <v:path arrowok="t"/>
              </v:shape>
            </v:group>
            <v:group style="position:absolute;left:3191;top:11;width:2;height:360" coordorigin="3191,11" coordsize="2,360">
              <v:shape style="position:absolute;left:3191;top:11;width:2;height:360" coordorigin="3191,11" coordsize="0,360" path="m3191,11l3191,371e" filled="false" stroked="true" strokeweight="1pt" strokecolor="#231f20">
                <v:path arrowok="t"/>
              </v:shape>
            </v:group>
            <v:group style="position:absolute;left:3928;top:11;width:2;height:360" coordorigin="3928,11" coordsize="2,360">
              <v:shape style="position:absolute;left:3928;top:11;width:2;height:360" coordorigin="3928,11" coordsize="0,360" path="m3928,11l3928,371e" filled="false" stroked="true" strokeweight="1pt" strokecolor="#231f20">
                <v:path arrowok="t"/>
              </v:shape>
            </v:group>
            <v:group style="position:absolute;left:4218;top:191;width:2;height:180" coordorigin="4218,191" coordsize="2,180">
              <v:shape style="position:absolute;left:4218;top:191;width:2;height:180" coordorigin="4218,191" coordsize="0,180" path="m4218,191l4218,371e" filled="false" stroked="true" strokeweight="1pt" strokecolor="#231f20">
                <v:path arrowok="t"/>
              </v:shape>
            </v:group>
            <v:group style="position:absolute;left:4146;top:191;width:2;height:180" coordorigin="4146,191" coordsize="2,180">
              <v:shape style="position:absolute;left:4146;top:191;width:2;height:180" coordorigin="4146,191" coordsize="0,180" path="m4146,191l4146,371e" filled="false" stroked="true" strokeweight="1pt" strokecolor="#231f20">
                <v:path arrowok="t"/>
              </v:shape>
            </v:group>
            <v:group style="position:absolute;left:4073;top:191;width:2;height:180" coordorigin="4073,191" coordsize="2,180">
              <v:shape style="position:absolute;left:4073;top:191;width:2;height:180" coordorigin="4073,191" coordsize="0,180" path="m4073,191l4073,371e" filled="false" stroked="true" strokeweight="1pt" strokecolor="#231f20">
                <v:path arrowok="t"/>
              </v:shape>
            </v:group>
            <v:group style="position:absolute;left:4000;top:191;width:2;height:180" coordorigin="4000,191" coordsize="2,180">
              <v:shape style="position:absolute;left:4000;top:191;width:2;height:180" coordorigin="4000,191" coordsize="0,180" path="m4000,191l4000,371e" filled="false" stroked="true" strokeweight="1pt" strokecolor="#231f20">
                <v:path arrowok="t"/>
              </v:shape>
            </v:group>
            <v:group style="position:absolute;left:3853;top:191;width:2;height:180" coordorigin="3853,191" coordsize="2,180">
              <v:shape style="position:absolute;left:3853;top:191;width:2;height:180" coordorigin="3853,191" coordsize="0,180" path="m3853,191l3853,371e" filled="false" stroked="true" strokeweight="1pt" strokecolor="#231f20">
                <v:path arrowok="t"/>
              </v:shape>
            </v:group>
            <v:group style="position:absolute;left:3778;top:191;width:2;height:180" coordorigin="3778,191" coordsize="2,180">
              <v:shape style="position:absolute;left:3778;top:191;width:2;height:180" coordorigin="3778,191" coordsize="0,180" path="m3778,191l3778,371e" filled="false" stroked="true" strokeweight="1pt" strokecolor="#231f20">
                <v:path arrowok="t"/>
              </v:shape>
            </v:group>
            <v:group style="position:absolute;left:3703;top:191;width:2;height:180" coordorigin="3703,191" coordsize="2,180">
              <v:shape style="position:absolute;left:3703;top:191;width:2;height:180" coordorigin="3703,191" coordsize="0,180" path="m3703,191l3703,371e" filled="false" stroked="true" strokeweight="1pt" strokecolor="#231f20">
                <v:path arrowok="t"/>
              </v:shape>
            </v:group>
            <v:group style="position:absolute;left:3628;top:191;width:2;height:180" coordorigin="3628,191" coordsize="2,180">
              <v:shape style="position:absolute;left:3628;top:191;width:2;height:180" coordorigin="3628,191" coordsize="0,180" path="m3628,191l3628,371e" filled="false" stroked="true" strokeweight="1pt" strokecolor="#231f20">
                <v:path arrowok="t"/>
              </v:shape>
            </v:group>
            <v:group style="position:absolute;left:3553;top:111;width:2;height:260" coordorigin="3553,111" coordsize="2,260">
              <v:shape style="position:absolute;left:3553;top:111;width:2;height:260" coordorigin="3553,111" coordsize="0,260" path="m3553,111l3553,371e" filled="false" stroked="true" strokeweight="1pt" strokecolor="#231f20">
                <v:path arrowok="t"/>
              </v:shape>
            </v:group>
            <v:group style="position:absolute;left:3481;top:191;width:2;height:180" coordorigin="3481,191" coordsize="2,180">
              <v:shape style="position:absolute;left:3481;top:191;width:2;height:180" coordorigin="3481,191" coordsize="0,180" path="m3481,191l3481,371e" filled="false" stroked="true" strokeweight="1pt" strokecolor="#231f20">
                <v:path arrowok="t"/>
              </v:shape>
            </v:group>
            <v:group style="position:absolute;left:3408;top:191;width:2;height:180" coordorigin="3408,191" coordsize="2,180">
              <v:shape style="position:absolute;left:3408;top:191;width:2;height:180" coordorigin="3408,191" coordsize="0,180" path="m3408,191l3408,371e" filled="false" stroked="true" strokeweight="1pt" strokecolor="#231f20">
                <v:path arrowok="t"/>
              </v:shape>
            </v:group>
            <v:group style="position:absolute;left:3336;top:191;width:2;height:180" coordorigin="3336,191" coordsize="2,180">
              <v:shape style="position:absolute;left:3336;top:191;width:2;height:180" coordorigin="3336,191" coordsize="0,180" path="m3336,191l3336,371e" filled="false" stroked="true" strokeweight="1pt" strokecolor="#231f20">
                <v:path arrowok="t"/>
              </v:shape>
            </v:group>
            <v:group style="position:absolute;left:3264;top:191;width:2;height:180" coordorigin="3264,191" coordsize="2,180">
              <v:shape style="position:absolute;left:3264;top:191;width:2;height:180" coordorigin="3264,191" coordsize="0,180" path="m3264,191l3264,371e" filled="false" stroked="true" strokeweight="1pt" strokecolor="#231f20">
                <v:path arrowok="t"/>
              </v:shape>
            </v:group>
            <v:group style="position:absolute;left:3117;top:191;width:2;height:180" coordorigin="3117,191" coordsize="2,180">
              <v:shape style="position:absolute;left:3117;top:191;width:2;height:180" coordorigin="3117,191" coordsize="0,180" path="m3117,191l3117,371e" filled="false" stroked="true" strokeweight="1pt" strokecolor="#231f20">
                <v:path arrowok="t"/>
              </v:shape>
            </v:group>
            <v:group style="position:absolute;left:3042;top:191;width:2;height:180" coordorigin="3042,191" coordsize="2,180">
              <v:shape style="position:absolute;left:3042;top:191;width:2;height:180" coordorigin="3042,191" coordsize="0,180" path="m3042,191l3042,371e" filled="false" stroked="true" strokeweight="1pt" strokecolor="#231f20">
                <v:path arrowok="t"/>
              </v:shape>
            </v:group>
            <v:group style="position:absolute;left:2967;top:191;width:2;height:180" coordorigin="2967,191" coordsize="2,180">
              <v:shape style="position:absolute;left:2967;top:191;width:2;height:180" coordorigin="2967,191" coordsize="0,180" path="m2967,191l2967,371e" filled="false" stroked="true" strokeweight="1pt" strokecolor="#231f20">
                <v:path arrowok="t"/>
              </v:shape>
            </v:group>
            <v:group style="position:absolute;left:2892;top:191;width:2;height:180" coordorigin="2892,191" coordsize="2,180">
              <v:shape style="position:absolute;left:2892;top:191;width:2;height:180" coordorigin="2892,191" coordsize="0,180" path="m2892,191l2892,371e" filled="false" stroked="true" strokeweight="1pt" strokecolor="#231f20">
                <v:path arrowok="t"/>
              </v:shape>
            </v:group>
            <v:group style="position:absolute;left:2817;top:111;width:2;height:260" coordorigin="2817,111" coordsize="2,260">
              <v:shape style="position:absolute;left:2817;top:111;width:2;height:260" coordorigin="2817,111" coordsize="0,260" path="m2817,111l2817,371e" filled="false" stroked="true" strokeweight="1pt" strokecolor="#231f20">
                <v:path arrowok="t"/>
              </v:shape>
            </v:group>
            <v:group style="position:absolute;left:2742;top:191;width:2;height:180" coordorigin="2742,191" coordsize="2,180">
              <v:shape style="position:absolute;left:2742;top:191;width:2;height:180" coordorigin="2742,191" coordsize="0,180" path="m2742,191l2742,371e" filled="false" stroked="true" strokeweight="1pt" strokecolor="#231f20">
                <v:path arrowok="t"/>
              </v:shape>
            </v:group>
            <v:group style="position:absolute;left:2667;top:191;width:2;height:180" coordorigin="2667,191" coordsize="2,180">
              <v:shape style="position:absolute;left:2667;top:191;width:2;height:180" coordorigin="2667,191" coordsize="0,180" path="m2667,191l2667,371e" filled="false" stroked="true" strokeweight="1pt" strokecolor="#231f20">
                <v:path arrowok="t"/>
              </v:shape>
            </v:group>
            <v:group style="position:absolute;left:2592;top:191;width:2;height:180" coordorigin="2592,191" coordsize="2,180">
              <v:shape style="position:absolute;left:2592;top:191;width:2;height:180" coordorigin="2592,191" coordsize="0,180" path="m2592,191l2592,371e" filled="false" stroked="true" strokeweight="1pt" strokecolor="#231f20">
                <v:path arrowok="t"/>
              </v:shape>
            </v:group>
            <v:group style="position:absolute;left:2517;top:191;width:2;height:180" coordorigin="2517,191" coordsize="2,180">
              <v:shape style="position:absolute;left:2517;top:191;width:2;height:180" coordorigin="2517,191" coordsize="0,180" path="m2517,191l2517,371e" filled="false" stroked="true" strokeweight="1pt" strokecolor="#231f20">
                <v:path arrowok="t"/>
              </v:shape>
            </v:group>
            <v:group style="position:absolute;left:898;top:191;width:2;height:180" coordorigin="898,191" coordsize="2,180">
              <v:shape style="position:absolute;left:898;top:191;width:2;height:180" coordorigin="898,191" coordsize="0,180" path="m898,191l898,371e" filled="false" stroked="true" strokeweight="1pt" strokecolor="#231f20">
                <v:path arrowok="t"/>
              </v:shape>
            </v:group>
            <v:group style="position:absolute;left:825;top:191;width:2;height:180" coordorigin="825,191" coordsize="2,180">
              <v:shape style="position:absolute;left:825;top:191;width:2;height:180" coordorigin="825,191" coordsize="0,180" path="m825,191l825,371e" filled="false" stroked="true" strokeweight="1pt" strokecolor="#231f20">
                <v:path arrowok="t"/>
              </v:shape>
            </v:group>
            <v:group style="position:absolute;left:753;top:191;width:2;height:180" coordorigin="753,191" coordsize="2,180">
              <v:shape style="position:absolute;left:753;top:191;width:2;height:180" coordorigin="753,191" coordsize="0,180" path="m753,191l753,371e" filled="false" stroked="true" strokeweight="1pt" strokecolor="#231f20">
                <v:path arrowok="t"/>
              </v:shape>
            </v:group>
            <v:group style="position:absolute;left:681;top:191;width:2;height:180" coordorigin="681,191" coordsize="2,180">
              <v:shape style="position:absolute;left:681;top:191;width:2;height:180" coordorigin="681,191" coordsize="0,180" path="m681,191l681,371e" filled="false" stroked="true" strokeweight="1pt" strokecolor="#231f20">
                <v:path arrowok="t"/>
              </v:shape>
            </v:group>
            <v:group style="position:absolute;left:597;top:831;width:1785;height:2" coordorigin="597,831" coordsize="1785,2">
              <v:shape style="position:absolute;left:597;top:831;width:1785;height:2" coordorigin="597,831" coordsize="1785,0" path="m597,831l2382,831e" filled="false" stroked="true" strokeweight="1pt" strokecolor="#231f20">
                <v:path arrowok="t"/>
              </v:shape>
            </v:group>
            <v:group style="position:absolute;left:608;top:111;width:2;height:720" coordorigin="608,111" coordsize="2,720">
              <v:shape style="position:absolute;left:608;top:111;width:2;height:720" coordorigin="608,111" coordsize="0,720" path="m608,111l608,831e" filled="false" stroked="true" strokeweight="1.0728pt" strokecolor="#231f20">
                <v:path arrowok="t"/>
              </v:shape>
            </v:group>
            <v:group style="position:absolute;left:536;top:191;width:2;height:180" coordorigin="536,191" coordsize="2,180">
              <v:shape style="position:absolute;left:536;top:191;width:2;height:180" coordorigin="536,191" coordsize="0,180" path="m536,191l536,371e" filled="false" stroked="true" strokeweight="1pt" strokecolor="#231f20">
                <v:path arrowok="t"/>
              </v:shape>
            </v:group>
            <v:group style="position:absolute;left:464;top:191;width:2;height:180" coordorigin="464,191" coordsize="2,180">
              <v:shape style="position:absolute;left:464;top:191;width:2;height:180" coordorigin="464,191" coordsize="0,180" path="m464,191l464,371e" filled="false" stroked="true" strokeweight="1pt" strokecolor="#231f20">
                <v:path arrowok="t"/>
              </v:shape>
            </v:group>
            <v:group style="position:absolute;left:391;top:191;width:2;height:180" coordorigin="391,191" coordsize="2,180">
              <v:shape style="position:absolute;left:391;top:191;width:2;height:180" coordorigin="391,191" coordsize="0,180" path="m391,191l391,371e" filled="false" stroked="true" strokeweight="1pt" strokecolor="#231f20">
                <v:path arrowok="t"/>
              </v:shape>
            </v:group>
            <v:group style="position:absolute;left:319;top:191;width:2;height:180" coordorigin="319,191" coordsize="2,180">
              <v:shape style="position:absolute;left:319;top:191;width:2;height:180" coordorigin="319,191" coordsize="0,180" path="m319,191l319,371e" filled="false" stroked="true" strokeweight="1pt" strokecolor="#231f20">
                <v:path arrowok="t"/>
              </v:shape>
            </v:group>
            <v:group style="position:absolute;left:1650;top:191;width:2;height:333" coordorigin="1650,191" coordsize="2,333">
              <v:shape style="position:absolute;left:1650;top:191;width:2;height:333" coordorigin="1650,191" coordsize="0,333" path="m1650,191l1650,524e" filled="false" stroked="true" strokeweight="1.637pt" strokecolor="#231f20">
                <v:path arrowok="t"/>
              </v:shape>
            </v:group>
            <v:group style="position:absolute;left:1581;top:191;width:2;height:446" coordorigin="1581,191" coordsize="2,446">
              <v:shape style="position:absolute;left:1581;top:191;width:2;height:446" coordorigin="1581,191" coordsize="0,446" path="m1581,191l1581,637e" filled="false" stroked="true" strokeweight="2.153pt" strokecolor="#231f20">
                <v:path arrowok="t"/>
              </v:shape>
            </v:group>
            <v:group style="position:absolute;left:1508;top:191;width:2;height:338" coordorigin="1508,191" coordsize="2,338">
              <v:shape style="position:absolute;left:1508;top:191;width:2;height:338" coordorigin="1508,191" coordsize="0,338" path="m1508,191l1508,529e" filled="false" stroked="true" strokeweight="2.383pt" strokecolor="#231f20">
                <v:path arrowok="t"/>
              </v:shape>
            </v:group>
            <v:group style="position:absolute;left:1419;top:191;width:2;height:180" coordorigin="1419,191" coordsize="2,180">
              <v:shape style="position:absolute;left:1419;top:191;width:2;height:180" coordorigin="1419,191" coordsize="0,180" path="m1419,191l1419,371e" filled="false" stroked="true" strokeweight="1pt" strokecolor="#231f20">
                <v:path arrowok="t"/>
              </v:shape>
            </v:group>
            <v:group style="position:absolute;left:1344;top:111;width:2;height:260" coordorigin="1344,111" coordsize="2,260">
              <v:shape style="position:absolute;left:1344;top:111;width:2;height:260" coordorigin="1344,111" coordsize="0,260" path="m1344,111l1344,371e" filled="false" stroked="true" strokeweight="1pt" strokecolor="#231f20">
                <v:path arrowok="t"/>
              </v:shape>
            </v:group>
            <v:group style="position:absolute;left:1255;top:191;width:2;height:440" coordorigin="1255,191" coordsize="2,440">
              <v:shape style="position:absolute;left:1255;top:191;width:2;height:440" coordorigin="1255,191" coordsize="0,440" path="m1255,191l1255,630e" filled="false" stroked="true" strokeweight="2.437pt" strokecolor="#231f20">
                <v:path arrowok="t"/>
              </v:shape>
            </v:group>
            <v:group style="position:absolute;left:1195;top:191;width:2;height:180" coordorigin="1195,191" coordsize="2,180">
              <v:shape style="position:absolute;left:1195;top:191;width:2;height:180" coordorigin="1195,191" coordsize="0,180" path="m1195,191l1195,371e" filled="false" stroked="true" strokeweight="1pt" strokecolor="#231f20">
                <v:path arrowok="t"/>
              </v:shape>
            </v:group>
            <v:group style="position:absolute;left:1120;top:191;width:2;height:180" coordorigin="1120,191" coordsize="2,180">
              <v:shape style="position:absolute;left:1120;top:191;width:2;height:180" coordorigin="1120,191" coordsize="0,180" path="m1120,191l1120,371e" filled="false" stroked="true" strokeweight="1pt" strokecolor="#231f20">
                <v:path arrowok="t"/>
              </v:shape>
            </v:group>
            <v:group style="position:absolute;left:1045;top:191;width:2;height:180" coordorigin="1045,191" coordsize="2,180">
              <v:shape style="position:absolute;left:1045;top:191;width:2;height:180" coordorigin="1045,191" coordsize="0,180" path="m1045,191l1045,371e" filled="false" stroked="true" strokeweight="1pt" strokecolor="#231f20">
                <v:path arrowok="t"/>
              </v:shape>
            </v:group>
            <v:group style="position:absolute;left:2371;top:191;width:2;height:640" coordorigin="2371,191" coordsize="2,640">
              <v:shape style="position:absolute;left:2371;top:191;width:2;height:640" coordorigin="2371,191" coordsize="0,640" path="m2371,191l2371,831e" filled="false" stroked="true" strokeweight="1.0902pt" strokecolor="#231f20">
                <v:path arrowok="t"/>
              </v:shape>
            </v:group>
            <v:group style="position:absolute;left:2298;top:191;width:2;height:180" coordorigin="2298,191" coordsize="2,180">
              <v:shape style="position:absolute;left:2298;top:191;width:2;height:180" coordorigin="2298,191" coordsize="0,180" path="m2298,191l2298,371e" filled="false" stroked="true" strokeweight="1pt" strokecolor="#231f20">
                <v:path arrowok="t"/>
              </v:shape>
            </v:group>
            <v:group style="position:absolute;left:2225;top:191;width:2;height:180" coordorigin="2225,191" coordsize="2,180">
              <v:shape style="position:absolute;left:2225;top:191;width:2;height:180" coordorigin="2225,191" coordsize="0,180" path="m2225,191l2225,371e" filled="false" stroked="true" strokeweight="1pt" strokecolor="#231f20">
                <v:path arrowok="t"/>
              </v:shape>
            </v:group>
            <v:group style="position:absolute;left:2153;top:191;width:2;height:180" coordorigin="2153,191" coordsize="2,180">
              <v:shape style="position:absolute;left:2153;top:191;width:2;height:180" coordorigin="2153,191" coordsize="0,180" path="m2153,191l2153,371e" filled="false" stroked="true" strokeweight="1pt" strokecolor="#231f20">
                <v:path arrowok="t"/>
              </v:shape>
            </v:group>
            <v:group style="position:absolute;left:2081;top:111;width:2;height:260" coordorigin="2081,111" coordsize="2,260">
              <v:shape style="position:absolute;left:2081;top:111;width:2;height:260" coordorigin="2081,111" coordsize="0,260" path="m2081,111l2081,371e" filled="false" stroked="true" strokeweight="1pt" strokecolor="#231f20">
                <v:path arrowok="t"/>
              </v:shape>
            </v:group>
            <v:group style="position:absolute;left:2008;top:191;width:2;height:180" coordorigin="2008,191" coordsize="2,180">
              <v:shape style="position:absolute;left:2008;top:191;width:2;height:180" coordorigin="2008,191" coordsize="0,180" path="m2008,191l2008,371e" filled="false" stroked="true" strokeweight="1pt" strokecolor="#231f20">
                <v:path arrowok="t"/>
              </v:shape>
            </v:group>
            <v:group style="position:absolute;left:1926;top:191;width:2;height:440" coordorigin="1926,191" coordsize="2,440">
              <v:shape style="position:absolute;left:1926;top:191;width:2;height:440" coordorigin="1926,191" coordsize="0,440" path="m1926,191l1926,630e" filled="false" stroked="true" strokeweight="2.0390pt" strokecolor="#231f20">
                <v:path arrowok="t"/>
              </v:shape>
            </v:group>
            <v:group style="position:absolute;left:1857;top:191;width:2;height:333" coordorigin="1857,191" coordsize="2,333">
              <v:shape style="position:absolute;left:1857;top:191;width:2;height:333" coordorigin="1857,191" coordsize="0,333" path="m1857,191l1857,524e" filled="false" stroked="true" strokeweight="1.652pt" strokecolor="#231f20">
                <v:path arrowok="t"/>
              </v:shape>
            </v:group>
            <v:group style="position:absolute;left:1789;top:191;width:2;height:333" coordorigin="1789,191" coordsize="2,333">
              <v:shape style="position:absolute;left:1789;top:191;width:2;height:333" coordorigin="1789,191" coordsize="0,333" path="m1789,191l1789,524e" filled="false" stroked="true" strokeweight="1.266pt" strokecolor="#231f20">
                <v:path arrowok="t"/>
              </v:shape>
            </v:group>
            <v:group style="position:absolute;left:174;top:191;width:2;height:180" coordorigin="174,191" coordsize="2,180">
              <v:shape style="position:absolute;left:174;top:191;width:2;height:180" coordorigin="174,191" coordsize="0,180" path="m174,191l174,371e" filled="false" stroked="true" strokeweight="1pt" strokecolor="#231f20">
                <v:path arrowok="t"/>
              </v:shape>
            </v:group>
            <v:group style="position:absolute;left:101;top:191;width:2;height:180" coordorigin="101,191" coordsize="2,180">
              <v:shape style="position:absolute;left:101;top:191;width:2;height:180" coordorigin="101,191" coordsize="0,180" path="m101,191l101,371e" filled="false" stroked="true" strokeweight="1pt" strokecolor="#231f20">
                <v:path arrowok="t"/>
              </v:shape>
            </v:group>
            <v:group style="position:absolute;left:29;top:191;width:2;height:180" coordorigin="29,191" coordsize="2,180">
              <v:shape style="position:absolute;left:29;top:191;width:2;height:180" coordorigin="29,191" coordsize="0,180" path="m29,191l29,371e" filled="false" stroked="true" strokeweight="1pt" strokecolor="#231f20">
                <v:path arrowok="t"/>
              </v:shape>
            </v:group>
            <v:group style="position:absolute;left:1311;top:377;width:2;height:147" coordorigin="1311,377" coordsize="2,147">
              <v:shape style="position:absolute;left:1311;top:377;width:2;height:147" coordorigin="1311,377" coordsize="0,147" path="m1311,377l1311,524e" filled="false" stroked="true" strokeweight="1pt" strokecolor="#231f20">
                <v:path arrowok="t"/>
              </v:shape>
            </v:group>
            <v:group style="position:absolute;left:1381;top:377;width:2;height:147" coordorigin="1381,377" coordsize="2,147">
              <v:shape style="position:absolute;left:1381;top:377;width:2;height:147" coordorigin="1381,377" coordsize="0,147" path="m1381,377l1381,524e" filled="false" stroked="true" strokeweight="1pt" strokecolor="#231f20">
                <v:path arrowok="t"/>
              </v:shape>
            </v:group>
            <v:group style="position:absolute;left:1452;top:377;width:2;height:147" coordorigin="1452,377" coordsize="2,147">
              <v:shape style="position:absolute;left:1452;top:377;width:2;height:147" coordorigin="1452,377" coordsize="0,147" path="m1452,377l1452,524e" filled="false" stroked="true" strokeweight="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tabs>
          <w:tab w:pos="5599" w:val="left" w:leader="none"/>
          <w:tab w:pos="6132" w:val="left" w:leader="none"/>
          <w:tab w:pos="6848" w:val="left" w:leader="none"/>
          <w:tab w:pos="7442" w:val="left" w:leader="none"/>
        </w:tabs>
        <w:spacing w:before="0"/>
        <w:ind w:left="5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98.781998pt;margin-top:-.335436pt;width:3.2pt;height:8.65pt;mso-position-horizontal-relative:page;mso-position-vertical-relative:paragraph;z-index:-53728" coordorigin="1976,-7" coordsize="64,173">
            <v:shape style="position:absolute;left:1976;top:-7;width:64;height:173" coordorigin="1976,-7" coordsize="64,173" path="m2039,31l2018,31,2018,166,2039,166,2039,31xe" filled="true" fillcolor="#231f20" stroked="false">
              <v:path arrowok="t"/>
              <v:fill type="solid"/>
            </v:shape>
            <v:shape style="position:absolute;left:1976;top:-7;width:64;height:173" coordorigin="1976,-7" coordsize="64,173" path="m2039,-7l2025,-7,2022,1,2015,8,1998,24,1987,31,1976,36,1976,57,2018,31,2039,31,2039,-7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4.520706pt;margin-top:-.334119pt;width:5.7pt;height:8.65pt;mso-position-horizontal-relative:page;mso-position-vertical-relative:paragraph;z-index:-53704" coordorigin="2690,-7" coordsize="114,173">
            <v:shape style="position:absolute;left:2690;top:-7;width:114;height:173" coordorigin="2690,-7" coordsize="114,173" path="m2793,11l2759,11,2767,14,2779,25,2782,32,2782,48,2735,102,2722,112,2713,121,2701,136,2696,143,2693,151,2691,156,2690,161,2691,166,2804,166,2804,146,2720,146,2722,142,2725,138,2732,130,2740,123,2758,109,2774,94,2804,27,2799,16,2793,11xe" filled="true" fillcolor="#231f20" stroked="false">
              <v:path arrowok="t"/>
              <v:fill type="solid"/>
            </v:shape>
            <v:shape style="position:absolute;left:2690;top:-7;width:114;height:173" coordorigin="2690,-7" coordsize="114,173" path="m2749,-7l2728,-3,2711,6,2700,22,2695,43,2716,45,2716,34,2719,26,2732,14,2740,11,2793,11,2787,5,2771,-4,2749,-7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1.360107pt;margin-top:-.334936pt;width:5.65pt;height:8.8pt;mso-position-horizontal-relative:page;mso-position-vertical-relative:paragraph;z-index:-53680" coordorigin="3427,-7" coordsize="113,176">
            <v:shape style="position:absolute;left:3427;top:-7;width:113;height:176" coordorigin="3427,-7" coordsize="113,176" path="m3448,118l3427,120,3428,124,3434,142,3448,159,3465,166,3488,169,3508,164,3524,152,3525,151,3474,151,3466,149,3455,138,3451,130,3448,118xe" filled="true" fillcolor="#231f20" stroked="false">
              <v:path arrowok="t"/>
              <v:fill type="solid"/>
            </v:shape>
            <v:shape style="position:absolute;left:3427;top:-7;width:113;height:176" coordorigin="3427,-7" coordsize="113,176" path="m3527,82l3493,82,3502,85,3514,98,3517,106,3517,126,3514,134,3500,148,3492,151,3525,151,3536,135,3540,115,3540,104,3537,95,3527,82xe" filled="true" fillcolor="#231f20" stroked="false">
              <v:path arrowok="t"/>
              <v:fill type="solid"/>
            </v:shape>
            <v:shape style="position:absolute;left:3427;top:-7;width:113;height:176" coordorigin="3427,-7" coordsize="113,176" path="m3522,11l3490,11,3497,13,3507,23,3510,30,3510,47,3506,54,3492,64,3484,66,3471,66,3469,84,3475,83,3480,82,3527,82,3526,80,3518,75,3508,73,3515,69,3519,66,3474,66,3471,66,3519,66,3521,64,3529,52,3531,45,3531,30,3529,23,3522,11xe" filled="true" fillcolor="#231f20" stroked="false">
              <v:path arrowok="t"/>
              <v:fill type="solid"/>
            </v:shape>
            <v:shape style="position:absolute;left:3427;top:-7;width:113;height:176" coordorigin="3427,-7" coordsize="113,176" path="m3490,-7l3467,-7,3456,-3,3438,13,3432,24,3429,38,3450,42,3452,31,3455,24,3466,13,3473,11,3522,11,3521,9,3515,3,3499,-5,3490,-7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07.686996pt;margin-top:-.299836pt;width:5.95pt;height:8.6pt;mso-position-horizontal-relative:page;mso-position-vertical-relative:paragraph;z-index:-53656" coordorigin="4154,-6" coordsize="119,172">
            <v:shape style="position:absolute;left:4154;top:-6;width:119;height:172" coordorigin="4154,-6" coordsize="119,172" path="m4249,125l4228,125,4228,166,4249,166,4249,125xe" filled="true" fillcolor="#231f20" stroked="false">
              <v:path arrowok="t"/>
              <v:fill type="solid"/>
            </v:shape>
            <v:shape style="position:absolute;left:4154;top:-6;width:119;height:172" coordorigin="4154,-6" coordsize="119,172" path="m4249,-6l4232,-6,4154,105,4154,125,4273,125,4273,105,4174,105,4228,28,4249,28,4249,-6xe" filled="true" fillcolor="#231f20" stroked="false">
              <v:path arrowok="t"/>
              <v:fill type="solid"/>
            </v:shape>
            <v:shape style="position:absolute;left:4154;top:-6;width:119;height:172" coordorigin="4154,-6" coordsize="119,172" path="m4249,28l4228,28,4228,105,4249,105,4249,28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44.695007pt;margin-top:-.183436pt;width:5.7pt;height:8.550pt;mso-position-horizontal-relative:page;mso-position-vertical-relative:paragraph;z-index:-53632" coordorigin="4894,-4" coordsize="114,171">
            <v:shape style="position:absolute;left:4894;top:-4;width:114;height:171" coordorigin="4894,-4" coordsize="114,171" path="m4916,119l4894,121,4895,128,4903,145,4920,162,4937,167,4964,167,4982,159,4989,151,4941,151,4933,149,4921,138,4918,130,4916,119xe" filled="true" fillcolor="#231f20" stroked="false">
              <v:path arrowok="t"/>
              <v:fill type="solid"/>
            </v:shape>
            <v:shape style="position:absolute;left:4894;top:-4;width:114;height:171" coordorigin="4894,-4" coordsize="114,171" path="m4994,71l4960,71,4969,74,4982,88,4985,97,4985,122,4982,132,4968,148,4959,151,4989,151,4998,143,5005,126,5008,103,5003,83,4994,71xe" filled="true" fillcolor="#231f20" stroked="false">
              <v:path arrowok="t"/>
              <v:fill type="solid"/>
            </v:shape>
            <v:shape style="position:absolute;left:4894;top:-4;width:114;height:171" coordorigin="4894,-4" coordsize="114,171" path="m5000,-4l4914,-4,4898,85,4917,87,4921,82,4925,78,4936,72,4942,71,4994,71,4992,67,4985,63,4922,63,4931,16,5000,16,5000,-4xe" filled="true" fillcolor="#231f20" stroked="false">
              <v:path arrowok="t"/>
              <v:fill type="solid"/>
            </v:shape>
            <v:shape style="position:absolute;left:4894;top:-4;width:114;height:171" coordorigin="4894,-4" coordsize="114,171" path="m4954,52l4943,52,4932,55,4922,63,4985,63,4975,56,4954,52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1.354950pt;margin-top:-.272706pt;width:5.65pt;height:8.75pt;mso-position-horizontal-relative:page;mso-position-vertical-relative:paragraph;z-index:-53608" coordorigin="5627,-5" coordsize="113,175">
            <v:shape style="position:absolute;left:5627;top:-5;width:113;height:175" coordorigin="5627,-5" coordsize="113,175" path="m5675,-5l5630,49,5627,100,5630,121,5637,139,5648,155,5666,165,5686,169,5697,169,5706,166,5722,156,5727,151,5680,151,5674,150,5663,143,5659,138,5652,124,5651,117,5651,99,5654,90,5667,77,5648,77,5669,16,5674,13,5680,11,5725,11,5717,1,5701,-4,5675,-5xe" filled="true" fillcolor="#231f20" stroked="false">
              <v:path arrowok="t"/>
              <v:fill type="solid"/>
            </v:shape>
            <v:shape style="position:absolute;left:5627;top:-5;width:113;height:175" coordorigin="5627,-5" coordsize="113,175" path="m5727,73l5695,73,5703,76,5715,90,5718,99,5718,124,5715,133,5702,148,5695,151,5727,151,5728,149,5738,131,5740,121,5740,107,5736,86,5727,73xe" filled="true" fillcolor="#231f20" stroked="false">
              <v:path arrowok="t"/>
              <v:fill type="solid"/>
            </v:shape>
            <v:shape style="position:absolute;left:5627;top:-5;width:113;height:175" coordorigin="5627,-5" coordsize="113,175" path="m5703,54l5681,54,5673,56,5659,64,5653,69,5648,77,5667,77,5667,76,5675,73,5727,73,5725,70,5715,60,5703,54xe" filled="true" fillcolor="#231f20" stroked="false">
              <v:path arrowok="t"/>
              <v:fill type="solid"/>
            </v:shape>
            <v:shape style="position:absolute;left:5627;top:-5;width:113;height:175" coordorigin="5627,-5" coordsize="113,175" path="m5725,11l5695,11,5702,14,5708,20,5711,23,5714,29,5716,38,5737,36,5731,18,5725,11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rFonts w:ascii="Arial"/>
          <w:color w:val="4C4D4F"/>
          <w:spacing w:val="-1"/>
          <w:w w:val="95"/>
          <w:sz w:val="22"/>
        </w:rPr>
        <w:t>3.</w:t>
        <w:tab/>
      </w:r>
      <w:r>
        <w:rPr>
          <w:rFonts w:ascii="Arial"/>
          <w:b/>
          <w:color w:val="4C4D4F"/>
          <w:spacing w:val="-1"/>
          <w:w w:val="95"/>
          <w:sz w:val="22"/>
        </w:rPr>
      </w:r>
      <w:r>
        <w:rPr>
          <w:rFonts w:ascii="Arial"/>
          <w:b/>
          <w:color w:val="4C4D4F"/>
          <w:spacing w:val="-1"/>
          <w:w w:val="95"/>
          <w:sz w:val="22"/>
          <w:u w:val="single" w:color="231F20"/>
        </w:rPr>
        <w:tab/>
      </w:r>
      <w:r>
        <w:rPr>
          <w:rFonts w:ascii="Arial"/>
          <w:b/>
          <w:color w:val="4C4D4F"/>
          <w:spacing w:val="-1"/>
          <w:w w:val="95"/>
          <w:sz w:val="22"/>
        </w:rPr>
      </w:r>
      <w:r>
        <w:rPr>
          <w:rFonts w:ascii="Arial"/>
          <w:b/>
          <w:color w:val="4C4D4F"/>
          <w:sz w:val="22"/>
        </w:rPr>
        <w:t>.</w:t>
      </w:r>
      <w:r>
        <w:rPr>
          <w:rFonts w:ascii="Arial"/>
          <w:b/>
          <w:color w:val="4C4D4F"/>
          <w:sz w:val="22"/>
          <w:u w:val="single" w:color="231F20"/>
        </w:rPr>
        <w:tab/>
        <w:tab/>
      </w:r>
      <w:r>
        <w:rPr>
          <w:rFonts w:ascii="Arial"/>
          <w:b/>
          <w:color w:val="4C4D4F"/>
          <w:sz w:val="22"/>
        </w:rPr>
      </w:r>
      <w:r>
        <w:rPr>
          <w:rFonts w:ascii="Arial"/>
          <w:color w:val="4C4D4F"/>
          <w:sz w:val="22"/>
        </w:rPr>
        <w:t>cm</w:t>
      </w:r>
      <w:r>
        <w:rPr>
          <w:rFonts w:ascii="Arial"/>
          <w:sz w:val="22"/>
        </w:rPr>
      </w:r>
    </w:p>
    <w:p>
      <w:pPr>
        <w:spacing w:line="200" w:lineRule="atLeast"/>
        <w:ind w:left="8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1.95pt;height:43pt;mso-position-horizontal-relative:char;mso-position-vertical-relative:line" coordorigin="0,0" coordsize="4239,860">
            <v:group style="position:absolute;left:10;top:383;width:4219;height:2" coordorigin="10,383" coordsize="4219,2">
              <v:shape style="position:absolute;left:10;top:383;width:4219;height:2" coordorigin="10,383" coordsize="4219,0" path="m10,383l4228,383e" filled="false" stroked="true" strokeweight="1pt" strokecolor="#231f20">
                <v:path arrowok="t"/>
              </v:shape>
            </v:group>
            <v:group style="position:absolute;left:247;top:23;width:2;height:369" coordorigin="247,23" coordsize="2,369">
              <v:shape style="position:absolute;left:247;top:23;width:2;height:369" coordorigin="247,23" coordsize="0,369" path="m247,23l247,392e" filled="false" stroked="true" strokeweight="1pt" strokecolor="#231f20">
                <v:path arrowok="t"/>
              </v:shape>
            </v:group>
            <v:group style="position:absolute;left:2442;top:23;width:2;height:360" coordorigin="2442,23" coordsize="2,360">
              <v:shape style="position:absolute;left:2442;top:23;width:2;height:360" coordorigin="2442,23" coordsize="0,360" path="m2442,23l2442,383e" filled="false" stroked="true" strokeweight="1pt" strokecolor="#231f20">
                <v:path arrowok="t"/>
              </v:shape>
            </v:group>
            <v:group style="position:absolute;left:970;top:23;width:2;height:360" coordorigin="970,23" coordsize="2,360">
              <v:shape style="position:absolute;left:970;top:23;width:2;height:360" coordorigin="970,23" coordsize="0,360" path="m970,23l970,383e" filled="false" stroked="true" strokeweight="1pt" strokecolor="#231f20">
                <v:path arrowok="t"/>
              </v:shape>
            </v:group>
            <v:group style="position:absolute;left:1719;top:23;width:2;height:360" coordorigin="1719,23" coordsize="2,360">
              <v:shape style="position:absolute;left:1719;top:23;width:2;height:360" coordorigin="1719,23" coordsize="0,360" path="m1719,23l1719,383e" filled="false" stroked="true" strokeweight="1pt" strokecolor="#231f20">
                <v:path arrowok="t"/>
              </v:shape>
            </v:group>
            <v:group style="position:absolute;left:3204;top:23;width:2;height:513" coordorigin="3204,23" coordsize="2,513">
              <v:shape style="position:absolute;left:3204;top:23;width:2;height:513" coordorigin="3204,23" coordsize="0,513" path="m3204,23l3204,535e" filled="false" stroked="true" strokeweight="2.276pt" strokecolor="#231f20">
                <v:path arrowok="t"/>
              </v:shape>
            </v:group>
            <v:group style="position:absolute;left:3928;top:23;width:2;height:360" coordorigin="3928,23" coordsize="2,360">
              <v:shape style="position:absolute;left:3928;top:23;width:2;height:360" coordorigin="3928,23" coordsize="0,360" path="m3928,23l3928,383e" filled="false" stroked="true" strokeweight="1pt" strokecolor="#231f20">
                <v:path arrowok="t"/>
              </v:shape>
            </v:group>
            <v:group style="position:absolute;left:4218;top:203;width:2;height:180" coordorigin="4218,203" coordsize="2,180">
              <v:shape style="position:absolute;left:4218;top:203;width:2;height:180" coordorigin="4218,203" coordsize="0,180" path="m4218,203l4218,383e" filled="false" stroked="true" strokeweight="1pt" strokecolor="#231f20">
                <v:path arrowok="t"/>
              </v:shape>
            </v:group>
            <v:group style="position:absolute;left:2358;top:843;width:1786;height:2" coordorigin="2358,843" coordsize="1786,2">
              <v:shape style="position:absolute;left:2358;top:843;width:1786;height:2" coordorigin="2358,843" coordsize="1786,0" path="m2358,843l4143,843e" filled="false" stroked="true" strokeweight="1pt" strokecolor="#231f20">
                <v:path arrowok="t"/>
              </v:shape>
            </v:group>
            <v:group style="position:absolute;left:4139;top:203;width:2;height:640" coordorigin="4139,203" coordsize="2,640">
              <v:shape style="position:absolute;left:4139;top:203;width:2;height:640" coordorigin="4139,203" coordsize="0,640" path="m4139,203l4139,843e" filled="false" stroked="true" strokeweight="1.6938pt" strokecolor="#231f20">
                <v:path arrowok="t"/>
              </v:shape>
            </v:group>
            <v:group style="position:absolute;left:4073;top:203;width:2;height:180" coordorigin="4073,203" coordsize="2,180">
              <v:shape style="position:absolute;left:4073;top:203;width:2;height:180" coordorigin="4073,203" coordsize="0,180" path="m4073,203l4073,383e" filled="false" stroked="true" strokeweight="1pt" strokecolor="#231f20">
                <v:path arrowok="t"/>
              </v:shape>
            </v:group>
            <v:group style="position:absolute;left:4000;top:203;width:2;height:180" coordorigin="4000,203" coordsize="2,180">
              <v:shape style="position:absolute;left:4000;top:203;width:2;height:180" coordorigin="4000,203" coordsize="0,180" path="m4000,203l4000,383e" filled="false" stroked="true" strokeweight="1pt" strokecolor="#231f20">
                <v:path arrowok="t"/>
              </v:shape>
            </v:group>
            <v:group style="position:absolute;left:3853;top:203;width:2;height:180" coordorigin="3853,203" coordsize="2,180">
              <v:shape style="position:absolute;left:3853;top:203;width:2;height:180" coordorigin="3853,203" coordsize="0,180" path="m3853,203l3853,383e" filled="false" stroked="true" strokeweight="1pt" strokecolor="#231f20">
                <v:path arrowok="t"/>
              </v:shape>
            </v:group>
            <v:group style="position:absolute;left:3778;top:203;width:2;height:180" coordorigin="3778,203" coordsize="2,180">
              <v:shape style="position:absolute;left:3778;top:203;width:2;height:180" coordorigin="3778,203" coordsize="0,180" path="m3778,203l3778,383e" filled="false" stroked="true" strokeweight="1pt" strokecolor="#231f20">
                <v:path arrowok="t"/>
              </v:shape>
            </v:group>
            <v:group style="position:absolute;left:3688;top:203;width:2;height:435" coordorigin="3688,203" coordsize="2,435">
              <v:shape style="position:absolute;left:3688;top:203;width:2;height:435" coordorigin="3688,203" coordsize="0,435" path="m3688,203l3688,637e" filled="false" stroked="true" strokeweight="2.473pt" strokecolor="#231f20">
                <v:path arrowok="t"/>
              </v:shape>
            </v:group>
            <v:group style="position:absolute;left:3619;top:203;width:2;height:328" coordorigin="3619,203" coordsize="2,328">
              <v:shape style="position:absolute;left:3619;top:203;width:2;height:328" coordorigin="3619,203" coordsize="0,328" path="m3619,203l3619,530e" filled="false" stroked="true" strokeweight="1.938pt" strokecolor="#231f20">
                <v:path arrowok="t"/>
              </v:shape>
            </v:group>
            <v:group style="position:absolute;left:3549;top:123;width:2;height:408" coordorigin="3549,123" coordsize="2,408">
              <v:shape style="position:absolute;left:3549;top:123;width:2;height:408" coordorigin="3549,123" coordsize="0,408" path="m3549,123l3549,530e" filled="false" stroked="true" strokeweight="1.403pt" strokecolor="#231f20">
                <v:path arrowok="t"/>
              </v:shape>
            </v:group>
            <v:group style="position:absolute;left:3481;top:203;width:2;height:326" coordorigin="3481,203" coordsize="2,326">
              <v:shape style="position:absolute;left:3481;top:203;width:2;height:326" coordorigin="3481,203" coordsize="0,326" path="m3481,203l3481,529e" filled="false" stroked="true" strokeweight="1.004pt" strokecolor="#231f20">
                <v:path arrowok="t"/>
              </v:shape>
            </v:group>
            <v:group style="position:absolute;left:3413;top:203;width:2;height:333" coordorigin="3413,203" coordsize="2,333">
              <v:shape style="position:absolute;left:3413;top:203;width:2;height:333" coordorigin="3413,203" coordsize="0,333" path="m3413,203l3413,535e" filled="false" stroked="true" strokeweight="1.41pt" strokecolor="#231f20">
                <v:path arrowok="t"/>
              </v:shape>
            </v:group>
            <v:group style="position:absolute;left:3344;top:203;width:2;height:446" coordorigin="3344,203" coordsize="2,446">
              <v:shape style="position:absolute;left:3344;top:203;width:2;height:446" coordorigin="3344,203" coordsize="0,446" path="m3344,203l3344,649e" filled="false" stroked="true" strokeweight="1.817pt" strokecolor="#231f20">
                <v:path arrowok="t"/>
              </v:shape>
            </v:group>
            <v:group style="position:absolute;left:3274;top:203;width:2;height:333" coordorigin="3274,203" coordsize="2,333">
              <v:shape style="position:absolute;left:3274;top:203;width:2;height:333" coordorigin="3274,203" coordsize="0,333" path="m3274,203l3274,535e" filled="false" stroked="true" strokeweight="2.048pt" strokecolor="#231f20">
                <v:path arrowok="t"/>
              </v:shape>
            </v:group>
            <v:group style="position:absolute;left:3117;top:203;width:2;height:180" coordorigin="3117,203" coordsize="2,180">
              <v:shape style="position:absolute;left:3117;top:203;width:2;height:180" coordorigin="3117,203" coordsize="0,180" path="m3117,203l3117,383e" filled="false" stroked="true" strokeweight="1pt" strokecolor="#231f20">
                <v:path arrowok="t"/>
              </v:shape>
            </v:group>
            <v:group style="position:absolute;left:3028;top:203;width:2;height:440" coordorigin="3028,203" coordsize="2,440">
              <v:shape style="position:absolute;left:3028;top:203;width:2;height:440" coordorigin="3028,203" coordsize="0,440" path="m3028,203l3028,642e" filled="false" stroked="true" strokeweight="2.391pt" strokecolor="#231f20">
                <v:path arrowok="t"/>
              </v:shape>
            </v:group>
            <v:group style="position:absolute;left:2967;top:203;width:2;height:180" coordorigin="2967,203" coordsize="2,180">
              <v:shape style="position:absolute;left:2967;top:203;width:2;height:180" coordorigin="2967,203" coordsize="0,180" path="m2967,203l2967,383e" filled="false" stroked="true" strokeweight="1pt" strokecolor="#231f20">
                <v:path arrowok="t"/>
              </v:shape>
            </v:group>
            <v:group style="position:absolute;left:2892;top:203;width:2;height:180" coordorigin="2892,203" coordsize="2,180">
              <v:shape style="position:absolute;left:2892;top:203;width:2;height:180" coordorigin="2892,203" coordsize="0,180" path="m2892,203l2892,383e" filled="false" stroked="true" strokeweight="1pt" strokecolor="#231f20">
                <v:path arrowok="t"/>
              </v:shape>
            </v:group>
            <v:group style="position:absolute;left:2817;top:123;width:2;height:260" coordorigin="2817,123" coordsize="2,260">
              <v:shape style="position:absolute;left:2817;top:123;width:2;height:260" coordorigin="2817,123" coordsize="0,260" path="m2817,123l2817,383e" filled="false" stroked="true" strokeweight="1pt" strokecolor="#231f20">
                <v:path arrowok="t"/>
              </v:shape>
            </v:group>
            <v:group style="position:absolute;left:2742;top:203;width:2;height:180" coordorigin="2742,203" coordsize="2,180">
              <v:shape style="position:absolute;left:2742;top:203;width:2;height:180" coordorigin="2742,203" coordsize="0,180" path="m2742,203l2742,383e" filled="false" stroked="true" strokeweight="1pt" strokecolor="#231f20">
                <v:path arrowok="t"/>
              </v:shape>
            </v:group>
            <v:group style="position:absolute;left:2667;top:203;width:2;height:180" coordorigin="2667,203" coordsize="2,180">
              <v:shape style="position:absolute;left:2667;top:203;width:2;height:180" coordorigin="2667,203" coordsize="0,180" path="m2667,203l2667,383e" filled="false" stroked="true" strokeweight="1pt" strokecolor="#231f20">
                <v:path arrowok="t"/>
              </v:shape>
            </v:group>
            <v:group style="position:absolute;left:2592;top:203;width:2;height:180" coordorigin="2592,203" coordsize="2,180">
              <v:shape style="position:absolute;left:2592;top:203;width:2;height:180" coordorigin="2592,203" coordsize="0,180" path="m2592,203l2592,383e" filled="false" stroked="true" strokeweight="1pt" strokecolor="#231f20">
                <v:path arrowok="t"/>
              </v:shape>
            </v:group>
            <v:group style="position:absolute;left:2517;top:203;width:2;height:180" coordorigin="2517,203" coordsize="2,180">
              <v:shape style="position:absolute;left:2517;top:203;width:2;height:180" coordorigin="2517,203" coordsize="0,180" path="m2517,203l2517,383e" filled="false" stroked="true" strokeweight="1pt" strokecolor="#231f20">
                <v:path arrowok="t"/>
              </v:shape>
            </v:group>
            <v:group style="position:absolute;left:898;top:203;width:2;height:180" coordorigin="898,203" coordsize="2,180">
              <v:shape style="position:absolute;left:898;top:203;width:2;height:180" coordorigin="898,203" coordsize="0,180" path="m898,203l898,383e" filled="false" stroked="true" strokeweight="1pt" strokecolor="#231f20">
                <v:path arrowok="t"/>
              </v:shape>
            </v:group>
            <v:group style="position:absolute;left:825;top:203;width:2;height:180" coordorigin="825,203" coordsize="2,180">
              <v:shape style="position:absolute;left:825;top:203;width:2;height:180" coordorigin="825,203" coordsize="0,180" path="m825,203l825,383e" filled="false" stroked="true" strokeweight="1pt" strokecolor="#231f20">
                <v:path arrowok="t"/>
              </v:shape>
            </v:group>
            <v:group style="position:absolute;left:753;top:203;width:2;height:180" coordorigin="753,203" coordsize="2,180">
              <v:shape style="position:absolute;left:753;top:203;width:2;height:180" coordorigin="753,203" coordsize="0,180" path="m753,203l753,383e" filled="false" stroked="true" strokeweight="1pt" strokecolor="#231f20">
                <v:path arrowok="t"/>
              </v:shape>
            </v:group>
            <v:group style="position:absolute;left:681;top:203;width:2;height:180" coordorigin="681,203" coordsize="2,180">
              <v:shape style="position:absolute;left:681;top:203;width:2;height:180" coordorigin="681,203" coordsize="0,180" path="m681,203l681,383e" filled="false" stroked="true" strokeweight="1pt" strokecolor="#231f20">
                <v:path arrowok="t"/>
              </v:shape>
            </v:group>
            <v:group style="position:absolute;left:608;top:123;width:2;height:260" coordorigin="608,123" coordsize="2,260">
              <v:shape style="position:absolute;left:608;top:123;width:2;height:260" coordorigin="608,123" coordsize="0,260" path="m608,123l608,383e" filled="false" stroked="true" strokeweight="1pt" strokecolor="#231f20">
                <v:path arrowok="t"/>
              </v:shape>
            </v:group>
            <v:group style="position:absolute;left:536;top:203;width:2;height:180" coordorigin="536,203" coordsize="2,180">
              <v:shape style="position:absolute;left:536;top:203;width:2;height:180" coordorigin="536,203" coordsize="0,180" path="m536,203l536,383e" filled="false" stroked="true" strokeweight="1pt" strokecolor="#231f20">
                <v:path arrowok="t"/>
              </v:shape>
            </v:group>
            <v:group style="position:absolute;left:464;top:203;width:2;height:180" coordorigin="464,203" coordsize="2,180">
              <v:shape style="position:absolute;left:464;top:203;width:2;height:180" coordorigin="464,203" coordsize="0,180" path="m464,203l464,383e" filled="false" stroked="true" strokeweight="1pt" strokecolor="#231f20">
                <v:path arrowok="t"/>
              </v:shape>
            </v:group>
            <v:group style="position:absolute;left:391;top:203;width:2;height:180" coordorigin="391,203" coordsize="2,180">
              <v:shape style="position:absolute;left:391;top:203;width:2;height:180" coordorigin="391,203" coordsize="0,180" path="m391,203l391,383e" filled="false" stroked="true" strokeweight="1pt" strokecolor="#231f20">
                <v:path arrowok="t"/>
              </v:shape>
            </v:group>
            <v:group style="position:absolute;left:319;top:203;width:2;height:180" coordorigin="319,203" coordsize="2,180">
              <v:shape style="position:absolute;left:319;top:203;width:2;height:180" coordorigin="319,203" coordsize="0,180" path="m319,203l319,383e" filled="false" stroked="true" strokeweight="1pt" strokecolor="#231f20">
                <v:path arrowok="t"/>
              </v:shape>
            </v:group>
            <v:group style="position:absolute;left:1644;top:203;width:2;height:180" coordorigin="1644,203" coordsize="2,180">
              <v:shape style="position:absolute;left:1644;top:203;width:2;height:180" coordorigin="1644,203" coordsize="0,180" path="m1644,203l1644,383e" filled="false" stroked="true" strokeweight="1pt" strokecolor="#231f20">
                <v:path arrowok="t"/>
              </v:shape>
            </v:group>
            <v:group style="position:absolute;left:1569;top:203;width:2;height:180" coordorigin="1569,203" coordsize="2,180">
              <v:shape style="position:absolute;left:1569;top:203;width:2;height:180" coordorigin="1569,203" coordsize="0,180" path="m1569,203l1569,383e" filled="false" stroked="true" strokeweight="1pt" strokecolor="#231f20">
                <v:path arrowok="t"/>
              </v:shape>
            </v:group>
            <v:group style="position:absolute;left:1494;top:203;width:2;height:180" coordorigin="1494,203" coordsize="2,180">
              <v:shape style="position:absolute;left:1494;top:203;width:2;height:180" coordorigin="1494,203" coordsize="0,180" path="m1494,203l1494,383e" filled="false" stroked="true" strokeweight="1pt" strokecolor="#231f20">
                <v:path arrowok="t"/>
              </v:shape>
            </v:group>
            <v:group style="position:absolute;left:1419;top:203;width:2;height:180" coordorigin="1419,203" coordsize="2,180">
              <v:shape style="position:absolute;left:1419;top:203;width:2;height:180" coordorigin="1419,203" coordsize="0,180" path="m1419,203l1419,383e" filled="false" stroked="true" strokeweight="1pt" strokecolor="#231f20">
                <v:path arrowok="t"/>
              </v:shape>
            </v:group>
            <v:group style="position:absolute;left:1344;top:123;width:2;height:260" coordorigin="1344,123" coordsize="2,260">
              <v:shape style="position:absolute;left:1344;top:123;width:2;height:260" coordorigin="1344,123" coordsize="0,260" path="m1344,123l1344,383e" filled="false" stroked="true" strokeweight="1pt" strokecolor="#231f20">
                <v:path arrowok="t"/>
              </v:shape>
            </v:group>
            <v:group style="position:absolute;left:1270;top:203;width:2;height:180" coordorigin="1270,203" coordsize="2,180">
              <v:shape style="position:absolute;left:1270;top:203;width:2;height:180" coordorigin="1270,203" coordsize="0,180" path="m1270,203l1270,383e" filled="false" stroked="true" strokeweight="1pt" strokecolor="#231f20">
                <v:path arrowok="t"/>
              </v:shape>
            </v:group>
            <v:group style="position:absolute;left:1195;top:203;width:2;height:180" coordorigin="1195,203" coordsize="2,180">
              <v:shape style="position:absolute;left:1195;top:203;width:2;height:180" coordorigin="1195,203" coordsize="0,180" path="m1195,203l1195,383e" filled="false" stroked="true" strokeweight="1pt" strokecolor="#231f20">
                <v:path arrowok="t"/>
              </v:shape>
            </v:group>
            <v:group style="position:absolute;left:1120;top:203;width:2;height:180" coordorigin="1120,203" coordsize="2,180">
              <v:shape style="position:absolute;left:1120;top:203;width:2;height:180" coordorigin="1120,203" coordsize="0,180" path="m1120,203l1120,383e" filled="false" stroked="true" strokeweight="1pt" strokecolor="#231f20">
                <v:path arrowok="t"/>
              </v:shape>
            </v:group>
            <v:group style="position:absolute;left:1045;top:203;width:2;height:180" coordorigin="1045,203" coordsize="2,180">
              <v:shape style="position:absolute;left:1045;top:203;width:2;height:180" coordorigin="1045,203" coordsize="0,180" path="m1045,203l1045,383e" filled="false" stroked="true" strokeweight="1pt" strokecolor="#231f20">
                <v:path arrowok="t"/>
              </v:shape>
            </v:group>
            <v:group style="position:absolute;left:2368;top:203;width:2;height:640" coordorigin="2368,203" coordsize="2,640">
              <v:shape style="position:absolute;left:2368;top:203;width:2;height:640" coordorigin="2368,203" coordsize="0,640" path="m2368,203l2368,843e" filled="false" stroked="true" strokeweight="1.1828pt" strokecolor="#231f20">
                <v:path arrowok="t"/>
              </v:shape>
            </v:group>
            <v:group style="position:absolute;left:2298;top:203;width:2;height:180" coordorigin="2298,203" coordsize="2,180">
              <v:shape style="position:absolute;left:2298;top:203;width:2;height:180" coordorigin="2298,203" coordsize="0,180" path="m2298,203l2298,383e" filled="false" stroked="true" strokeweight="1pt" strokecolor="#231f20">
                <v:path arrowok="t"/>
              </v:shape>
            </v:group>
            <v:group style="position:absolute;left:2225;top:203;width:2;height:180" coordorigin="2225,203" coordsize="2,180">
              <v:shape style="position:absolute;left:2225;top:203;width:2;height:180" coordorigin="2225,203" coordsize="0,180" path="m2225,203l2225,383e" filled="false" stroked="true" strokeweight="1pt" strokecolor="#231f20">
                <v:path arrowok="t"/>
              </v:shape>
            </v:group>
            <v:group style="position:absolute;left:2153;top:203;width:2;height:180" coordorigin="2153,203" coordsize="2,180">
              <v:shape style="position:absolute;left:2153;top:203;width:2;height:180" coordorigin="2153,203" coordsize="0,180" path="m2153,203l2153,383e" filled="false" stroked="true" strokeweight="1pt" strokecolor="#231f20">
                <v:path arrowok="t"/>
              </v:shape>
            </v:group>
            <v:group style="position:absolute;left:2081;top:123;width:2;height:260" coordorigin="2081,123" coordsize="2,260">
              <v:shape style="position:absolute;left:2081;top:123;width:2;height:260" coordorigin="2081,123" coordsize="0,260" path="m2081,123l2081,383e" filled="false" stroked="true" strokeweight="1pt" strokecolor="#231f20">
                <v:path arrowok="t"/>
              </v:shape>
            </v:group>
            <v:group style="position:absolute;left:2008;top:203;width:2;height:180" coordorigin="2008,203" coordsize="2,180">
              <v:shape style="position:absolute;left:2008;top:203;width:2;height:180" coordorigin="2008,203" coordsize="0,180" path="m2008,203l2008,383e" filled="false" stroked="true" strokeweight="1pt" strokecolor="#231f20">
                <v:path arrowok="t"/>
              </v:shape>
            </v:group>
            <v:group style="position:absolute;left:1936;top:203;width:2;height:180" coordorigin="1936,203" coordsize="2,180">
              <v:shape style="position:absolute;left:1936;top:203;width:2;height:180" coordorigin="1936,203" coordsize="0,180" path="m1936,203l1936,383e" filled="false" stroked="true" strokeweight="1pt" strokecolor="#231f20">
                <v:path arrowok="t"/>
              </v:shape>
            </v:group>
            <v:group style="position:absolute;left:1864;top:203;width:2;height:180" coordorigin="1864,203" coordsize="2,180">
              <v:shape style="position:absolute;left:1864;top:203;width:2;height:180" coordorigin="1864,203" coordsize="0,180" path="m1864,203l1864,383e" filled="false" stroked="true" strokeweight="1pt" strokecolor="#231f20">
                <v:path arrowok="t"/>
              </v:shape>
            </v:group>
            <v:group style="position:absolute;left:1791;top:203;width:2;height:180" coordorigin="1791,203" coordsize="2,180">
              <v:shape style="position:absolute;left:1791;top:203;width:2;height:180" coordorigin="1791,203" coordsize="0,180" path="m1791,203l1791,383e" filled="false" stroked="true" strokeweight="1pt" strokecolor="#231f20">
                <v:path arrowok="t"/>
              </v:shape>
            </v:group>
            <v:group style="position:absolute;left:174;top:203;width:2;height:180" coordorigin="174,203" coordsize="2,180">
              <v:shape style="position:absolute;left:174;top:203;width:2;height:180" coordorigin="174,203" coordsize="0,180" path="m174,203l174,383e" filled="false" stroked="true" strokeweight="1pt" strokecolor="#231f20">
                <v:path arrowok="t"/>
              </v:shape>
            </v:group>
            <v:group style="position:absolute;left:101;top:203;width:2;height:180" coordorigin="101,203" coordsize="2,180">
              <v:shape style="position:absolute;left:101;top:203;width:2;height:180" coordorigin="101,203" coordsize="0,180" path="m101,203l101,383e" filled="false" stroked="true" strokeweight="1pt" strokecolor="#231f20">
                <v:path arrowok="t"/>
              </v:shape>
            </v:group>
            <v:group style="position:absolute;left:29;top:203;width:2;height:180" coordorigin="29,203" coordsize="2,180">
              <v:shape style="position:absolute;left:29;top:203;width:2;height:180" coordorigin="29,203" coordsize="0,180" path="m29,203l29,383e" filled="false" stroked="true" strokeweight="1pt" strokecolor="#231f20">
                <v:path arrowok="t"/>
              </v:shape>
            </v:group>
            <v:group style="position:absolute;left:3082;top:389;width:2;height:147" coordorigin="3082,389" coordsize="2,147">
              <v:shape style="position:absolute;left:3082;top:389;width:2;height:147" coordorigin="3082,389" coordsize="0,147" path="m3082,389l3082,535e" filled="false" stroked="true" strokeweight="1pt" strokecolor="#231f20">
                <v:path arrowok="t"/>
              </v:shape>
            </v:group>
            <v:group style="position:absolute;left:3149;top:389;width:2;height:147" coordorigin="3149,389" coordsize="2,147">
              <v:shape style="position:absolute;left:3149;top:389;width:2;height:147" coordorigin="3149,389" coordsize="0,147" path="m3149,389l3149,535e" filled="false" stroked="true" strokeweight="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tabs>
          <w:tab w:pos="5599" w:val="left" w:leader="none"/>
          <w:tab w:pos="6132" w:val="left" w:leader="none"/>
          <w:tab w:pos="6848" w:val="left" w:leader="none"/>
          <w:tab w:pos="7442" w:val="left" w:leader="none"/>
        </w:tabs>
        <w:spacing w:before="0"/>
        <w:ind w:left="5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101.982002pt;margin-top:1.129164pt;width:3.2pt;height:8.65pt;mso-position-horizontal-relative:page;mso-position-vertical-relative:paragraph;z-index:-53584" coordorigin="2040,23" coordsize="64,173">
            <v:shape style="position:absolute;left:2040;top:23;width:64;height:173" coordorigin="2040,23" coordsize="64,173" path="m2103,61l2082,61,2082,195,2103,195,2103,61xe" filled="true" fillcolor="#231f20" stroked="false">
              <v:path arrowok="t"/>
              <v:fill type="solid"/>
            </v:shape>
            <v:shape style="position:absolute;left:2040;top:23;width:64;height:173" coordorigin="2040,23" coordsize="64,173" path="m2103,23l2089,23,2086,30,2079,38,2062,53,2051,60,2040,66,2040,86,2082,61,2103,61,2103,23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7.720703pt;margin-top:1.130481pt;width:5.7pt;height:8.65pt;mso-position-horizontal-relative:page;mso-position-vertical-relative:paragraph;z-index:-53560" coordorigin="2754,23" coordsize="114,173">
            <v:shape style="position:absolute;left:2754;top:23;width:114;height:173" coordorigin="2754,23" coordsize="114,173" path="m2857,40l2823,40,2831,43,2843,54,2846,61,2846,78,2799,132,2786,141,2777,150,2765,165,2760,173,2757,180,2755,185,2754,190,2755,195,2868,195,2868,175,2784,175,2786,171,2789,167,2796,160,2804,152,2822,138,2838,123,2868,57,2863,45,2857,40xe" filled="true" fillcolor="#231f20" stroked="false">
              <v:path arrowok="t"/>
              <v:fill type="solid"/>
            </v:shape>
            <v:shape style="position:absolute;left:2754;top:23;width:114;height:173" coordorigin="2754,23" coordsize="114,173" path="m2813,23l2792,26,2775,36,2764,51,2759,72,2780,74,2780,64,2783,55,2796,43,2804,40,2857,40,2851,34,2835,26,2813,23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4.560104pt;margin-top:1.129664pt;width:5.65pt;height:8.8pt;mso-position-horizontal-relative:page;mso-position-vertical-relative:paragraph;z-index:-53536" coordorigin="3491,23" coordsize="113,176">
            <v:shape style="position:absolute;left:3491;top:23;width:113;height:176" coordorigin="3491,23" coordsize="113,176" path="m3512,147l3491,150,3492,153,3498,171,3512,188,3529,196,3552,198,3572,193,3588,181,3589,181,3538,181,3530,178,3519,167,3515,159,3512,147xe" filled="true" fillcolor="#231f20" stroked="false">
              <v:path arrowok="t"/>
              <v:fill type="solid"/>
            </v:shape>
            <v:shape style="position:absolute;left:3491;top:23;width:113;height:176" coordorigin="3491,23" coordsize="113,176" path="m3591,111l3557,111,3566,115,3578,127,3581,135,3581,155,3578,163,3564,177,3556,181,3589,181,3600,164,3604,144,3604,133,3601,124,3591,111xe" filled="true" fillcolor="#231f20" stroked="false">
              <v:path arrowok="t"/>
              <v:fill type="solid"/>
            </v:shape>
            <v:shape style="position:absolute;left:3491;top:23;width:113;height:176" coordorigin="3491,23" coordsize="113,176" path="m3586,40l3554,40,3561,42,3571,53,3574,59,3574,77,3570,84,3556,93,3548,95,3535,95,3533,114,3539,112,3544,111,3591,111,3590,109,3582,104,3572,102,3579,98,3583,95,3538,95,3535,95,3583,95,3585,94,3593,81,3595,75,3595,59,3593,52,3586,40xe" filled="true" fillcolor="#231f20" stroked="false">
              <v:path arrowok="t"/>
              <v:fill type="solid"/>
            </v:shape>
            <v:shape style="position:absolute;left:3491;top:23;width:113;height:176" coordorigin="3491,23" coordsize="113,176" path="m3554,23l3531,23,3520,26,3502,42,3496,53,3493,67,3514,71,3516,61,3519,53,3530,43,3537,40,3586,40,3585,38,3579,33,3563,25,3554,23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0.886993pt;margin-top:1.164764pt;width:5.95pt;height:8.6pt;mso-position-horizontal-relative:page;mso-position-vertical-relative:paragraph;z-index:-53512" coordorigin="4218,23" coordsize="119,172">
            <v:shape style="position:absolute;left:4218;top:23;width:119;height:172" coordorigin="4218,23" coordsize="119,172" path="m4313,154l4292,154,4292,195,4313,195,4313,154xe" filled="true" fillcolor="#231f20" stroked="false">
              <v:path arrowok="t"/>
              <v:fill type="solid"/>
            </v:shape>
            <v:shape style="position:absolute;left:4218;top:23;width:119;height:172" coordorigin="4218,23" coordsize="119,172" path="m4313,23l4296,23,4218,135,4218,154,4337,154,4337,135,4238,135,4292,57,4313,57,4313,23xe" filled="true" fillcolor="#231f20" stroked="false">
              <v:path arrowok="t"/>
              <v:fill type="solid"/>
            </v:shape>
            <v:shape style="position:absolute;left:4218;top:23;width:119;height:172" coordorigin="4218,23" coordsize="119,172" path="m4313,57l4292,57,4292,135,4313,135,4313,57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47.895004pt;margin-top:1.281164pt;width:5.7pt;height:8.550pt;mso-position-horizontal-relative:page;mso-position-vertical-relative:paragraph;z-index:-53488" coordorigin="4958,26" coordsize="114,171">
            <v:shape style="position:absolute;left:4958;top:26;width:114;height:171" coordorigin="4958,26" coordsize="114,171" path="m4980,148l4958,150,4959,158,4967,174,4984,191,5001,196,5028,196,5046,188,5053,181,5005,181,4997,178,4985,167,4982,159,4980,148xe" filled="true" fillcolor="#231f20" stroked="false">
              <v:path arrowok="t"/>
              <v:fill type="solid"/>
            </v:shape>
            <v:shape style="position:absolute;left:4958;top:26;width:114;height:171" coordorigin="4958,26" coordsize="114,171" path="m5058,100l5024,100,5033,103,5046,117,5049,127,5049,151,5046,162,5032,177,5023,181,5053,181,5062,172,5069,155,5072,132,5067,113,5058,100xe" filled="true" fillcolor="#231f20" stroked="false">
              <v:path arrowok="t"/>
              <v:fill type="solid"/>
            </v:shape>
            <v:shape style="position:absolute;left:4958;top:26;width:114;height:171" coordorigin="4958,26" coordsize="114,171" path="m5064,26l4978,26,4962,114,4981,116,4985,112,4989,108,5000,101,5006,100,5058,100,5056,96,5049,92,4986,92,4995,46,5064,46,5064,26xe" filled="true" fillcolor="#231f20" stroked="false">
              <v:path arrowok="t"/>
              <v:fill type="solid"/>
            </v:shape>
            <v:shape style="position:absolute;left:4958;top:26;width:114;height:171" coordorigin="4958,26" coordsize="114,171" path="m5018,81l5007,81,4996,85,4986,92,5049,92,5039,85,5018,81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4.554962pt;margin-top:1.191894pt;width:5.65pt;height:8.75pt;mso-position-horizontal-relative:page;mso-position-vertical-relative:paragraph;z-index:-53464" coordorigin="5691,24" coordsize="113,175">
            <v:shape style="position:absolute;left:5691;top:24;width:113;height:175" coordorigin="5691,24" coordsize="113,175" path="m5739,24l5694,78,5691,130,5694,150,5701,168,5712,184,5730,195,5750,198,5761,198,5770,196,5786,186,5791,181,5744,181,5738,179,5727,172,5723,167,5716,154,5715,147,5715,128,5718,119,5731,106,5712,106,5733,46,5738,42,5744,40,5789,40,5781,31,5765,25,5739,24xe" filled="true" fillcolor="#231f20" stroked="false">
              <v:path arrowok="t"/>
              <v:fill type="solid"/>
            </v:shape>
            <v:shape style="position:absolute;left:5691;top:24;width:113;height:175" coordorigin="5691,24" coordsize="113,175" path="m5791,102l5759,102,5767,106,5779,119,5782,128,5782,153,5779,163,5766,177,5759,181,5791,181,5792,179,5802,160,5804,150,5804,136,5800,116,5791,102xe" filled="true" fillcolor="#231f20" stroked="false">
              <v:path arrowok="t"/>
              <v:fill type="solid"/>
            </v:shape>
            <v:shape style="position:absolute;left:5691;top:24;width:113;height:175" coordorigin="5691,24" coordsize="113,175" path="m5767,84l5745,84,5738,86,5723,93,5717,99,5712,106,5731,106,5731,106,5740,102,5791,102,5789,99,5779,89,5767,84xe" filled="true" fillcolor="#231f20" stroked="false">
              <v:path arrowok="t"/>
              <v:fill type="solid"/>
            </v:shape>
            <v:shape style="position:absolute;left:5691;top:24;width:113;height:175" coordorigin="5691,24" coordsize="113,175" path="m5789,40l5759,40,5766,43,5772,49,5775,53,5778,59,5780,67,5801,65,5795,47,5789,40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rFonts w:ascii="Arial"/>
          <w:color w:val="4C4D4F"/>
          <w:spacing w:val="-2"/>
          <w:w w:val="95"/>
          <w:sz w:val="22"/>
        </w:rPr>
        <w:t>4.</w:t>
        <w:tab/>
      </w:r>
      <w:r>
        <w:rPr>
          <w:rFonts w:ascii="Arial"/>
          <w:b/>
          <w:color w:val="4C4D4F"/>
          <w:spacing w:val="-2"/>
          <w:w w:val="95"/>
          <w:sz w:val="22"/>
        </w:rPr>
      </w:r>
      <w:r>
        <w:rPr>
          <w:rFonts w:ascii="Arial"/>
          <w:b/>
          <w:color w:val="4C4D4F"/>
          <w:spacing w:val="-2"/>
          <w:w w:val="95"/>
          <w:sz w:val="22"/>
          <w:u w:val="single" w:color="231F20"/>
        </w:rPr>
        <w:tab/>
      </w:r>
      <w:r>
        <w:rPr>
          <w:rFonts w:ascii="Arial"/>
          <w:b/>
          <w:color w:val="4C4D4F"/>
          <w:spacing w:val="-2"/>
          <w:w w:val="95"/>
          <w:sz w:val="22"/>
        </w:rPr>
      </w:r>
      <w:r>
        <w:rPr>
          <w:rFonts w:ascii="Arial"/>
          <w:b/>
          <w:color w:val="4C4D4F"/>
          <w:sz w:val="22"/>
        </w:rPr>
        <w:t>.</w:t>
      </w:r>
      <w:r>
        <w:rPr>
          <w:rFonts w:ascii="Arial"/>
          <w:b/>
          <w:color w:val="4C4D4F"/>
          <w:sz w:val="22"/>
          <w:u w:val="single" w:color="231F20"/>
        </w:rPr>
        <w:tab/>
        <w:tab/>
      </w:r>
      <w:r>
        <w:rPr>
          <w:rFonts w:ascii="Arial"/>
          <w:b/>
          <w:color w:val="4C4D4F"/>
          <w:sz w:val="22"/>
        </w:rPr>
      </w:r>
      <w:r>
        <w:rPr>
          <w:rFonts w:ascii="Arial"/>
          <w:color w:val="4C4D4F"/>
          <w:sz w:val="22"/>
        </w:rPr>
        <w:t>cm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sz w:val="2"/>
          <w:szCs w:val="2"/>
        </w:rPr>
      </w:pPr>
    </w:p>
    <w:p>
      <w:pPr>
        <w:spacing w:line="200" w:lineRule="atLeast"/>
        <w:ind w:left="8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5.15pt;height:42.7pt;mso-position-horizontal-relative:char;mso-position-vertical-relative:line" coordorigin="0,0" coordsize="4303,854">
            <v:group style="position:absolute;left:10;top:383;width:4283;height:2" coordorigin="10,383" coordsize="4283,2">
              <v:shape style="position:absolute;left:10;top:383;width:4283;height:2" coordorigin="10,383" coordsize="4283,0" path="m10,383l4292,383e" filled="false" stroked="true" strokeweight="1pt" strokecolor="#231f20">
                <v:path arrowok="t"/>
              </v:shape>
            </v:group>
            <v:group style="position:absolute;left:311;top:23;width:2;height:369" coordorigin="311,23" coordsize="2,369">
              <v:shape style="position:absolute;left:311;top:23;width:2;height:369" coordorigin="311,23" coordsize="0,369" path="m311,23l311,392e" filled="false" stroked="true" strokeweight="1pt" strokecolor="#231f20">
                <v:path arrowok="t"/>
              </v:shape>
            </v:group>
            <v:group style="position:absolute;left:2506;top:23;width:2;height:360" coordorigin="2506,23" coordsize="2,360">
              <v:shape style="position:absolute;left:2506;top:23;width:2;height:360" coordorigin="2506,23" coordsize="0,360" path="m2506,23l2506,383e" filled="false" stroked="true" strokeweight="1pt" strokecolor="#231f20">
                <v:path arrowok="t"/>
              </v:shape>
            </v:group>
            <v:group style="position:absolute;left:1047;top:23;width:2;height:513" coordorigin="1047,23" coordsize="2,513">
              <v:shape style="position:absolute;left:1047;top:23;width:2;height:513" coordorigin="1047,23" coordsize="0,513" path="m1047,23l1047,536e" filled="false" stroked="true" strokeweight="2.329pt" strokecolor="#231f20">
                <v:path arrowok="t"/>
              </v:shape>
            </v:group>
            <v:group style="position:absolute;left:1783;top:23;width:2;height:360" coordorigin="1783,23" coordsize="2,360">
              <v:shape style="position:absolute;left:1783;top:23;width:2;height:360" coordorigin="1783,23" coordsize="0,360" path="m1783,23l1783,383e" filled="false" stroked="true" strokeweight="1pt" strokecolor="#231f20">
                <v:path arrowok="t"/>
              </v:shape>
            </v:group>
            <v:group style="position:absolute;left:3255;top:23;width:2;height:360" coordorigin="3255,23" coordsize="2,360">
              <v:shape style="position:absolute;left:3255;top:23;width:2;height:360" coordorigin="3255,23" coordsize="0,360" path="m3255,23l3255,383e" filled="false" stroked="true" strokeweight="1pt" strokecolor="#231f20">
                <v:path arrowok="t"/>
              </v:shape>
            </v:group>
            <v:group style="position:absolute;left:3991;top:23;width:2;height:360" coordorigin="3991,23" coordsize="2,360">
              <v:shape style="position:absolute;left:3991;top:23;width:2;height:360" coordorigin="3991,23" coordsize="0,360" path="m3991,23l3991,383e" filled="false" stroked="true" strokeweight="1pt" strokecolor="#231f20">
                <v:path arrowok="t"/>
              </v:shape>
            </v:group>
            <v:group style="position:absolute;left:4282;top:203;width:2;height:180" coordorigin="4282,203" coordsize="2,180">
              <v:shape style="position:absolute;left:4282;top:203;width:2;height:180" coordorigin="4282,203" coordsize="0,180" path="m4282,203l4282,383e" filled="false" stroked="true" strokeweight="1pt" strokecolor="#231f20">
                <v:path arrowok="t"/>
              </v:shape>
            </v:group>
            <v:group style="position:absolute;left:4209;top:203;width:2;height:180" coordorigin="4209,203" coordsize="2,180">
              <v:shape style="position:absolute;left:4209;top:203;width:2;height:180" coordorigin="4209,203" coordsize="0,180" path="m4209,203l4209,383e" filled="false" stroked="true" strokeweight="1pt" strokecolor="#231f20">
                <v:path arrowok="t"/>
              </v:shape>
            </v:group>
            <v:group style="position:absolute;left:4137;top:203;width:2;height:180" coordorigin="4137,203" coordsize="2,180">
              <v:shape style="position:absolute;left:4137;top:203;width:2;height:180" coordorigin="4137,203" coordsize="0,180" path="m4137,203l4137,383e" filled="false" stroked="true" strokeweight="1pt" strokecolor="#231f20">
                <v:path arrowok="t"/>
              </v:shape>
            </v:group>
            <v:group style="position:absolute;left:4064;top:203;width:2;height:180" coordorigin="4064,203" coordsize="2,180">
              <v:shape style="position:absolute;left:4064;top:203;width:2;height:180" coordorigin="4064,203" coordsize="0,180" path="m4064,203l4064,383e" filled="false" stroked="true" strokeweight="1pt" strokecolor="#231f20">
                <v:path arrowok="t"/>
              </v:shape>
            </v:group>
            <v:group style="position:absolute;left:3917;top:203;width:2;height:180" coordorigin="3917,203" coordsize="2,180">
              <v:shape style="position:absolute;left:3917;top:203;width:2;height:180" coordorigin="3917,203" coordsize="0,180" path="m3917,203l3917,383e" filled="false" stroked="true" strokeweight="1pt" strokecolor="#231f20">
                <v:path arrowok="t"/>
              </v:shape>
            </v:group>
            <v:group style="position:absolute;left:3842;top:203;width:2;height:180" coordorigin="3842,203" coordsize="2,180">
              <v:shape style="position:absolute;left:3842;top:203;width:2;height:180" coordorigin="3842,203" coordsize="0,180" path="m3842,203l3842,383e" filled="false" stroked="true" strokeweight="1pt" strokecolor="#231f20">
                <v:path arrowok="t"/>
              </v:shape>
            </v:group>
            <v:group style="position:absolute;left:3767;top:203;width:2;height:180" coordorigin="3767,203" coordsize="2,180">
              <v:shape style="position:absolute;left:3767;top:203;width:2;height:180" coordorigin="3767,203" coordsize="0,180" path="m3767,203l3767,383e" filled="false" stroked="true" strokeweight="1pt" strokecolor="#231f20">
                <v:path arrowok="t"/>
              </v:shape>
            </v:group>
            <v:group style="position:absolute;left:3692;top:203;width:2;height:180" coordorigin="3692,203" coordsize="2,180">
              <v:shape style="position:absolute;left:3692;top:203;width:2;height:180" coordorigin="3692,203" coordsize="0,180" path="m3692,203l3692,383e" filled="false" stroked="true" strokeweight="1pt" strokecolor="#231f20">
                <v:path arrowok="t"/>
              </v:shape>
            </v:group>
            <v:group style="position:absolute;left:3617;top:123;width:2;height:260" coordorigin="3617,123" coordsize="2,260">
              <v:shape style="position:absolute;left:3617;top:123;width:2;height:260" coordorigin="3617,123" coordsize="0,260" path="m3617,123l3617,383e" filled="false" stroked="true" strokeweight="1pt" strokecolor="#231f20">
                <v:path arrowok="t"/>
              </v:shape>
            </v:group>
            <v:group style="position:absolute;left:3545;top:203;width:2;height:180" coordorigin="3545,203" coordsize="2,180">
              <v:shape style="position:absolute;left:3545;top:203;width:2;height:180" coordorigin="3545,203" coordsize="0,180" path="m3545,203l3545,383e" filled="false" stroked="true" strokeweight="1pt" strokecolor="#231f20">
                <v:path arrowok="t"/>
              </v:shape>
            </v:group>
            <v:group style="position:absolute;left:3472;top:203;width:2;height:180" coordorigin="3472,203" coordsize="2,180">
              <v:shape style="position:absolute;left:3472;top:203;width:2;height:180" coordorigin="3472,203" coordsize="0,180" path="m3472,203l3472,383e" filled="false" stroked="true" strokeweight="1pt" strokecolor="#231f20">
                <v:path arrowok="t"/>
              </v:shape>
            </v:group>
            <v:group style="position:absolute;left:3400;top:203;width:2;height:180" coordorigin="3400,203" coordsize="2,180">
              <v:shape style="position:absolute;left:3400;top:203;width:2;height:180" coordorigin="3400,203" coordsize="0,180" path="m3400,203l3400,383e" filled="false" stroked="true" strokeweight="1pt" strokecolor="#231f20">
                <v:path arrowok="t"/>
              </v:shape>
            </v:group>
            <v:group style="position:absolute;left:3328;top:203;width:2;height:180" coordorigin="3328,203" coordsize="2,180">
              <v:shape style="position:absolute;left:3328;top:203;width:2;height:180" coordorigin="3328,203" coordsize="0,180" path="m3328,203l3328,383e" filled="false" stroked="true" strokeweight="1pt" strokecolor="#231f20">
                <v:path arrowok="t"/>
              </v:shape>
            </v:group>
            <v:group style="position:absolute;left:3180;top:203;width:2;height:180" coordorigin="3180,203" coordsize="2,180">
              <v:shape style="position:absolute;left:3180;top:203;width:2;height:180" coordorigin="3180,203" coordsize="0,180" path="m3180,203l3180,383e" filled="false" stroked="true" strokeweight="1pt" strokecolor="#231f20">
                <v:path arrowok="t"/>
              </v:shape>
            </v:group>
            <v:group style="position:absolute;left:3105;top:203;width:2;height:180" coordorigin="3105,203" coordsize="2,180">
              <v:shape style="position:absolute;left:3105;top:203;width:2;height:180" coordorigin="3105,203" coordsize="0,180" path="m3105,203l3105,383e" filled="false" stroked="true" strokeweight="1pt" strokecolor="#231f20">
                <v:path arrowok="t"/>
              </v:shape>
            </v:group>
            <v:group style="position:absolute;left:3030;top:203;width:2;height:180" coordorigin="3030,203" coordsize="2,180">
              <v:shape style="position:absolute;left:3030;top:203;width:2;height:180" coordorigin="3030,203" coordsize="0,180" path="m3030,203l3030,383e" filled="false" stroked="true" strokeweight="1pt" strokecolor="#231f20">
                <v:path arrowok="t"/>
              </v:shape>
            </v:group>
            <v:group style="position:absolute;left:2956;top:203;width:2;height:180" coordorigin="2956,203" coordsize="2,180">
              <v:shape style="position:absolute;left:2956;top:203;width:2;height:180" coordorigin="2956,203" coordsize="0,180" path="m2956,203l2956,383e" filled="false" stroked="true" strokeweight="1pt" strokecolor="#231f20">
                <v:path arrowok="t"/>
              </v:shape>
            </v:group>
            <v:group style="position:absolute;left:2881;top:123;width:2;height:260" coordorigin="2881,123" coordsize="2,260">
              <v:shape style="position:absolute;left:2881;top:123;width:2;height:260" coordorigin="2881,123" coordsize="0,260" path="m2881,123l2881,383e" filled="false" stroked="true" strokeweight="1pt" strokecolor="#231f20">
                <v:path arrowok="t"/>
              </v:shape>
            </v:group>
            <v:group style="position:absolute;left:2806;top:203;width:2;height:180" coordorigin="2806,203" coordsize="2,180">
              <v:shape style="position:absolute;left:2806;top:203;width:2;height:180" coordorigin="2806,203" coordsize="0,180" path="m2806,203l2806,383e" filled="false" stroked="true" strokeweight="1pt" strokecolor="#231f20">
                <v:path arrowok="t"/>
              </v:shape>
            </v:group>
            <v:group style="position:absolute;left:2731;top:203;width:2;height:180" coordorigin="2731,203" coordsize="2,180">
              <v:shape style="position:absolute;left:2731;top:203;width:2;height:180" coordorigin="2731,203" coordsize="0,180" path="m2731,203l2731,383e" filled="false" stroked="true" strokeweight="1pt" strokecolor="#231f20">
                <v:path arrowok="t"/>
              </v:shape>
            </v:group>
            <v:group style="position:absolute;left:2656;top:203;width:2;height:180" coordorigin="2656,203" coordsize="2,180">
              <v:shape style="position:absolute;left:2656;top:203;width:2;height:180" coordorigin="2656,203" coordsize="0,180" path="m2656,203l2656,383e" filled="false" stroked="true" strokeweight="1pt" strokecolor="#231f20">
                <v:path arrowok="t"/>
              </v:shape>
            </v:group>
            <v:group style="position:absolute;left:2581;top:203;width:2;height:180" coordorigin="2581,203" coordsize="2,180">
              <v:shape style="position:absolute;left:2581;top:203;width:2;height:180" coordorigin="2581,203" coordsize="0,180" path="m2581,203l2581,383e" filled="false" stroked="true" strokeweight="1pt" strokecolor="#231f20">
                <v:path arrowok="t"/>
              </v:shape>
            </v:group>
            <v:group style="position:absolute;left:961;top:203;width:2;height:180" coordorigin="961,203" coordsize="2,180">
              <v:shape style="position:absolute;left:961;top:203;width:2;height:180" coordorigin="961,203" coordsize="0,180" path="m961,203l961,383e" filled="false" stroked="true" strokeweight="1pt" strokecolor="#231f20">
                <v:path arrowok="t"/>
              </v:shape>
            </v:group>
            <v:group style="position:absolute;left:889;top:203;width:2;height:180" coordorigin="889,203" coordsize="2,180">
              <v:shape style="position:absolute;left:889;top:203;width:2;height:180" coordorigin="889,203" coordsize="0,180" path="m889,203l889,383e" filled="false" stroked="true" strokeweight="1pt" strokecolor="#231f20">
                <v:path arrowok="t"/>
              </v:shape>
            </v:group>
            <v:group style="position:absolute;left:817;top:203;width:2;height:180" coordorigin="817,203" coordsize="2,180">
              <v:shape style="position:absolute;left:817;top:203;width:2;height:180" coordorigin="817,203" coordsize="0,180" path="m817,203l817,383e" filled="false" stroked="true" strokeweight="1pt" strokecolor="#231f20">
                <v:path arrowok="t"/>
              </v:shape>
            </v:group>
            <v:group style="position:absolute;left:744;top:203;width:2;height:180" coordorigin="744,203" coordsize="2,180">
              <v:shape style="position:absolute;left:744;top:203;width:2;height:180" coordorigin="744,203" coordsize="0,180" path="m744,203l744,383e" filled="false" stroked="true" strokeweight="1pt" strokecolor="#231f20">
                <v:path arrowok="t"/>
              </v:shape>
            </v:group>
            <v:group style="position:absolute;left:672;top:123;width:2;height:260" coordorigin="672,123" coordsize="2,260">
              <v:shape style="position:absolute;left:672;top:123;width:2;height:260" coordorigin="672,123" coordsize="0,260" path="m672,123l672,383e" filled="false" stroked="true" strokeweight="1pt" strokecolor="#231f20">
                <v:path arrowok="t"/>
              </v:shape>
            </v:group>
            <v:group style="position:absolute;left:600;top:203;width:2;height:180" coordorigin="600,203" coordsize="2,180">
              <v:shape style="position:absolute;left:600;top:203;width:2;height:180" coordorigin="600,203" coordsize="0,180" path="m600,203l600,383e" filled="false" stroked="true" strokeweight="1pt" strokecolor="#231f20">
                <v:path arrowok="t"/>
              </v:shape>
            </v:group>
            <v:group style="position:absolute;left:528;top:203;width:2;height:180" coordorigin="528,203" coordsize="2,180">
              <v:shape style="position:absolute;left:528;top:203;width:2;height:180" coordorigin="528,203" coordsize="0,180" path="m528,203l528,383e" filled="false" stroked="true" strokeweight="1pt" strokecolor="#231f20">
                <v:path arrowok="t"/>
              </v:shape>
            </v:group>
            <v:group style="position:absolute;left:455;top:203;width:2;height:180" coordorigin="455,203" coordsize="2,180">
              <v:shape style="position:absolute;left:455;top:203;width:2;height:180" coordorigin="455,203" coordsize="0,180" path="m455,203l455,383e" filled="false" stroked="true" strokeweight="1pt" strokecolor="#231f20">
                <v:path arrowok="t"/>
              </v:shape>
            </v:group>
            <v:group style="position:absolute;left:383;top:203;width:2;height:180" coordorigin="383,203" coordsize="2,180">
              <v:shape style="position:absolute;left:383;top:203;width:2;height:180" coordorigin="383,203" coordsize="0,180" path="m383,203l383,383e" filled="false" stroked="true" strokeweight="1pt" strokecolor="#231f20">
                <v:path arrowok="t"/>
              </v:shape>
            </v:group>
            <v:group style="position:absolute;left:1708;top:203;width:2;height:180" coordorigin="1708,203" coordsize="2,180">
              <v:shape style="position:absolute;left:1708;top:203;width:2;height:180" coordorigin="1708,203" coordsize="0,180" path="m1708,203l1708,383e" filled="false" stroked="true" strokeweight="1pt" strokecolor="#231f20">
                <v:path arrowok="t"/>
              </v:shape>
            </v:group>
            <v:group style="position:absolute;left:1642;top:203;width:2;height:440" coordorigin="1642,203" coordsize="2,440">
              <v:shape style="position:absolute;left:1642;top:203;width:2;height:440" coordorigin="1642,203" coordsize="0,440" path="m1642,203l1642,642e" filled="false" stroked="true" strokeweight="1.897pt" strokecolor="#231f20">
                <v:path arrowok="t"/>
              </v:shape>
            </v:group>
            <v:group style="position:absolute;left:1572;top:203;width:2;height:333" coordorigin="1572,203" coordsize="2,333">
              <v:shape style="position:absolute;left:1572;top:203;width:2;height:333" coordorigin="1572,203" coordsize="0,333" path="m1572,203l1572,536e" filled="false" stroked="true" strokeweight="2.414pt" strokecolor="#231f20">
                <v:path arrowok="t"/>
              </v:shape>
            </v:group>
            <v:group style="position:absolute;left:1483;top:203;width:2;height:180" coordorigin="1483,203" coordsize="2,180">
              <v:shape style="position:absolute;left:1483;top:203;width:2;height:180" coordorigin="1483,203" coordsize="0,180" path="m1483,203l1483,383e" filled="false" stroked="true" strokeweight="1pt" strokecolor="#231f20">
                <v:path arrowok="t"/>
              </v:shape>
            </v:group>
            <v:group style="position:absolute;left:1408;top:123;width:2;height:260" coordorigin="1408,123" coordsize="2,260">
              <v:shape style="position:absolute;left:1408;top:123;width:2;height:260" coordorigin="1408,123" coordsize="0,260" path="m1408,123l1408,383e" filled="false" stroked="true" strokeweight="1pt" strokecolor="#231f20">
                <v:path arrowok="t"/>
              </v:shape>
            </v:group>
            <v:group style="position:absolute;left:1324;top:203;width:2;height:446" coordorigin="1324,203" coordsize="2,446">
              <v:shape style="position:absolute;left:1324;top:203;width:2;height:446" coordorigin="1324,203" coordsize="0,446" path="m1324,203l1324,649e" filled="false" stroked="true" strokeweight="1.911pt" strokecolor="#231f20">
                <v:path arrowok="t"/>
              </v:shape>
            </v:group>
            <v:group style="position:absolute;left:1255;top:203;width:2;height:333" coordorigin="1255,203" coordsize="2,333">
              <v:shape style="position:absolute;left:1255;top:203;width:2;height:333" coordorigin="1255,203" coordsize="0,333" path="m1255,203l1255,536e" filled="false" stroked="true" strokeweight="1.352pt" strokecolor="#231f20">
                <v:path arrowok="t"/>
              </v:shape>
            </v:group>
            <v:group style="position:absolute;left:1186;top:203;width:2;height:333" coordorigin="1186,203" coordsize="2,333">
              <v:shape style="position:absolute;left:1186;top:203;width:2;height:333" coordorigin="1186,203" coordsize="0,333" path="m1186,203l1186,536e" filled="false" stroked="true" strokeweight="1.209pt" strokecolor="#231f20">
                <v:path arrowok="t"/>
              </v:shape>
            </v:group>
            <v:group style="position:absolute;left:1116;top:203;width:2;height:333" coordorigin="1116,203" coordsize="2,333">
              <v:shape style="position:absolute;left:1116;top:203;width:2;height:333" coordorigin="1116,203" coordsize="0,333" path="m1116,203l1116,536e" filled="false" stroked="true" strokeweight="1.767pt" strokecolor="#231f20">
                <v:path arrowok="t"/>
              </v:shape>
            </v:group>
            <v:group style="position:absolute;left:2434;top:203;width:2;height:180" coordorigin="2434,203" coordsize="2,180">
              <v:shape style="position:absolute;left:2434;top:203;width:2;height:180" coordorigin="2434,203" coordsize="0,180" path="m2434,203l2434,383e" filled="false" stroked="true" strokeweight="1pt" strokecolor="#231f20">
                <v:path arrowok="t"/>
              </v:shape>
            </v:group>
            <v:group style="position:absolute;left:2361;top:203;width:2;height:180" coordorigin="2361,203" coordsize="2,180">
              <v:shape style="position:absolute;left:2361;top:203;width:2;height:180" coordorigin="2361,203" coordsize="0,180" path="m2361,203l2361,383e" filled="false" stroked="true" strokeweight="1pt" strokecolor="#231f20">
                <v:path arrowok="t"/>
              </v:shape>
            </v:group>
            <v:group style="position:absolute;left:2289;top:203;width:2;height:180" coordorigin="2289,203" coordsize="2,180">
              <v:shape style="position:absolute;left:2289;top:203;width:2;height:180" coordorigin="2289,203" coordsize="0,180" path="m2289,203l2289,383e" filled="false" stroked="true" strokeweight="1pt" strokecolor="#231f20">
                <v:path arrowok="t"/>
              </v:shape>
            </v:group>
            <v:group style="position:absolute;left:2217;top:203;width:2;height:180" coordorigin="2217,203" coordsize="2,180">
              <v:shape style="position:absolute;left:2217;top:203;width:2;height:180" coordorigin="2217,203" coordsize="0,180" path="m2217,203l2217,383e" filled="false" stroked="true" strokeweight="1pt" strokecolor="#231f20">
                <v:path arrowok="t"/>
              </v:shape>
            </v:group>
            <v:group style="position:absolute;left:2144;top:123;width:2;height:260" coordorigin="2144,123" coordsize="2,260">
              <v:shape style="position:absolute;left:2144;top:123;width:2;height:260" coordorigin="2144,123" coordsize="0,260" path="m2144,123l2144,383e" filled="false" stroked="true" strokeweight="1pt" strokecolor="#231f20">
                <v:path arrowok="t"/>
              </v:shape>
            </v:group>
            <v:group style="position:absolute;left:2072;top:203;width:2;height:180" coordorigin="2072,203" coordsize="2,180">
              <v:shape style="position:absolute;left:2072;top:203;width:2;height:180" coordorigin="2072,203" coordsize="0,180" path="m2072,203l2072,383e" filled="false" stroked="true" strokeweight="1pt" strokecolor="#231f20">
                <v:path arrowok="t"/>
              </v:shape>
            </v:group>
            <v:group style="position:absolute;left:2000;top:203;width:2;height:180" coordorigin="2000,203" coordsize="2,180">
              <v:shape style="position:absolute;left:2000;top:203;width:2;height:180" coordorigin="2000,203" coordsize="0,180" path="m2000,203l2000,383e" filled="false" stroked="true" strokeweight="1pt" strokecolor="#231f20">
                <v:path arrowok="t"/>
              </v:shape>
            </v:group>
            <v:group style="position:absolute;left:1928;top:203;width:2;height:180" coordorigin="1928,203" coordsize="2,180">
              <v:shape style="position:absolute;left:1928;top:203;width:2;height:180" coordorigin="1928,203" coordsize="0,180" path="m1928,203l1928,383e" filled="false" stroked="true" strokeweight="1pt" strokecolor="#231f20">
                <v:path arrowok="t"/>
              </v:shape>
            </v:group>
            <v:group style="position:absolute;left:1855;top:203;width:2;height:180" coordorigin="1855,203" coordsize="2,180">
              <v:shape style="position:absolute;left:1855;top:203;width:2;height:180" coordorigin="1855,203" coordsize="0,180" path="m1855,203l1855,383e" filled="false" stroked="true" strokeweight="1pt" strokecolor="#231f20">
                <v:path arrowok="t"/>
              </v:shape>
            </v:group>
            <v:group style="position:absolute;left:238;top:203;width:2;height:180" coordorigin="238,203" coordsize="2,180">
              <v:shape style="position:absolute;left:238;top:203;width:2;height:180" coordorigin="238,203" coordsize="0,180" path="m238,203l238,383e" filled="false" stroked="true" strokeweight="1pt" strokecolor="#231f20">
                <v:path arrowok="t"/>
              </v:shape>
            </v:group>
            <v:group style="position:absolute;left:165;top:203;width:2;height:180" coordorigin="165,203" coordsize="2,180">
              <v:shape style="position:absolute;left:165;top:203;width:2;height:180" coordorigin="165,203" coordsize="0,180" path="m165,203l165,383e" filled="false" stroked="true" strokeweight="1pt" strokecolor="#231f20">
                <v:path arrowok="t"/>
              </v:shape>
            </v:group>
            <v:group style="position:absolute;left:93;top:203;width:2;height:180" coordorigin="93,203" coordsize="2,180">
              <v:shape style="position:absolute;left:93;top:203;width:2;height:180" coordorigin="93,203" coordsize="0,180" path="m93,203l93,383e" filled="false" stroked="true" strokeweight="1pt" strokecolor="#231f20">
                <v:path arrowok="t"/>
              </v:shape>
            </v:group>
            <v:group style="position:absolute;left:20;top:202;width:2;height:180" coordorigin="20,202" coordsize="2,180">
              <v:shape style="position:absolute;left:20;top:202;width:2;height:180" coordorigin="20,202" coordsize="0,180" path="m20,202l20,382e" filled="false" stroked="true" strokeweight="1pt" strokecolor="#231f20">
                <v:path arrowok="t"/>
              </v:shape>
            </v:group>
            <v:group style="position:absolute;left:997;top:389;width:2;height:254" coordorigin="997,389" coordsize="2,254">
              <v:shape style="position:absolute;left:997;top:389;width:2;height:254" coordorigin="997,389" coordsize="0,254" path="m997,389l997,642e" filled="false" stroked="true" strokeweight="1pt" strokecolor="#231f20">
                <v:path arrowok="t"/>
              </v:shape>
            </v:group>
            <v:group style="position:absolute;left:1443;top:389;width:2;height:141" coordorigin="1443,389" coordsize="2,141">
              <v:shape style="position:absolute;left:1443;top:389;width:2;height:141" coordorigin="1443,389" coordsize="1,141" path="m1443,389l1443,529e" filled="false" stroked="true" strokeweight="1pt" strokecolor="#231f20">
                <v:path arrowok="t"/>
              </v:shape>
            </v:group>
            <v:group style="position:absolute;left:1515;top:389;width:2;height:147" coordorigin="1515,389" coordsize="2,147">
              <v:shape style="position:absolute;left:1515;top:389;width:2;height:147" coordorigin="1515,389" coordsize="0,147" path="m1515,389l1515,536e" filled="false" stroked="true" strokeweight="1pt" strokecolor="#231f20">
                <v:path arrowok="t"/>
              </v:shape>
            </v:group>
            <v:group style="position:absolute;left:1371;top:389;width:2;height:147" coordorigin="1371,389" coordsize="2,147">
              <v:shape style="position:absolute;left:1371;top:389;width:2;height:147" coordorigin="1371,389" coordsize="0,147" path="m1371,389l1371,536e" filled="false" stroked="true" strokeweight="1pt" strokecolor="#231f20">
                <v:path arrowok="t"/>
              </v:shape>
            </v:group>
            <v:group style="position:absolute;left:336;top:843;width:1785;height:2" coordorigin="336,843" coordsize="1785,2">
              <v:shape style="position:absolute;left:336;top:843;width:1785;height:2" coordorigin="336,843" coordsize="1785,0" path="m336,843l2120,843e" filled="false" stroked="true" strokeweight="1pt" strokecolor="#231f20">
                <v:path arrowok="t"/>
              </v:shape>
            </v:group>
            <v:group style="position:absolute;left:2109;top:393;width:2;height:450" coordorigin="2109,393" coordsize="2,450">
              <v:shape style="position:absolute;left:2109;top:393;width:2;height:450" coordorigin="2109,393" coordsize="0,450" path="m2109,393l2109,843e" filled="false" stroked="true" strokeweight="1pt" strokecolor="#231f20">
                <v:path arrowok="t"/>
              </v:shape>
            </v:group>
            <v:group style="position:absolute;left:344;top:393;width:2;height:450" coordorigin="344,393" coordsize="2,450">
              <v:shape style="position:absolute;left:344;top:393;width:2;height:450" coordorigin="344,393" coordsize="0,450" path="m344,393l344,843e" filled="false" stroked="true" strokeweight="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tabs>
          <w:tab w:pos="5599" w:val="left" w:leader="none"/>
          <w:tab w:pos="6132" w:val="left" w:leader="none"/>
          <w:tab w:pos="6848" w:val="left" w:leader="none"/>
          <w:tab w:pos="7442" w:val="left" w:leader="none"/>
        </w:tabs>
        <w:spacing w:before="0"/>
        <w:ind w:left="5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99.582001pt;margin-top:1.518764pt;width:3.2pt;height:8.65pt;mso-position-horizontal-relative:page;mso-position-vertical-relative:paragraph;z-index:-53440" coordorigin="1992,30" coordsize="64,173">
            <v:shape style="position:absolute;left:1992;top:30;width:64;height:173" coordorigin="1992,30" coordsize="64,173" path="m2055,68l2034,68,2034,203,2055,203,2055,68xe" filled="true" fillcolor="#231f20" stroked="false">
              <v:path arrowok="t"/>
              <v:fill type="solid"/>
            </v:shape>
            <v:shape style="position:absolute;left:1992;top:30;width:64;height:173" coordorigin="1992,30" coordsize="64,173" path="m2055,30l2041,30,2038,38,2031,45,2014,61,2003,68,1992,73,1992,94,2034,68,2055,68,2055,30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5.320694pt;margin-top:1.519981pt;width:5.7pt;height:8.65pt;mso-position-horizontal-relative:page;mso-position-vertical-relative:paragraph;z-index:-53416" coordorigin="2706,30" coordsize="114,173">
            <v:shape style="position:absolute;left:2706;top:30;width:114;height:173" coordorigin="2706,30" coordsize="114,173" path="m2809,48l2775,48,2783,51,2795,62,2798,69,2798,86,2751,139,2738,149,2729,158,2717,173,2712,181,2709,188,2707,193,2706,198,2707,203,2820,203,2820,183,2736,183,2738,179,2741,175,2748,167,2756,160,2774,146,2790,131,2820,65,2815,53,2809,48xe" filled="true" fillcolor="#231f20" stroked="false">
              <v:path arrowok="t"/>
              <v:fill type="solid"/>
            </v:shape>
            <v:shape style="position:absolute;left:2706;top:30;width:114;height:173" coordorigin="2706,30" coordsize="114,173" path="m2765,30l2744,34,2727,43,2716,59,2711,80,2732,82,2732,72,2735,63,2748,51,2756,48,2809,48,2803,42,2787,33,2765,30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2.160095pt;margin-top:1.519164pt;width:5.65pt;height:8.8pt;mso-position-horizontal-relative:page;mso-position-vertical-relative:paragraph;z-index:-53392" coordorigin="3443,30" coordsize="113,176">
            <v:shape style="position:absolute;left:3443;top:30;width:113;height:176" coordorigin="3443,30" coordsize="113,176" path="m3464,155l3443,158,3444,161,3450,179,3464,196,3481,203,3504,206,3524,201,3540,189,3541,188,3490,188,3482,186,3471,175,3467,167,3464,155xe" filled="true" fillcolor="#231f20" stroked="false">
              <v:path arrowok="t"/>
              <v:fill type="solid"/>
            </v:shape>
            <v:shape style="position:absolute;left:3443;top:30;width:113;height:176" coordorigin="3443,30" coordsize="113,176" path="m3543,119l3509,119,3518,122,3530,135,3533,143,3533,163,3530,171,3516,185,3508,188,3541,188,3552,172,3556,152,3556,141,3553,132,3543,119xe" filled="true" fillcolor="#231f20" stroked="false">
              <v:path arrowok="t"/>
              <v:fill type="solid"/>
            </v:shape>
            <v:shape style="position:absolute;left:3443;top:30;width:113;height:176" coordorigin="3443,30" coordsize="113,176" path="m3538,48l3506,48,3513,50,3523,60,3526,67,3526,84,3522,92,3508,101,3500,103,3487,103,3485,122,3491,120,3496,119,3543,119,3542,117,3534,112,3524,110,3531,106,3535,103,3490,103,3487,103,3535,103,3537,101,3545,89,3547,82,3547,67,3545,60,3538,48xe" filled="true" fillcolor="#231f20" stroked="false">
              <v:path arrowok="t"/>
              <v:fill type="solid"/>
            </v:shape>
            <v:shape style="position:absolute;left:3443;top:30;width:113;height:176" coordorigin="3443,30" coordsize="113,176" path="m3506,30l3483,30,3472,34,3454,50,3448,61,3445,75,3466,79,3468,68,3471,61,3482,50,3489,48,3538,48,3537,46,3531,40,3515,32,3506,30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08.487pt;margin-top:1.554364pt;width:5.95pt;height:8.6pt;mso-position-horizontal-relative:page;mso-position-vertical-relative:paragraph;z-index:-53368" coordorigin="4170,31" coordsize="119,172">
            <v:shape style="position:absolute;left:4170;top:31;width:119;height:172" coordorigin="4170,31" coordsize="119,172" path="m4265,162l4244,162,4244,203,4265,203,4265,162xe" filled="true" fillcolor="#231f20" stroked="false">
              <v:path arrowok="t"/>
              <v:fill type="solid"/>
            </v:shape>
            <v:shape style="position:absolute;left:4170;top:31;width:119;height:172" coordorigin="4170,31" coordsize="119,172" path="m4265,31l4248,31,4170,142,4170,162,4289,162,4289,142,4190,142,4244,65,4265,65,4265,31xe" filled="true" fillcolor="#231f20" stroked="false">
              <v:path arrowok="t"/>
              <v:fill type="solid"/>
            </v:shape>
            <v:shape style="position:absolute;left:4170;top:31;width:119;height:172" coordorigin="4170,31" coordsize="119,172" path="m4265,65l4244,65,4244,142,4265,142,4265,65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45.494995pt;margin-top:1.670764pt;width:5.7pt;height:8.550pt;mso-position-horizontal-relative:page;mso-position-vertical-relative:paragraph;z-index:-53344" coordorigin="4910,33" coordsize="114,171">
            <v:shape style="position:absolute;left:4910;top:33;width:114;height:171" coordorigin="4910,33" coordsize="114,171" path="m4932,156l4910,158,4911,165,4919,182,4936,199,4953,204,4980,204,4998,196,5005,188,4957,188,4949,186,4937,175,4934,167,4932,156xe" filled="true" fillcolor="#231f20" stroked="false">
              <v:path arrowok="t"/>
              <v:fill type="solid"/>
            </v:shape>
            <v:shape style="position:absolute;left:4910;top:33;width:114;height:171" coordorigin="4910,33" coordsize="114,171" path="m5010,108l4976,108,4984,111,4998,125,5001,134,5001,159,4998,169,4984,185,4975,188,5005,188,5014,180,5021,163,5024,140,5019,120,5010,108xe" filled="true" fillcolor="#231f20" stroked="false">
              <v:path arrowok="t"/>
              <v:fill type="solid"/>
            </v:shape>
            <v:shape style="position:absolute;left:4910;top:33;width:114;height:171" coordorigin="4910,33" coordsize="114,171" path="m5016,33l4930,33,4914,122,4933,124,4937,119,4941,115,4952,109,4958,108,5010,108,5008,104,5001,100,4938,100,4947,54,5016,54,5016,33xe" filled="true" fillcolor="#231f20" stroked="false">
              <v:path arrowok="t"/>
              <v:fill type="solid"/>
            </v:shape>
            <v:shape style="position:absolute;left:4910;top:33;width:114;height:171" coordorigin="4910,33" coordsize="114,171" path="m4970,89l4959,89,4948,93,4938,100,5001,100,4991,93,4970,89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2.154968pt;margin-top:1.581494pt;width:5.65pt;height:8.75pt;mso-position-horizontal-relative:page;mso-position-vertical-relative:paragraph;z-index:-53320" coordorigin="5643,32" coordsize="113,175">
            <v:shape style="position:absolute;left:5643;top:32;width:113;height:175" coordorigin="5643,32" coordsize="113,175" path="m5691,32l5646,86,5643,137,5646,158,5653,176,5664,192,5682,202,5702,206,5713,206,5722,203,5738,193,5743,188,5696,188,5690,187,5679,180,5675,175,5668,161,5667,154,5667,136,5670,127,5683,114,5664,114,5685,53,5690,50,5696,48,5741,48,5733,38,5717,33,5691,32xe" filled="true" fillcolor="#231f20" stroked="false">
              <v:path arrowok="t"/>
              <v:fill type="solid"/>
            </v:shape>
            <v:shape style="position:absolute;left:5643;top:32;width:113;height:175" coordorigin="5643,32" coordsize="113,175" path="m5743,110l5711,110,5719,113,5731,127,5734,136,5734,161,5731,170,5718,185,5711,188,5743,188,5744,186,5754,168,5756,158,5756,144,5752,123,5743,110xe" filled="true" fillcolor="#231f20" stroked="false">
              <v:path arrowok="t"/>
              <v:fill type="solid"/>
            </v:shape>
            <v:shape style="position:absolute;left:5643;top:32;width:113;height:175" coordorigin="5643,32" coordsize="113,175" path="m5719,91l5697,91,5690,93,5675,101,5669,107,5664,114,5683,114,5683,113,5692,110,5743,110,5741,107,5731,97,5719,91xe" filled="true" fillcolor="#231f20" stroked="false">
              <v:path arrowok="t"/>
              <v:fill type="solid"/>
            </v:shape>
            <v:shape style="position:absolute;left:5643;top:32;width:113;height:175" coordorigin="5643,32" coordsize="113,175" path="m5741,48l5711,48,5718,51,5724,57,5727,60,5730,67,5732,75,5753,73,5747,55,5741,48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rFonts w:ascii="Arial"/>
          <w:color w:val="4C4D4F"/>
          <w:spacing w:val="-1"/>
          <w:w w:val="95"/>
          <w:sz w:val="22"/>
        </w:rPr>
        <w:t>5.</w:t>
        <w:tab/>
      </w:r>
      <w:r>
        <w:rPr>
          <w:rFonts w:ascii="Arial"/>
          <w:b/>
          <w:color w:val="4C4D4F"/>
          <w:spacing w:val="-1"/>
          <w:w w:val="95"/>
          <w:sz w:val="22"/>
        </w:rPr>
      </w:r>
      <w:r>
        <w:rPr>
          <w:rFonts w:ascii="Arial"/>
          <w:b/>
          <w:color w:val="4C4D4F"/>
          <w:spacing w:val="-1"/>
          <w:w w:val="95"/>
          <w:sz w:val="22"/>
          <w:u w:val="single" w:color="231F20"/>
        </w:rPr>
        <w:tab/>
      </w:r>
      <w:r>
        <w:rPr>
          <w:rFonts w:ascii="Arial"/>
          <w:b/>
          <w:color w:val="4C4D4F"/>
          <w:spacing w:val="-1"/>
          <w:w w:val="95"/>
          <w:sz w:val="22"/>
        </w:rPr>
      </w:r>
      <w:r>
        <w:rPr>
          <w:rFonts w:ascii="Arial"/>
          <w:b/>
          <w:color w:val="4C4D4F"/>
          <w:sz w:val="22"/>
        </w:rPr>
        <w:t>.</w:t>
      </w:r>
      <w:r>
        <w:rPr>
          <w:rFonts w:ascii="Arial"/>
          <w:b/>
          <w:color w:val="4C4D4F"/>
          <w:sz w:val="22"/>
          <w:u w:val="single" w:color="231F20"/>
        </w:rPr>
        <w:tab/>
        <w:tab/>
      </w:r>
      <w:r>
        <w:rPr>
          <w:rFonts w:ascii="Arial"/>
          <w:b/>
          <w:color w:val="4C4D4F"/>
          <w:sz w:val="22"/>
        </w:rPr>
      </w:r>
      <w:r>
        <w:rPr>
          <w:rFonts w:ascii="Arial"/>
          <w:color w:val="4C4D4F"/>
          <w:sz w:val="22"/>
        </w:rPr>
        <w:t>cm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sz w:val="4"/>
          <w:szCs w:val="4"/>
        </w:rPr>
      </w:pPr>
    </w:p>
    <w:p>
      <w:pPr>
        <w:spacing w:line="200" w:lineRule="atLeast"/>
        <w:ind w:left="8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2.75pt;height:42.9pt;mso-position-horizontal-relative:char;mso-position-vertical-relative:line" coordorigin="0,0" coordsize="4255,858">
            <v:group style="position:absolute;left:10;top:370;width:4235;height:2" coordorigin="10,370" coordsize="4235,2">
              <v:shape style="position:absolute;left:10;top:370;width:4235;height:2" coordorigin="10,370" coordsize="4235,0" path="m10,370l4244,370e" filled="false" stroked="true" strokeweight="1pt" strokecolor="#231f20">
                <v:path arrowok="t"/>
              </v:shape>
            </v:group>
            <v:group style="position:absolute;left:263;top:10;width:2;height:369" coordorigin="263,10" coordsize="2,369">
              <v:shape style="position:absolute;left:263;top:10;width:2;height:369" coordorigin="263,10" coordsize="0,369" path="m263,10l263,379e" filled="false" stroked="true" strokeweight="1pt" strokecolor="#231f20">
                <v:path arrowok="t"/>
              </v:shape>
            </v:group>
            <v:group style="position:absolute;left:2458;top:10;width:2;height:360" coordorigin="2458,10" coordsize="2,360">
              <v:shape style="position:absolute;left:2458;top:10;width:2;height:360" coordorigin="2458,10" coordsize="0,360" path="m2458,10l2458,370e" filled="false" stroked="true" strokeweight="1pt" strokecolor="#231f20">
                <v:path arrowok="t"/>
              </v:shape>
            </v:group>
            <v:group style="position:absolute;left:986;top:10;width:2;height:360" coordorigin="986,10" coordsize="2,360">
              <v:shape style="position:absolute;left:986;top:10;width:2;height:360" coordorigin="986,10" coordsize="0,360" path="m986,10l986,370e" filled="false" stroked="true" strokeweight="1pt" strokecolor="#231f20">
                <v:path arrowok="t"/>
              </v:shape>
            </v:group>
            <v:group style="position:absolute;left:1735;top:10;width:2;height:360" coordorigin="1735,10" coordsize="2,360">
              <v:shape style="position:absolute;left:1735;top:10;width:2;height:360" coordorigin="1735,10" coordsize="0,360" path="m1735,10l1735,370e" filled="false" stroked="true" strokeweight="1pt" strokecolor="#231f20">
                <v:path arrowok="t"/>
              </v:shape>
            </v:group>
            <v:group style="position:absolute;left:3207;top:10;width:2;height:360" coordorigin="3207,10" coordsize="2,360">
              <v:shape style="position:absolute;left:3207;top:10;width:2;height:360" coordorigin="3207,10" coordsize="0,360" path="m3207,10l3207,370e" filled="false" stroked="true" strokeweight="1pt" strokecolor="#231f20">
                <v:path arrowok="t"/>
              </v:shape>
            </v:group>
            <v:group style="position:absolute;left:3944;top:10;width:2;height:360" coordorigin="3944,10" coordsize="2,360">
              <v:shape style="position:absolute;left:3944;top:10;width:2;height:360" coordorigin="3944,10" coordsize="0,360" path="m3944,10l3944,370e" filled="false" stroked="true" strokeweight="1pt" strokecolor="#231f20">
                <v:path arrowok="t"/>
              </v:shape>
            </v:group>
            <v:group style="position:absolute;left:4234;top:190;width:2;height:180" coordorigin="4234,190" coordsize="2,180">
              <v:shape style="position:absolute;left:4234;top:190;width:2;height:180" coordorigin="4234,190" coordsize="0,180" path="m4234,190l4234,370e" filled="false" stroked="true" strokeweight="1pt" strokecolor="#231f20">
                <v:path arrowok="t"/>
              </v:shape>
            </v:group>
            <v:group style="position:absolute;left:4162;top:190;width:2;height:180" coordorigin="4162,190" coordsize="2,180">
              <v:shape style="position:absolute;left:4162;top:190;width:2;height:180" coordorigin="4162,190" coordsize="0,180" path="m4162,190l4162,370e" filled="false" stroked="true" strokeweight="1pt" strokecolor="#231f20">
                <v:path arrowok="t"/>
              </v:shape>
            </v:group>
            <v:group style="position:absolute;left:4089;top:190;width:2;height:180" coordorigin="4089,190" coordsize="2,180">
              <v:shape style="position:absolute;left:4089;top:190;width:2;height:180" coordorigin="4089,190" coordsize="0,180" path="m4089,190l4089,370e" filled="false" stroked="true" strokeweight="1pt" strokecolor="#231f20">
                <v:path arrowok="t"/>
              </v:shape>
            </v:group>
            <v:group style="position:absolute;left:4016;top:190;width:2;height:180" coordorigin="4016,190" coordsize="2,180">
              <v:shape style="position:absolute;left:4016;top:190;width:2;height:180" coordorigin="4016,190" coordsize="0,180" path="m4016,190l4016,370e" filled="false" stroked="true" strokeweight="1pt" strokecolor="#231f20">
                <v:path arrowok="t"/>
              </v:shape>
            </v:group>
            <v:group style="position:absolute;left:3869;top:190;width:2;height:180" coordorigin="3869,190" coordsize="2,180">
              <v:shape style="position:absolute;left:3869;top:190;width:2;height:180" coordorigin="3869,190" coordsize="0,180" path="m3869,190l3869,370e" filled="false" stroked="true" strokeweight="1pt" strokecolor="#231f20">
                <v:path arrowok="t"/>
              </v:shape>
            </v:group>
            <v:group style="position:absolute;left:3794;top:190;width:2;height:180" coordorigin="3794,190" coordsize="2,180">
              <v:shape style="position:absolute;left:3794;top:190;width:2;height:180" coordorigin="3794,190" coordsize="0,180" path="m3794,190l3794,370e" filled="false" stroked="true" strokeweight="1pt" strokecolor="#231f20">
                <v:path arrowok="t"/>
              </v:shape>
            </v:group>
            <v:group style="position:absolute;left:3719;top:190;width:2;height:180" coordorigin="3719,190" coordsize="2,180">
              <v:shape style="position:absolute;left:3719;top:190;width:2;height:180" coordorigin="3719,190" coordsize="0,180" path="m3719,190l3719,370e" filled="false" stroked="true" strokeweight="1pt" strokecolor="#231f20">
                <v:path arrowok="t"/>
              </v:shape>
            </v:group>
            <v:group style="position:absolute;left:3644;top:190;width:2;height:180" coordorigin="3644,190" coordsize="2,180">
              <v:shape style="position:absolute;left:3644;top:190;width:2;height:180" coordorigin="3644,190" coordsize="0,180" path="m3644,190l3644,370e" filled="false" stroked="true" strokeweight="1pt" strokecolor="#231f20">
                <v:path arrowok="t"/>
              </v:shape>
            </v:group>
            <v:group style="position:absolute;left:3569;top:110;width:2;height:260" coordorigin="3569,110" coordsize="2,260">
              <v:shape style="position:absolute;left:3569;top:110;width:2;height:260" coordorigin="3569,110" coordsize="0,260" path="m3569,110l3569,370e" filled="false" stroked="true" strokeweight="1pt" strokecolor="#231f20">
                <v:path arrowok="t"/>
              </v:shape>
            </v:group>
            <v:group style="position:absolute;left:3497;top:190;width:2;height:180" coordorigin="3497,190" coordsize="2,180">
              <v:shape style="position:absolute;left:3497;top:190;width:2;height:180" coordorigin="3497,190" coordsize="0,180" path="m3497,190l3497,370e" filled="false" stroked="true" strokeweight="1pt" strokecolor="#231f20">
                <v:path arrowok="t"/>
              </v:shape>
            </v:group>
            <v:group style="position:absolute;left:3424;top:190;width:2;height:180" coordorigin="3424,190" coordsize="2,180">
              <v:shape style="position:absolute;left:3424;top:190;width:2;height:180" coordorigin="3424,190" coordsize="0,180" path="m3424,190l3424,370e" filled="false" stroked="true" strokeweight="1pt" strokecolor="#231f20">
                <v:path arrowok="t"/>
              </v:shape>
            </v:group>
            <v:group style="position:absolute;left:3352;top:190;width:2;height:180" coordorigin="3352,190" coordsize="2,180">
              <v:shape style="position:absolute;left:3352;top:190;width:2;height:180" coordorigin="3352,190" coordsize="0,180" path="m3352,190l3352,370e" filled="false" stroked="true" strokeweight="1pt" strokecolor="#231f20">
                <v:path arrowok="t"/>
              </v:shape>
            </v:group>
            <v:group style="position:absolute;left:3280;top:190;width:2;height:180" coordorigin="3280,190" coordsize="2,180">
              <v:shape style="position:absolute;left:3280;top:190;width:2;height:180" coordorigin="3280,190" coordsize="0,180" path="m3280,190l3280,370e" filled="false" stroked="true" strokeweight="1pt" strokecolor="#231f20">
                <v:path arrowok="t"/>
              </v:shape>
            </v:group>
            <v:group style="position:absolute;left:3133;top:190;width:2;height:180" coordorigin="3133,190" coordsize="2,180">
              <v:shape style="position:absolute;left:3133;top:190;width:2;height:180" coordorigin="3133,190" coordsize="0,180" path="m3133,190l3133,370e" filled="false" stroked="true" strokeweight="1pt" strokecolor="#231f20">
                <v:path arrowok="t"/>
              </v:shape>
            </v:group>
            <v:group style="position:absolute;left:1309;top:835;width:1785;height:2" coordorigin="1309,835" coordsize="1785,2">
              <v:shape style="position:absolute;left:1309;top:835;width:1785;height:2" coordorigin="1309,835" coordsize="1785,1" path="m1309,835l3093,835e" filled="false" stroked="true" strokeweight="1pt" strokecolor="#231f20">
                <v:path arrowok="t"/>
              </v:shape>
            </v:group>
            <v:group style="position:absolute;left:3070;top:190;width:2;height:645" coordorigin="3070,190" coordsize="2,645">
              <v:shape style="position:absolute;left:3070;top:190;width:2;height:645" coordorigin="3070,190" coordsize="0,645" path="m3070,190l3070,835e" filled="false" stroked="true" strokeweight="2.2752pt" strokecolor="#231f20">
                <v:path arrowok="t"/>
              </v:shape>
            </v:group>
            <v:group style="position:absolute;left:2983;top:190;width:2;height:180" coordorigin="2983,190" coordsize="2,180">
              <v:shape style="position:absolute;left:2983;top:190;width:2;height:180" coordorigin="2983,190" coordsize="0,180" path="m2983,190l2983,370e" filled="false" stroked="true" strokeweight="1pt" strokecolor="#231f20">
                <v:path arrowok="t"/>
              </v:shape>
            </v:group>
            <v:group style="position:absolute;left:2908;top:190;width:2;height:180" coordorigin="2908,190" coordsize="2,180">
              <v:shape style="position:absolute;left:2908;top:190;width:2;height:180" coordorigin="2908,190" coordsize="0,180" path="m2908,190l2908,370e" filled="false" stroked="true" strokeweight="1pt" strokecolor="#231f20">
                <v:path arrowok="t"/>
              </v:shape>
            </v:group>
            <v:group style="position:absolute;left:2833;top:110;width:2;height:260" coordorigin="2833,110" coordsize="2,260">
              <v:shape style="position:absolute;left:2833;top:110;width:2;height:260" coordorigin="2833,110" coordsize="0,260" path="m2833,110l2833,370e" filled="false" stroked="true" strokeweight="1pt" strokecolor="#231f20">
                <v:path arrowok="t"/>
              </v:shape>
            </v:group>
            <v:group style="position:absolute;left:2758;top:190;width:2;height:180" coordorigin="2758,190" coordsize="2,180">
              <v:shape style="position:absolute;left:2758;top:190;width:2;height:180" coordorigin="2758,190" coordsize="0,180" path="m2758,190l2758,370e" filled="false" stroked="true" strokeweight="1pt" strokecolor="#231f20">
                <v:path arrowok="t"/>
              </v:shape>
            </v:group>
            <v:group style="position:absolute;left:2683;top:190;width:2;height:180" coordorigin="2683,190" coordsize="2,180">
              <v:shape style="position:absolute;left:2683;top:190;width:2;height:180" coordorigin="2683,190" coordsize="0,180" path="m2683,190l2683,370e" filled="false" stroked="true" strokeweight="1pt" strokecolor="#231f20">
                <v:path arrowok="t"/>
              </v:shape>
            </v:group>
            <v:group style="position:absolute;left:2617;top:190;width:2;height:445" coordorigin="2617,190" coordsize="2,445">
              <v:shape style="position:absolute;left:2617;top:190;width:2;height:445" coordorigin="2617,190" coordsize="0,445" path="m2617,190l2617,634e" filled="false" stroked="true" strokeweight="1.923pt" strokecolor="#231f20">
                <v:path arrowok="t"/>
              </v:shape>
            </v:group>
            <v:group style="position:absolute;left:2548;top:190;width:2;height:338" coordorigin="2548,190" coordsize="2,338">
              <v:shape style="position:absolute;left:2548;top:190;width:2;height:338" coordorigin="2548,190" coordsize="0,338" path="m2548,190l2548,528e" filled="false" stroked="true" strokeweight="2.439pt" strokecolor="#231f20">
                <v:path arrowok="t"/>
              </v:shape>
            </v:group>
            <v:group style="position:absolute;left:914;top:190;width:2;height:180" coordorigin="914,190" coordsize="2,180">
              <v:shape style="position:absolute;left:914;top:190;width:2;height:180" coordorigin="914,190" coordsize="0,180" path="m914,190l914,370e" filled="false" stroked="true" strokeweight="1pt" strokecolor="#231f20">
                <v:path arrowok="t"/>
              </v:shape>
            </v:group>
            <v:group style="position:absolute;left:841;top:190;width:2;height:180" coordorigin="841,190" coordsize="2,180">
              <v:shape style="position:absolute;left:841;top:190;width:2;height:180" coordorigin="841,190" coordsize="0,180" path="m841,190l841,370e" filled="false" stroked="true" strokeweight="1pt" strokecolor="#231f20">
                <v:path arrowok="t"/>
              </v:shape>
            </v:group>
            <v:group style="position:absolute;left:769;top:190;width:2;height:180" coordorigin="769,190" coordsize="2,180">
              <v:shape style="position:absolute;left:769;top:190;width:2;height:180" coordorigin="769,190" coordsize="0,180" path="m769,190l769,370e" filled="false" stroked="true" strokeweight="1pt" strokecolor="#231f20">
                <v:path arrowok="t"/>
              </v:shape>
            </v:group>
            <v:group style="position:absolute;left:697;top:190;width:2;height:180" coordorigin="697,190" coordsize="2,180">
              <v:shape style="position:absolute;left:697;top:190;width:2;height:180" coordorigin="697,190" coordsize="0,180" path="m697,190l697,370e" filled="false" stroked="true" strokeweight="1pt" strokecolor="#231f20">
                <v:path arrowok="t"/>
              </v:shape>
            </v:group>
            <v:group style="position:absolute;left:624;top:110;width:2;height:260" coordorigin="624,110" coordsize="2,260">
              <v:shape style="position:absolute;left:624;top:110;width:2;height:260" coordorigin="624,110" coordsize="0,260" path="m624,110l624,370e" filled="false" stroked="true" strokeweight="1pt" strokecolor="#231f20">
                <v:path arrowok="t"/>
              </v:shape>
            </v:group>
            <v:group style="position:absolute;left:552;top:190;width:2;height:180" coordorigin="552,190" coordsize="2,180">
              <v:shape style="position:absolute;left:552;top:190;width:2;height:180" coordorigin="552,190" coordsize="0,180" path="m552,190l552,370e" filled="false" stroked="true" strokeweight="1pt" strokecolor="#231f20">
                <v:path arrowok="t"/>
              </v:shape>
            </v:group>
            <v:group style="position:absolute;left:480;top:190;width:2;height:180" coordorigin="480,190" coordsize="2,180">
              <v:shape style="position:absolute;left:480;top:190;width:2;height:180" coordorigin="480,190" coordsize="0,180" path="m480,190l480,370e" filled="false" stroked="true" strokeweight="1pt" strokecolor="#231f20">
                <v:path arrowok="t"/>
              </v:shape>
            </v:group>
            <v:group style="position:absolute;left:407;top:190;width:2;height:180" coordorigin="407,190" coordsize="2,180">
              <v:shape style="position:absolute;left:407;top:190;width:2;height:180" coordorigin="407,190" coordsize="0,180" path="m407,190l407,370e" filled="false" stroked="true" strokeweight="1pt" strokecolor="#231f20">
                <v:path arrowok="t"/>
              </v:shape>
            </v:group>
            <v:group style="position:absolute;left:335;top:190;width:2;height:180" coordorigin="335,190" coordsize="2,180">
              <v:shape style="position:absolute;left:335;top:190;width:2;height:180" coordorigin="335,190" coordsize="0,180" path="m335,190l335,370e" filled="false" stroked="true" strokeweight="1pt" strokecolor="#231f20">
                <v:path arrowok="t"/>
              </v:shape>
            </v:group>
            <v:group style="position:absolute;left:1660;top:190;width:2;height:180" coordorigin="1660,190" coordsize="2,180">
              <v:shape style="position:absolute;left:1660;top:190;width:2;height:180" coordorigin="1660,190" coordsize="0,180" path="m1660,190l1660,370e" filled="false" stroked="true" strokeweight="1pt" strokecolor="#231f20">
                <v:path arrowok="t"/>
              </v:shape>
            </v:group>
            <v:group style="position:absolute;left:1585;top:190;width:2;height:180" coordorigin="1585,190" coordsize="2,180">
              <v:shape style="position:absolute;left:1585;top:190;width:2;height:180" coordorigin="1585,190" coordsize="0,180" path="m1585,190l1585,370e" filled="false" stroked="true" strokeweight="1pt" strokecolor="#231f20">
                <v:path arrowok="t"/>
              </v:shape>
            </v:group>
            <v:group style="position:absolute;left:1510;top:190;width:2;height:180" coordorigin="1510,190" coordsize="2,180">
              <v:shape style="position:absolute;left:1510;top:190;width:2;height:180" coordorigin="1510,190" coordsize="0,180" path="m1510,190l1510,370e" filled="false" stroked="true" strokeweight="1pt" strokecolor="#231f20">
                <v:path arrowok="t"/>
              </v:shape>
            </v:group>
            <v:group style="position:absolute;left:1435;top:190;width:2;height:180" coordorigin="1435,190" coordsize="2,180">
              <v:shape style="position:absolute;left:1435;top:190;width:2;height:180" coordorigin="1435,190" coordsize="0,180" path="m1435,190l1435,370e" filled="false" stroked="true" strokeweight="1pt" strokecolor="#231f20">
                <v:path arrowok="t"/>
              </v:shape>
            </v:group>
            <v:group style="position:absolute;left:1360;top:110;width:2;height:260" coordorigin="1360,110" coordsize="2,260">
              <v:shape style="position:absolute;left:1360;top:110;width:2;height:260" coordorigin="1360,110" coordsize="0,260" path="m1360,110l1360,370e" filled="false" stroked="true" strokeweight="1pt" strokecolor="#231f20">
                <v:path arrowok="t"/>
              </v:shape>
            </v:group>
            <v:group style="position:absolute;left:1286;top:190;width:2;height:180" coordorigin="1286,190" coordsize="2,180">
              <v:shape style="position:absolute;left:1286;top:190;width:2;height:180" coordorigin="1286,190" coordsize="0,180" path="m1286,190l1286,370e" filled="false" stroked="true" strokeweight="1pt" strokecolor="#231f20">
                <v:path arrowok="t"/>
              </v:shape>
            </v:group>
            <v:group style="position:absolute;left:1211;top:190;width:2;height:180" coordorigin="1211,190" coordsize="2,180">
              <v:shape style="position:absolute;left:1211;top:190;width:2;height:180" coordorigin="1211,190" coordsize="0,180" path="m1211,190l1211,370e" filled="false" stroked="true" strokeweight="1pt" strokecolor="#231f20">
                <v:path arrowok="t"/>
              </v:shape>
            </v:group>
            <v:group style="position:absolute;left:1136;top:190;width:2;height:180" coordorigin="1136,190" coordsize="2,180">
              <v:shape style="position:absolute;left:1136;top:190;width:2;height:180" coordorigin="1136,190" coordsize="0,180" path="m1136,190l1136,370e" filled="false" stroked="true" strokeweight="1pt" strokecolor="#231f20">
                <v:path arrowok="t"/>
              </v:shape>
            </v:group>
            <v:group style="position:absolute;left:1061;top:190;width:2;height:180" coordorigin="1061,190" coordsize="2,180">
              <v:shape style="position:absolute;left:1061;top:190;width:2;height:180" coordorigin="1061,190" coordsize="0,180" path="m1061,190l1061,370e" filled="false" stroked="true" strokeweight="1pt" strokecolor="#231f20">
                <v:path arrowok="t"/>
              </v:shape>
            </v:group>
            <v:group style="position:absolute;left:2386;top:190;width:2;height:180" coordorigin="2386,190" coordsize="2,180">
              <v:shape style="position:absolute;left:2386;top:190;width:2;height:180" coordorigin="2386,190" coordsize="0,180" path="m2386,190l2386,370e" filled="false" stroked="true" strokeweight="1pt" strokecolor="#231f20">
                <v:path arrowok="t"/>
              </v:shape>
            </v:group>
            <v:group style="position:absolute;left:2302;top:190;width:2;height:451" coordorigin="2302,190" coordsize="2,451">
              <v:shape style="position:absolute;left:2302;top:190;width:2;height:451" coordorigin="2302,190" coordsize="0,451" path="m2302,190l2302,641e" filled="false" stroked="true" strokeweight="2.145pt" strokecolor="#231f20">
                <v:path arrowok="t"/>
              </v:shape>
            </v:group>
            <v:group style="position:absolute;left:2234;top:190;width:2;height:338" coordorigin="2234,190" coordsize="2,338">
              <v:shape style="position:absolute;left:2234;top:190;width:2;height:338" coordorigin="2234,190" coordsize="0,338" path="m2234,190l2234,528e" filled="false" stroked="true" strokeweight="1.714pt" strokecolor="#231f20">
                <v:path arrowok="t"/>
              </v:shape>
            </v:group>
            <v:group style="position:absolute;left:2166;top:190;width:2;height:338" coordorigin="2166,190" coordsize="2,338">
              <v:shape style="position:absolute;left:2166;top:190;width:2;height:338" coordorigin="2166,190" coordsize="0,338" path="m2166,190l2166,528e" filled="false" stroked="true" strokeweight="1.283pt" strokecolor="#231f20">
                <v:path arrowok="t"/>
              </v:shape>
            </v:group>
            <v:group style="position:absolute;left:2098;top:110;width:2;height:418" coordorigin="2098,110" coordsize="2,418">
              <v:shape style="position:absolute;left:2098;top:110;width:2;height:418" coordorigin="2098,110" coordsize="0,418" path="m2098,110l2098,528e" filled="false" stroked="true" strokeweight="1.148pt" strokecolor="#231f20">
                <v:path arrowok="t"/>
              </v:shape>
            </v:group>
            <v:group style="position:absolute;left:2030;top:190;width:2;height:338" coordorigin="2030,190" coordsize="2,338">
              <v:shape style="position:absolute;left:2030;top:190;width:2;height:338" coordorigin="2030,190" coordsize="0,338" path="m2030,190l2030,528e" filled="false" stroked="true" strokeweight="1.578pt" strokecolor="#231f20">
                <v:path arrowok="t"/>
              </v:shape>
            </v:group>
            <v:group style="position:absolute;left:1962;top:190;width:2;height:445" coordorigin="1962,190" coordsize="2,445">
              <v:shape style="position:absolute;left:1962;top:190;width:2;height:445" coordorigin="1962,190" coordsize="0,445" path="m1962,190l1962,634e" filled="false" stroked="true" strokeweight="2.008pt" strokecolor="#231f20">
                <v:path arrowok="t"/>
              </v:shape>
            </v:group>
            <v:group style="position:absolute;left:1880;top:190;width:2;height:180" coordorigin="1880,190" coordsize="2,180">
              <v:shape style="position:absolute;left:1880;top:190;width:2;height:180" coordorigin="1880,190" coordsize="0,180" path="m1880,190l1880,370e" filled="false" stroked="true" strokeweight="1pt" strokecolor="#231f20">
                <v:path arrowok="t"/>
              </v:shape>
            </v:group>
            <v:group style="position:absolute;left:1807;top:190;width:2;height:180" coordorigin="1807,190" coordsize="2,180">
              <v:shape style="position:absolute;left:1807;top:190;width:2;height:180" coordorigin="1807,190" coordsize="0,180" path="m1807,190l1807,370e" filled="false" stroked="true" strokeweight="1pt" strokecolor="#231f20">
                <v:path arrowok="t"/>
              </v:shape>
            </v:group>
            <v:group style="position:absolute;left:190;top:190;width:2;height:180" coordorigin="190,190" coordsize="2,180">
              <v:shape style="position:absolute;left:190;top:190;width:2;height:180" coordorigin="190,190" coordsize="0,180" path="m190,190l190,370e" filled="false" stroked="true" strokeweight="1pt" strokecolor="#231f20">
                <v:path arrowok="t"/>
              </v:shape>
            </v:group>
            <v:group style="position:absolute;left:117;top:190;width:2;height:180" coordorigin="117,190" coordsize="2,180">
              <v:shape style="position:absolute;left:117;top:190;width:2;height:180" coordorigin="117,190" coordsize="0,180" path="m117,190l117,370e" filled="false" stroked="true" strokeweight="1pt" strokecolor="#231f20">
                <v:path arrowok="t"/>
              </v:shape>
            </v:group>
            <v:group style="position:absolute;left:45;top:190;width:2;height:180" coordorigin="45,190" coordsize="2,180">
              <v:shape style="position:absolute;left:45;top:190;width:2;height:180" coordorigin="45,190" coordsize="0,180" path="m45,190l45,370e" filled="false" stroked="true" strokeweight="1pt" strokecolor="#231f20">
                <v:path arrowok="t"/>
              </v:shape>
            </v:group>
            <v:group style="position:absolute;left:2418;top:381;width:2;height:141" coordorigin="2418,381" coordsize="2,141">
              <v:shape style="position:absolute;left:2418;top:381;width:2;height:141" coordorigin="2418,381" coordsize="1,141" path="m2418,381l2418,521e" filled="false" stroked="true" strokeweight="1pt" strokecolor="#231f20">
                <v:path arrowok="t"/>
              </v:shape>
            </v:group>
            <v:group style="position:absolute;left:2490;top:381;width:2;height:147" coordorigin="2490,381" coordsize="2,147">
              <v:shape style="position:absolute;left:2490;top:381;width:2;height:147" coordorigin="2490,381" coordsize="0,147" path="m2490,381l2490,528e" filled="false" stroked="true" strokeweight="1pt" strokecolor="#231f20">
                <v:path arrowok="t"/>
              </v:shape>
            </v:group>
            <v:group style="position:absolute;left:2347;top:381;width:2;height:147" coordorigin="2347,381" coordsize="2,147">
              <v:shape style="position:absolute;left:2347;top:381;width:2;height:147" coordorigin="2347,381" coordsize="0,147" path="m2347,381l2347,528e" filled="false" stroked="true" strokeweight="1pt" strokecolor="#231f20">
                <v:path arrowok="t"/>
              </v:shape>
            </v:group>
            <v:group style="position:absolute;left:1318;top:385;width:2;height:451" coordorigin="1318,385" coordsize="2,451">
              <v:shape style="position:absolute;left:1318;top:385;width:2;height:451" coordorigin="1318,385" coordsize="0,451" path="m1318,385l1318,835e" filled="false" stroked="true" strokeweight="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Micrometers</w:t>
      </w:r>
      <w:r>
        <w:rPr>
          <w:b w:val="0"/>
        </w:rPr>
      </w:r>
    </w:p>
    <w:p>
      <w:pPr>
        <w:pStyle w:val="BodyText"/>
        <w:spacing w:line="284" w:lineRule="auto" w:before="124"/>
        <w:ind w:right="744"/>
        <w:jc w:val="left"/>
      </w:pPr>
      <w:r>
        <w:rPr>
          <w:color w:val="4C4D4F"/>
          <w:spacing w:val="-1"/>
        </w:rPr>
        <w:t>Micrometers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another</w:t>
      </w:r>
      <w:r>
        <w:rPr>
          <w:color w:val="4C4D4F"/>
        </w:rPr>
        <w:t> </w:t>
      </w:r>
      <w:r>
        <w:rPr>
          <w:color w:val="4C4D4F"/>
          <w:spacing w:val="-1"/>
        </w:rPr>
        <w:t>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precisely measure small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lengths.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fact,</w:t>
      </w:r>
      <w:r>
        <w:rPr>
          <w:color w:val="4C4D4F"/>
          <w:spacing w:val="51"/>
          <w:w w:val="99"/>
        </w:rPr>
        <w:t> </w:t>
      </w:r>
      <w:r>
        <w:rPr>
          <w:color w:val="4C4D4F"/>
          <w:spacing w:val="-1"/>
        </w:rPr>
        <w:t>micrometers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even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smaller</w:t>
      </w:r>
      <w:r>
        <w:rPr>
          <w:color w:val="4C4D4F"/>
        </w:rPr>
        <w:t> </w:t>
      </w:r>
      <w:r>
        <w:rPr>
          <w:color w:val="4C4D4F"/>
          <w:spacing w:val="-1"/>
        </w:rPr>
        <w:t>and more precise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</w:t>
      </w:r>
      <w:r>
        <w:rPr>
          <w:color w:val="4C4D4F"/>
          <w:spacing w:val="-1"/>
        </w:rPr>
        <w:t>than </w:t>
      </w:r>
      <w:r>
        <w:rPr>
          <w:color w:val="4C4D4F"/>
        </w:rPr>
        <w:t>a</w:t>
      </w:r>
      <w:r>
        <w:rPr>
          <w:color w:val="4C4D4F"/>
          <w:spacing w:val="-2"/>
        </w:rPr>
        <w:t> Vernier</w:t>
      </w:r>
      <w:r>
        <w:rPr>
          <w:color w:val="4C4D4F"/>
        </w:rPr>
        <w:t> </w:t>
      </w:r>
      <w:r>
        <w:rPr>
          <w:color w:val="4C4D4F"/>
          <w:spacing w:val="-1"/>
        </w:rPr>
        <w:t>caliper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1"/>
        </w:rPr>
        <w:t>can!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Micrometers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often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things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like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thickness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round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items,</w:t>
      </w:r>
      <w:r>
        <w:rPr>
          <w:rFonts w:ascii="Arial"/>
          <w:color w:val="4C4D4F"/>
          <w:spacing w:val="55"/>
        </w:rPr>
        <w:t> </w:t>
      </w:r>
      <w:r>
        <w:rPr>
          <w:color w:val="4C4D4F"/>
          <w:spacing w:val="-1"/>
        </w:rPr>
        <w:t>engine</w:t>
      </w:r>
      <w:r>
        <w:rPr>
          <w:color w:val="4C4D4F"/>
          <w:spacing w:val="-2"/>
        </w:rPr>
        <w:t> </w:t>
      </w:r>
      <w:r>
        <w:rPr>
          <w:color w:val="4C4D4F"/>
        </w:rPr>
        <w:t>parts,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items</w:t>
      </w:r>
      <w:r>
        <w:rPr>
          <w:color w:val="4C4D4F"/>
        </w:rPr>
        <w:t> </w:t>
      </w:r>
      <w:r>
        <w:rPr>
          <w:color w:val="4C4D4F"/>
          <w:spacing w:val="-1"/>
        </w:rPr>
        <w:t>being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made 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 </w:t>
      </w:r>
      <w:r>
        <w:rPr>
          <w:color w:val="4C4D4F"/>
          <w:spacing w:val="-2"/>
        </w:rPr>
        <w:t>shop.</w:t>
      </w:r>
      <w:r>
        <w:rPr>
          <w:color w:val="4C4D4F"/>
          <w:spacing w:val="-1"/>
        </w:rPr>
        <w:t> While</w:t>
      </w:r>
      <w:r>
        <w:rPr>
          <w:color w:val="4C4D4F"/>
        </w:rPr>
        <w:t> </w:t>
      </w:r>
      <w:r>
        <w:rPr>
          <w:color w:val="4C4D4F"/>
          <w:spacing w:val="-2"/>
        </w:rPr>
        <w:t>Vernier</w:t>
      </w:r>
      <w:r>
        <w:rPr>
          <w:color w:val="4C4D4F"/>
          <w:spacing w:val="-1"/>
        </w:rPr>
        <w:t> calipers</w:t>
      </w:r>
      <w:r>
        <w:rPr>
          <w:color w:val="4C4D4F"/>
        </w:rPr>
        <w:t> can</w:t>
      </w:r>
      <w:r>
        <w:rPr>
          <w:color w:val="4C4D4F"/>
          <w:spacing w:val="-1"/>
        </w:rPr>
        <w:t> measure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accurately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nearest</w:t>
      </w:r>
      <w:r>
        <w:rPr>
          <w:color w:val="4C4D4F"/>
        </w:rPr>
        <w:t> </w:t>
      </w:r>
      <w:r>
        <w:rPr>
          <w:color w:val="4C4D4F"/>
          <w:spacing w:val="-2"/>
        </w:rPr>
        <w:t>tenth</w:t>
      </w:r>
      <w:r>
        <w:rPr>
          <w:color w:val="4C4D4F"/>
          <w:spacing w:val="-1"/>
        </w:rPr>
        <w:t> of </w:t>
      </w:r>
      <w:r>
        <w:rPr>
          <w:color w:val="4C4D4F"/>
        </w:rPr>
        <w:t>a</w:t>
      </w:r>
      <w:r>
        <w:rPr>
          <w:color w:val="4C4D4F"/>
          <w:spacing w:val="-1"/>
        </w:rPr>
        <w:t> millimetre</w:t>
      </w:r>
      <w:r>
        <w:rPr>
          <w:color w:val="4C4D4F"/>
          <w:spacing w:val="-2"/>
        </w:rPr>
        <w:t> </w:t>
      </w:r>
      <w:r>
        <w:rPr>
          <w:color w:val="4C4D4F"/>
          <w:spacing w:val="-8"/>
        </w:rPr>
        <w:t>(0</w:t>
      </w:r>
      <w:r>
        <w:rPr>
          <w:color w:val="4C4D4F"/>
          <w:spacing w:val="-9"/>
        </w:rPr>
        <w:t>.</w:t>
      </w:r>
      <w:r>
        <w:rPr>
          <w:color w:val="4C4D4F"/>
          <w:spacing w:val="-8"/>
        </w:rPr>
        <w:t>1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mm)</w:t>
      </w:r>
      <w:r>
        <w:rPr>
          <w:color w:val="4C4D4F"/>
          <w:spacing w:val="-6"/>
        </w:rPr>
        <w:t>,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micrometer</w:t>
      </w:r>
      <w:r>
        <w:rPr>
          <w:color w:val="4C4D4F"/>
        </w:rPr>
        <w:t> can</w:t>
      </w:r>
      <w:r>
        <w:rPr>
          <w:color w:val="4C4D4F"/>
          <w:spacing w:val="-2"/>
        </w:rPr>
        <w:t> measure</w:t>
      </w:r>
      <w:r>
        <w:rPr>
          <w:color w:val="4C4D4F"/>
          <w:spacing w:val="-1"/>
        </w:rPr>
        <w:t> to the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nearest </w:t>
      </w:r>
      <w:r>
        <w:rPr>
          <w:color w:val="4C4D4F"/>
          <w:spacing w:val="-2"/>
        </w:rPr>
        <w:t>hundredth</w:t>
      </w:r>
      <w:r>
        <w:rPr>
          <w:color w:val="4C4D4F"/>
          <w:spacing w:val="-1"/>
        </w:rPr>
        <w:t>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millimetre </w:t>
      </w:r>
      <w:r>
        <w:rPr>
          <w:color w:val="4C4D4F"/>
          <w:spacing w:val="-4"/>
        </w:rPr>
        <w:t>(0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01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mm)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spacing w:line="284" w:lineRule="auto" w:before="181"/>
        <w:ind w:right="744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illustration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standard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micrometer.</w:t>
      </w:r>
      <w:r>
        <w:rPr>
          <w:color w:val="4C4D4F"/>
          <w:spacing w:val="-1"/>
        </w:rPr>
        <w:t> The areas that </w:t>
      </w:r>
      <w:r>
        <w:rPr>
          <w:color w:val="4C4D4F"/>
          <w:spacing w:val="-2"/>
        </w:rPr>
        <w:t>we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concentrate</w:t>
      </w:r>
      <w:r>
        <w:rPr>
          <w:color w:val="4C4D4F"/>
          <w:spacing w:val="75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 the</w:t>
      </w:r>
      <w:r>
        <w:rPr>
          <w:color w:val="4C4D4F"/>
          <w:spacing w:val="-2"/>
        </w:rPr>
        <w:t> sleeve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(or</w:t>
      </w:r>
      <w:r>
        <w:rPr>
          <w:color w:val="4C4D4F"/>
        </w:rPr>
        <w:t> </w:t>
      </w:r>
      <w:r>
        <w:rPr>
          <w:color w:val="4C4D4F"/>
          <w:spacing w:val="-1"/>
        </w:rPr>
        <w:t>barrel) and the </w:t>
      </w:r>
      <w:r>
        <w:rPr>
          <w:color w:val="4C4D4F"/>
          <w:spacing w:val="-2"/>
        </w:rPr>
        <w:t>thimble.</w:t>
      </w:r>
      <w:r>
        <w:rPr>
          <w:color w:val="4C4D4F"/>
          <w:spacing w:val="-1"/>
        </w:rPr>
        <w:t> The thimble is</w:t>
      </w:r>
      <w:r>
        <w:rPr>
          <w:color w:val="4C4D4F"/>
        </w:rPr>
        <w:t> </w:t>
      </w:r>
      <w:r>
        <w:rPr>
          <w:color w:val="4C4D4F"/>
          <w:spacing w:val="-1"/>
        </w:rPr>
        <w:t>the moving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micrometer.</w:t>
      </w:r>
      <w:r>
        <w:rPr/>
      </w:r>
    </w:p>
    <w:p>
      <w:pPr>
        <w:pStyle w:val="BodyText"/>
        <w:spacing w:line="284" w:lineRule="auto" w:before="181"/>
        <w:ind w:right="595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imperial micrometer</w:t>
      </w:r>
      <w:r>
        <w:rPr>
          <w:color w:val="4C4D4F"/>
        </w:rPr>
        <w:t> </w:t>
      </w:r>
      <w:r>
        <w:rPr>
          <w:color w:val="4C4D4F"/>
          <w:spacing w:val="-3"/>
        </w:rPr>
        <w:t>(top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pho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o)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jaws</w:t>
      </w:r>
      <w:r>
        <w:rPr>
          <w:color w:val="4C4D4F"/>
        </w:rPr>
        <w:t> </w:t>
      </w:r>
      <w:r>
        <w:rPr>
          <w:color w:val="4C4D4F"/>
          <w:spacing w:val="-1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the space 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anvil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spindle gets</w:t>
      </w:r>
      <w:r>
        <w:rPr>
          <w:color w:val="4C4D4F"/>
        </w:rPr>
        <w:t> </w:t>
      </w:r>
      <w:r>
        <w:rPr>
          <w:color w:val="4C4D4F"/>
          <w:spacing w:val="-3"/>
        </w:rPr>
        <w:t>larger,</w:t>
      </w:r>
      <w:r>
        <w:rPr>
          <w:color w:val="4C4D4F"/>
          <w:spacing w:val="-1"/>
        </w:rPr>
        <w:t> the thimble turns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goes</w:t>
      </w:r>
      <w:r>
        <w:rPr>
          <w:color w:val="4C4D4F"/>
          <w:spacing w:val="-1"/>
        </w:rPr>
        <w:t> </w:t>
      </w:r>
      <w:r>
        <w:rPr>
          <w:color w:val="4C4D4F"/>
        </w:rPr>
        <w:t>further </w:t>
      </w:r>
      <w:r>
        <w:rPr>
          <w:color w:val="4C4D4F"/>
          <w:spacing w:val="-1"/>
        </w:rPr>
        <w:t>down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3"/>
        </w:rPr>
        <w:t>sleeve.</w:t>
      </w:r>
      <w:r>
        <w:rPr>
          <w:color w:val="4C4D4F"/>
          <w:spacing w:val="-1"/>
        </w:rPr>
        <w:t> The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SI </w:t>
      </w:r>
      <w:r>
        <w:rPr>
          <w:color w:val="4C4D4F"/>
        </w:rPr>
        <w:t>or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metric micrometer (bottom</w:t>
      </w:r>
      <w:r>
        <w:rPr>
          <w:color w:val="4C4D4F"/>
        </w:rPr>
        <w:t> </w:t>
      </w:r>
      <w:r>
        <w:rPr>
          <w:color w:val="4C4D4F"/>
          <w:spacing w:val="-4"/>
        </w:rPr>
        <w:t>pho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o)</w:t>
      </w:r>
      <w:r>
        <w:rPr>
          <w:color w:val="4C4D4F"/>
          <w:spacing w:val="-1"/>
        </w:rPr>
        <w:t> are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same,</w:t>
      </w:r>
      <w:r>
        <w:rPr>
          <w:color w:val="4C4D4F"/>
        </w:rPr>
        <w:t> </w:t>
      </w:r>
      <w:r>
        <w:rPr>
          <w:color w:val="4C4D4F"/>
          <w:spacing w:val="-1"/>
        </w:rPr>
        <w:t>but the </w:t>
      </w:r>
      <w:r>
        <w:rPr>
          <w:color w:val="4C4D4F"/>
        </w:rPr>
        <w:t>scales</w:t>
      </w:r>
      <w:r>
        <w:rPr>
          <w:color w:val="4C4D4F"/>
          <w:spacing w:val="-1"/>
        </w:rPr>
        <w:t> are different.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310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67.25pt;height:127.25pt;mso-position-horizontal-relative:char;mso-position-vertical-relative:line" coordorigin="0,0" coordsize="5345,2545">
            <v:shape style="position:absolute;left:0;top:0;width:5345;height:2544" type="#_x0000_t75" stroked="false">
              <v:imagedata r:id="rId23" o:title=""/>
            </v:shape>
            <v:group style="position:absolute;left:1057;top:211;width:120;height:36" coordorigin="1057,211" coordsize="120,36">
              <v:shape style="position:absolute;left:1057;top:211;width:120;height:36" coordorigin="1057,211" coordsize="120,36" path="m1177,211l1057,247e" filled="false" stroked="true" strokeweight=".6pt" strokecolor="#010202">
                <v:path arrowok="t"/>
              </v:shape>
            </v:group>
            <v:group style="position:absolute;left:1018;top:229;width:54;height:30" coordorigin="1018,229" coordsize="54,30">
              <v:shape style="position:absolute;left:1018;top:229;width:54;height:30" coordorigin="1018,229" coordsize="54,30" path="m1062,229l1018,258,1024,257,1034,257,1070,257,1062,229xe" filled="true" fillcolor="#221e1f" stroked="false">
                <v:path arrowok="t"/>
                <v:fill type="solid"/>
              </v:shape>
              <v:shape style="position:absolute;left:1018;top:229;width:54;height:30" coordorigin="1018,229" coordsize="54,30" path="m1070,257l1034,257,1055,257,1062,257,1071,258,1070,257xe" filled="true" fillcolor="#221e1f" stroked="false">
                <v:path arrowok="t"/>
                <v:fill type="solid"/>
              </v:shape>
            </v:group>
            <v:group style="position:absolute;left:1018;top:229;width:54;height:30" coordorigin="1018,229" coordsize="54,30">
              <v:shape style="position:absolute;left:1018;top:229;width:54;height:30" coordorigin="1018,229" coordsize="54,30" path="m1045,257l1055,257,1062,257,1071,258,1062,229,1060,231,1050,239,1042,245,1032,251,1024,256,1018,258,1024,257,1034,257,1045,257xe" filled="false" stroked="true" strokeweight=".6pt" strokecolor="#010202">
                <v:path arrowok="t"/>
              </v:shape>
            </v:group>
            <v:group style="position:absolute;left:2185;top:439;width:54;height:126" coordorigin="2185,439" coordsize="54,126">
              <v:shape style="position:absolute;left:2185;top:439;width:54;height:126" coordorigin="2185,439" coordsize="54,126" path="m2185,439l2239,565e" filled="false" stroked="true" strokeweight=".6pt" strokecolor="#010202">
                <v:path arrowok="t"/>
              </v:shape>
            </v:group>
            <v:group style="position:absolute;left:2221;top:549;width:34;height:53" coordorigin="2221,549" coordsize="34,53">
              <v:shape style="position:absolute;left:2221;top:549;width:34;height:53" coordorigin="2221,549" coordsize="34,53" path="m2249,549l2221,561,2223,563,2232,572,2246,589,2252,597,2255,602,2253,596,2251,586,2249,565,2249,558,2249,549xe" filled="true" fillcolor="#221e1f" stroked="false">
                <v:path arrowok="t"/>
                <v:fill type="solid"/>
              </v:shape>
            </v:group>
            <v:group style="position:absolute;left:2221;top:549;width:34;height:53" coordorigin="2221,549" coordsize="34,53">
              <v:shape style="position:absolute;left:2221;top:549;width:34;height:53" coordorigin="2221,549" coordsize="34,53" path="m2250,575l2249,565,2249,558,2249,549,2221,561,2223,563,2232,572,2239,580,2246,589,2252,597,2255,602,2253,596,2251,586,2250,575xe" filled="false" stroked="true" strokeweight=".6pt" strokecolor="#010202">
                <v:path arrowok="t"/>
              </v:shape>
            </v:group>
            <v:group style="position:absolute;left:2743;top:409;width:48;height:266" coordorigin="2743,409" coordsize="48,266">
              <v:shape style="position:absolute;left:2743;top:409;width:48;height:266" coordorigin="2743,409" coordsize="48,266" path="m2791,409l2743,674e" filled="false" stroked="true" strokeweight=".6pt" strokecolor="#221e1f">
                <v:path arrowok="t"/>
              </v:shape>
            </v:group>
            <v:group style="position:absolute;left:2730;top:660;width:30;height:59" coordorigin="2730,660" coordsize="30,59">
              <v:shape style="position:absolute;left:2730;top:660;width:30;height:59" coordorigin="2730,660" coordsize="30,59" path="m2730,660l2731,664,2733,677,2735,701,2735,712,2735,719,2737,712,2741,702,2751,681,2755,675,2760,667,2730,660xe" filled="true" fillcolor="#221e1f" stroked="false">
                <v:path arrowok="t"/>
                <v:fill type="solid"/>
              </v:shape>
            </v:group>
            <v:group style="position:absolute;left:2730;top:660;width:30;height:59" coordorigin="2730,660" coordsize="30,59">
              <v:shape style="position:absolute;left:2730;top:660;width:30;height:59" coordorigin="2730,660" coordsize="30,59" path="m2746,691l2751,681,2755,675,2760,667,2730,660,2731,664,2733,677,2734,688,2735,701,2735,712,2735,719,2737,712,2741,702,2746,691xe" filled="false" stroked="true" strokeweight=".6pt" strokecolor="#221e1f">
                <v:path arrowok="t"/>
              </v:shape>
            </v:group>
            <v:group style="position:absolute;left:3121;top:1191;width:12;height:160" coordorigin="3121,1191" coordsize="12,160">
              <v:shape style="position:absolute;left:3121;top:1191;width:12;height:160" coordorigin="3121,1191" coordsize="12,160" path="m3121,1351l3133,1191e" filled="false" stroked="true" strokeweight=".6pt" strokecolor="#010202">
                <v:path arrowok="t"/>
              </v:shape>
            </v:group>
            <v:group style="position:absolute;left:3117;top:1142;width:31;height:63" coordorigin="3117,1142" coordsize="31,63">
              <v:shape style="position:absolute;left:3117;top:1142;width:31;height:63" coordorigin="3117,1142" coordsize="31,63" path="m3137,1142l3135,1150,3132,1161,3124,1185,3121,1193,3117,1202,3147,1205,3146,1201,3142,1187,3138,1162,3137,1150,3137,1142xe" filled="true" fillcolor="#221e1f" stroked="false">
                <v:path arrowok="t"/>
                <v:fill type="solid"/>
              </v:shape>
            </v:group>
            <v:group style="position:absolute;left:3117;top:1142;width:31;height:63" coordorigin="3117,1142" coordsize="31,63">
              <v:shape style="position:absolute;left:3117;top:1142;width:31;height:63" coordorigin="3117,1142" coordsize="31,63" path="m3128,1173l3124,1185,3121,1193,3117,1202,3147,1205,3146,1201,3142,1187,3140,1175,3138,1162,3137,1150,3137,1142,3135,1150,3132,1161,3128,1173xe" filled="false" stroked="true" strokeweight=".6pt" strokecolor="#010202">
                <v:path arrowok="t"/>
              </v:shape>
            </v:group>
            <v:group style="position:absolute;left:3583;top:637;width:90;height:138" coordorigin="3583,637" coordsize="90,138">
              <v:shape style="position:absolute;left:3583;top:637;width:90;height:138" coordorigin="3583,637" coordsize="90,138" path="m3673,637l3583,775e" filled="false" stroked="true" strokeweight=".6pt" strokecolor="#010202">
                <v:path arrowok="t"/>
              </v:shape>
            </v:group>
            <v:group style="position:absolute;left:3561;top:758;width:41;height:51" coordorigin="3561,758" coordsize="41,51">
              <v:shape style="position:absolute;left:3561;top:758;width:41;height:51" coordorigin="3561,758" coordsize="41,51" path="m3576,758l3561,809,3565,804,3572,797,3588,783,3594,779,3601,774,3576,758xe" filled="true" fillcolor="#221e1f" stroked="false">
                <v:path arrowok="t"/>
                <v:fill type="solid"/>
              </v:shape>
            </v:group>
            <v:group style="position:absolute;left:3561;top:758;width:41;height:51" coordorigin="3561,758" coordsize="41,51">
              <v:shape style="position:absolute;left:3561;top:758;width:41;height:51" coordorigin="3561,758" coordsize="41,51" path="m3580,790l3588,783,3594,779,3601,774,3576,758,3575,761,3573,773,3570,783,3567,794,3563,803,3561,809,3565,804,3572,797,3580,790xe" filled="false" stroked="true" strokeweight=".6pt" strokecolor="#010202">
                <v:path arrowok="t"/>
              </v:shape>
            </v:group>
            <v:group style="position:absolute;left:3637;top:1363;width:36;height:270" coordorigin="3637,1363" coordsize="36,270">
              <v:shape style="position:absolute;left:3637;top:1363;width:36;height:270" coordorigin="3637,1363" coordsize="36,270" path="m3637,1633l3673,1363e" filled="false" stroked="true" strokeweight=".6pt" strokecolor="#010202">
                <v:path arrowok="t"/>
              </v:shape>
            </v:group>
            <v:group style="position:absolute;left:3646;top:1287;width:55;height:100" coordorigin="3646,1287" coordsize="55,100">
              <v:shape style="position:absolute;left:3646;top:1287;width:55;height:100" coordorigin="3646,1287" coordsize="55,100" path="m3684,1287l3678,1301,3669,1322,3664,1333,3655,1352,3646,1369,3700,1387,3697,1373,3692,1351,3687,1323,3685,1302,3684,1287xe" filled="true" fillcolor="#221e1f" stroked="false">
                <v:path arrowok="t"/>
                <v:fill type="solid"/>
              </v:shape>
            </v:group>
            <v:group style="position:absolute;left:3646;top:1287;width:55;height:100" coordorigin="3646,1287" coordsize="55,100">
              <v:shape style="position:absolute;left:3646;top:1287;width:55;height:100" coordorigin="3646,1287" coordsize="55,100" path="m3664,1333l3655,1352,3646,1369,3700,1387,3687,1323,3684,1287,3678,1301,3669,1322,3664,1333xe" filled="false" stroked="true" strokeweight=".6pt" strokecolor="#010202">
                <v:path arrowok="t"/>
              </v:shape>
            </v:group>
            <v:group style="position:absolute;left:4765;top:1711;width:210;height:198" coordorigin="4765,1711" coordsize="210,198">
              <v:shape style="position:absolute;left:4765;top:1711;width:210;height:198" coordorigin="4765,1711" coordsize="210,198" path="m4765,1909l4975,1711e" filled="false" stroked="true" strokeweight=".6pt" strokecolor="#010202">
                <v:path arrowok="t"/>
              </v:shape>
            </v:group>
            <v:group style="position:absolute;left:4950;top:1659;width:81;height:88" coordorigin="4950,1659" coordsize="81,88">
              <v:shape style="position:absolute;left:4950;top:1659;width:81;height:88" coordorigin="4950,1659" coordsize="81,88" path="m5031,1659l4998,1677,4987,1682,4968,1691,4950,1699,4981,1747,4987,1734,4997,1713,5011,1689,5022,1671,5031,1659xe" filled="true" fillcolor="#221e1f" stroked="false">
                <v:path arrowok="t"/>
                <v:fill type="solid"/>
              </v:shape>
            </v:group>
            <v:group style="position:absolute;left:4950;top:1659;width:81;height:88" coordorigin="4950,1659" coordsize="81,88">
              <v:shape style="position:absolute;left:4950;top:1659;width:81;height:88" coordorigin="4950,1659" coordsize="81,88" path="m4987,1682l4968,1691,4950,1699,4981,1747,5011,1689,5031,1659,5018,1666,4998,1677,4987,1682xe" filled="false" stroked="true" strokeweight=".6pt" strokecolor="#010202">
                <v:path arrowok="t"/>
              </v:shape>
              <v:shape style="position:absolute;left:1069;top:93;width:223;height:108" type="#_x0000_t202" filled="false" stroked="false">
                <v:textbox inset="0,0,0,0">
                  <w:txbxContent>
                    <w:p>
                      <w:pPr>
                        <w:spacing w:line="10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010202"/>
                          <w:w w:val="95"/>
                          <w:sz w:val="11"/>
                        </w:rPr>
                        <w:t>anvil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1993;top:327;width:343;height:108" type="#_x0000_t202" filled="false" stroked="false">
                <v:textbox inset="0,0,0,0">
                  <w:txbxContent>
                    <w:p>
                      <w:pPr>
                        <w:spacing w:line="10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010202"/>
                          <w:w w:val="105"/>
                          <w:sz w:val="10"/>
                        </w:rPr>
                        <w:t>spindle</w:t>
                      </w:r>
                      <w:r>
                        <w:rPr>
                          <w:rFonts w:ascii="Arial"/>
                          <w:sz w:val="10"/>
                        </w:rPr>
                      </w:r>
                    </w:p>
                  </w:txbxContent>
                </v:textbox>
                <w10:wrap type="none"/>
              </v:shape>
              <v:shape style="position:absolute;left:2695;top:303;width:193;height:108" type="#_x0000_t202" filled="false" stroked="false">
                <v:textbox inset="0,0,0,0">
                  <w:txbxContent>
                    <w:p>
                      <w:pPr>
                        <w:spacing w:line="10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010202"/>
                          <w:w w:val="95"/>
                          <w:sz w:val="11"/>
                        </w:rPr>
                        <w:t>lock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3541;top:531;width:259;height:108" type="#_x0000_t202" filled="false" stroked="false">
                <v:textbox inset="0,0,0,0">
                  <w:txbxContent>
                    <w:p>
                      <w:pPr>
                        <w:spacing w:line="10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010202"/>
                          <w:w w:val="105"/>
                          <w:sz w:val="10"/>
                        </w:rPr>
                        <w:t>bevel</w:t>
                      </w:r>
                      <w:r>
                        <w:rPr>
                          <w:rFonts w:ascii="Arial"/>
                          <w:sz w:val="10"/>
                        </w:rPr>
                      </w:r>
                    </w:p>
                  </w:txbxContent>
                </v:textbox>
                <w10:wrap type="none"/>
              </v:shape>
              <v:shape style="position:absolute;left:2986;top:1365;width:307;height:238" type="#_x0000_t202" filled="false" stroked="false">
                <v:textbox inset="0,0,0,0">
                  <w:txbxContent>
                    <w:p>
                      <w:pPr>
                        <w:spacing w:line="105" w:lineRule="exact" w:before="0"/>
                        <w:ind w:left="15" w:right="0" w:hanging="15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010202"/>
                          <w:sz w:val="11"/>
                        </w:rPr>
                        <w:t>hub</w:t>
                      </w:r>
                      <w:r>
                        <w:rPr>
                          <w:rFonts w:ascii="Arial"/>
                          <w:color w:val="010202"/>
                          <w:spacing w:val="-7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color w:val="010202"/>
                          <w:sz w:val="11"/>
                        </w:rPr>
                        <w:t>or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  <w:p>
                      <w:pPr>
                        <w:spacing w:before="12"/>
                        <w:ind w:left="15" w:right="0" w:firstLine="0"/>
                        <w:jc w:val="left"/>
                        <w:rPr>
                          <w:rFonts w:ascii="Arial" w:hAnsi="Arial" w:cs="Arial" w:eastAsia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010202"/>
                          <w:w w:val="105"/>
                          <w:sz w:val="10"/>
                        </w:rPr>
                        <w:t>barrel</w:t>
                      </w:r>
                      <w:r>
                        <w:rPr>
                          <w:rFonts w:ascii="Arial"/>
                          <w:sz w:val="10"/>
                        </w:rPr>
                      </w:r>
                    </w:p>
                  </w:txbxContent>
                </v:textbox>
                <w10:wrap type="none"/>
              </v:shape>
              <v:shape style="position:absolute;left:3463;top:1653;width:349;height:108" type="#_x0000_t202" filled="false" stroked="false">
                <v:textbox inset="0,0,0,0">
                  <w:txbxContent>
                    <w:p>
                      <w:pPr>
                        <w:spacing w:line="10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010202"/>
                          <w:w w:val="95"/>
                          <w:sz w:val="11"/>
                        </w:rPr>
                        <w:t>thimble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4633;top:1923;width:331;height:108" type="#_x0000_t202" filled="false" stroked="false">
                <v:textbox inset="0,0,0,0">
                  <w:txbxContent>
                    <w:p>
                      <w:pPr>
                        <w:spacing w:line="10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010202"/>
                          <w:w w:val="95"/>
                          <w:sz w:val="11"/>
                        </w:rPr>
                        <w:t>ratchet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p>
      <w:pPr>
        <w:spacing w:before="77"/>
        <w:ind w:left="3842" w:right="3303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4C4D4F"/>
          <w:sz w:val="18"/>
          <w:szCs w:val="18"/>
        </w:rPr>
        <w:t>Micrometer—Photo</w:t>
      </w:r>
      <w:r>
        <w:rPr>
          <w:rFonts w:ascii="Arial" w:hAnsi="Arial" w:cs="Arial" w:eastAsia="Arial"/>
          <w:color w:val="4C4D4F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4C4D4F"/>
          <w:spacing w:val="-2"/>
          <w:sz w:val="18"/>
          <w:szCs w:val="18"/>
        </w:rPr>
        <w:t>by</w:t>
      </w:r>
      <w:r>
        <w:rPr>
          <w:rFonts w:ascii="Arial" w:hAnsi="Arial" w:cs="Arial" w:eastAsia="Arial"/>
          <w:color w:val="4C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C4D4F"/>
          <w:sz w:val="18"/>
          <w:szCs w:val="18"/>
        </w:rPr>
        <w:t>Galushko</w:t>
      </w:r>
      <w:r>
        <w:rPr>
          <w:rFonts w:ascii="Arial" w:hAnsi="Arial" w:cs="Arial" w:eastAsia="Arial"/>
          <w:color w:val="4C4D4F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4C4D4F"/>
          <w:sz w:val="18"/>
          <w:szCs w:val="18"/>
        </w:rPr>
        <w:t>Sergey</w:t>
      </w:r>
      <w:r>
        <w:rPr>
          <w:rFonts w:ascii="Arial" w:hAnsi="Arial" w:cs="Arial" w:eastAsia="Arial"/>
          <w:color w:val="4C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C4D4F"/>
          <w:sz w:val="18"/>
          <w:szCs w:val="18"/>
        </w:rPr>
        <w:t>©</w:t>
      </w:r>
      <w:r>
        <w:rPr>
          <w:rFonts w:ascii="Arial" w:hAnsi="Arial" w:cs="Arial" w:eastAsia="Arial"/>
          <w:color w:val="4C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C4D4F"/>
          <w:spacing w:val="-2"/>
          <w:sz w:val="18"/>
          <w:szCs w:val="18"/>
        </w:rPr>
        <w:t>2010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4" w:lineRule="auto"/>
        <w:ind w:right="615"/>
        <w:jc w:val="left"/>
      </w:pP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photo </w:t>
      </w:r>
      <w:r>
        <w:rPr>
          <w:color w:val="4C4D4F"/>
          <w:spacing w:val="-1"/>
        </w:rPr>
        <w:t>shows an enlargement of the </w:t>
      </w:r>
      <w:r>
        <w:rPr>
          <w:color w:val="4C4D4F"/>
          <w:spacing w:val="-2"/>
        </w:rPr>
        <w:t>sleeve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thimble 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</w:t>
      </w:r>
      <w:r>
        <w:rPr>
          <w:color w:val="4C4D4F"/>
        </w:rPr>
        <w:t> or</w:t>
      </w:r>
      <w:r>
        <w:rPr>
          <w:color w:val="4C4D4F"/>
          <w:spacing w:val="-1"/>
        </w:rPr>
        <w:t> metric </w:t>
      </w:r>
      <w:r>
        <w:rPr>
          <w:color w:val="4C4D4F"/>
          <w:spacing w:val="-3"/>
        </w:rPr>
        <w:t>micrometer.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is the </w:t>
      </w:r>
      <w:r>
        <w:rPr>
          <w:color w:val="4C4D4F"/>
          <w:spacing w:val="1"/>
        </w:rPr>
        <w:t>type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photo </w:t>
      </w:r>
      <w:r>
        <w:rPr>
          <w:color w:val="4C4D4F"/>
        </w:rPr>
        <w:t>or </w:t>
      </w:r>
      <w:r>
        <w:rPr>
          <w:color w:val="4C4D4F"/>
          <w:spacing w:val="-1"/>
        </w:rPr>
        <w:t>diagram that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reading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measurements from.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284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711594" cy="2241137"/>
            <wp:effectExtent l="0" t="0" r="0" b="0"/>
            <wp:docPr id="11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1594" cy="2241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3842" w:right="330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4C4D4F"/>
          <w:spacing w:val="1"/>
          <w:sz w:val="18"/>
          <w:szCs w:val="18"/>
        </w:rPr>
        <w:t>Metric</w:t>
      </w:r>
      <w:r>
        <w:rPr>
          <w:rFonts w:ascii="Arial" w:hAnsi="Arial" w:cs="Arial" w:eastAsia="Arial"/>
          <w:color w:val="4C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C4D4F"/>
          <w:sz w:val="18"/>
          <w:szCs w:val="18"/>
        </w:rPr>
        <w:t>micrometer’s </w:t>
      </w:r>
      <w:r>
        <w:rPr>
          <w:rFonts w:ascii="Arial" w:hAnsi="Arial" w:cs="Arial" w:eastAsia="Arial"/>
          <w:color w:val="4C4D4F"/>
          <w:spacing w:val="-1"/>
          <w:sz w:val="18"/>
          <w:szCs w:val="18"/>
        </w:rPr>
        <w:t>sleeve </w:t>
      </w:r>
      <w:r>
        <w:rPr>
          <w:rFonts w:ascii="Arial" w:hAnsi="Arial" w:cs="Arial" w:eastAsia="Arial"/>
          <w:color w:val="4C4D4F"/>
          <w:sz w:val="18"/>
          <w:szCs w:val="18"/>
        </w:rPr>
        <w:t>and thimble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Reading</w:t>
      </w:r>
      <w:r>
        <w:rPr>
          <w:color w:val="4F61AB"/>
          <w:spacing w:val="-4"/>
        </w:rPr>
        <w:t> </w:t>
      </w:r>
      <w:r>
        <w:rPr>
          <w:color w:val="4F61AB"/>
        </w:rPr>
        <w:t>SI</w:t>
      </w:r>
      <w:r>
        <w:rPr>
          <w:color w:val="4F61AB"/>
          <w:spacing w:val="-3"/>
        </w:rPr>
        <w:t> </w:t>
      </w:r>
      <w:r>
        <w:rPr>
          <w:color w:val="4F61AB"/>
        </w:rPr>
        <w:t>or</w:t>
      </w:r>
      <w:r>
        <w:rPr>
          <w:color w:val="4F61AB"/>
          <w:spacing w:val="-5"/>
        </w:rPr>
        <w:t> </w:t>
      </w:r>
      <w:r>
        <w:rPr>
          <w:color w:val="4F61AB"/>
        </w:rPr>
        <w:t>Metric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Micrometers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12"/>
        <w:jc w:val="left"/>
      </w:pP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object is</w:t>
      </w:r>
      <w:r>
        <w:rPr>
          <w:color w:val="4C4D4F"/>
        </w:rPr>
        <w:t> </w:t>
      </w:r>
      <w:r>
        <w:rPr>
          <w:color w:val="4C4D4F"/>
          <w:spacing w:val="-1"/>
        </w:rPr>
        <w:t>placed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jaws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micrometer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anvil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> spindle,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thimble is</w:t>
      </w:r>
      <w:r>
        <w:rPr>
          <w:color w:val="4C4D4F"/>
        </w:rPr>
        <w:t> </w:t>
      </w:r>
      <w:r>
        <w:rPr>
          <w:color w:val="4C4D4F"/>
          <w:spacing w:val="-1"/>
        </w:rPr>
        <w:t>turned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order to </w:t>
      </w: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both the</w:t>
      </w:r>
      <w:r>
        <w:rPr>
          <w:color w:val="4C4D4F"/>
          <w:spacing w:val="-2"/>
        </w:rPr>
        <w:t> anvil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spindle touch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object.</w:t>
      </w:r>
      <w:r>
        <w:rPr>
          <w:color w:val="4C4D4F"/>
        </w:rPr>
        <w:t> As</w:t>
      </w:r>
      <w:r>
        <w:rPr>
          <w:color w:val="4C4D4F"/>
          <w:spacing w:val="-1"/>
        </w:rPr>
        <w:t> the thimble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is turned,</w:t>
      </w:r>
      <w:r>
        <w:rPr>
          <w:color w:val="4C4D4F"/>
        </w:rPr>
        <w:t> </w:t>
      </w:r>
      <w:r>
        <w:rPr>
          <w:color w:val="4C4D4F"/>
          <w:spacing w:val="-1"/>
        </w:rPr>
        <w:t>it </w:t>
      </w:r>
      <w:r>
        <w:rPr>
          <w:color w:val="4C4D4F"/>
          <w:spacing w:val="-2"/>
        </w:rPr>
        <w:t>moves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left</w:t>
      </w:r>
      <w:r>
        <w:rPr>
          <w:color w:val="4C4D4F"/>
          <w:spacing w:val="-1"/>
        </w:rPr>
        <w:t> (in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diagram</w:t>
      </w:r>
      <w:r>
        <w:rPr>
          <w:color w:val="4C4D4F"/>
        </w:rPr>
        <w:t> </w:t>
      </w:r>
      <w:r>
        <w:rPr>
          <w:color w:val="4C4D4F"/>
          <w:spacing w:val="-2"/>
        </w:rPr>
        <w:t>below)</w:t>
      </w:r>
      <w:r>
        <w:rPr>
          <w:color w:val="4C4D4F"/>
          <w:spacing w:val="-1"/>
        </w:rPr>
        <w:t> 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length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spindle</w:t>
      </w:r>
      <w:r>
        <w:rPr>
          <w:color w:val="4C4D4F"/>
        </w:rPr>
        <w:t> </w:t>
      </w:r>
      <w:r>
        <w:rPr>
          <w:color w:val="4C4D4F"/>
          <w:spacing w:val="-1"/>
        </w:rPr>
        <w:t>decreases.</w:t>
      </w:r>
      <w:r>
        <w:rPr/>
      </w:r>
    </w:p>
    <w:p>
      <w:pPr>
        <w:pStyle w:val="BodyText"/>
        <w:spacing w:line="284" w:lineRule="auto" w:before="181"/>
        <w:ind w:left="560" w:right="1112"/>
        <w:jc w:val="left"/>
      </w:pPr>
      <w:r>
        <w:rPr>
          <w:rFonts w:ascii="Arial"/>
          <w:color w:val="4C4D4F"/>
          <w:spacing w:val="-10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length,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look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spindle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reading.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scale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millimetres.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Simply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1"/>
        </w:rPr>
        <w:t>count </w:t>
      </w:r>
      <w:r>
        <w:rPr>
          <w:color w:val="4C4D4F"/>
        </w:rPr>
        <w:t>from</w:t>
      </w:r>
      <w:r>
        <w:rPr>
          <w:color w:val="4C4D4F"/>
          <w:spacing w:val="-1"/>
        </w:rPr>
        <w:t> the zero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thimble cuts</w:t>
      </w:r>
      <w:r>
        <w:rPr>
          <w:color w:val="4C4D4F"/>
        </w:rPr>
        <w:t> across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spindle.</w:t>
      </w:r>
      <w:r>
        <w:rPr>
          <w:color w:val="4C4D4F"/>
          <w:spacing w:val="-1"/>
        </w:rPr>
        <w:t> In this </w:t>
      </w:r>
      <w:r>
        <w:rPr>
          <w:color w:val="4C4D4F"/>
          <w:spacing w:val="-2"/>
        </w:rPr>
        <w:t>example,</w:t>
      </w:r>
      <w:r>
        <w:rPr>
          <w:color w:val="4C4D4F"/>
          <w:spacing w:val="-1"/>
        </w:rPr>
        <w:t> the thimble</w:t>
      </w:r>
      <w:r>
        <w:rPr>
          <w:color w:val="4C4D4F"/>
          <w:spacing w:val="56"/>
        </w:rPr>
        <w:t> </w:t>
      </w:r>
      <w:r>
        <w:rPr>
          <w:color w:val="4C4D4F"/>
        </w:rPr>
        <w:t>crosses</w:t>
      </w:r>
      <w:r>
        <w:rPr>
          <w:color w:val="4C4D4F"/>
          <w:spacing w:val="-1"/>
        </w:rPr>
        <w:t> the spindle just</w:t>
      </w:r>
      <w:r>
        <w:rPr>
          <w:color w:val="4C4D4F"/>
        </w:rPr>
        <w:t> </w:t>
      </w:r>
      <w:r>
        <w:rPr>
          <w:color w:val="4C4D4F"/>
          <w:spacing w:val="-1"/>
        </w:rPr>
        <w:t>past </w:t>
      </w:r>
      <w:r>
        <w:rPr>
          <w:color w:val="4C4D4F"/>
        </w:rPr>
        <w:t>8</w:t>
      </w:r>
      <w:r>
        <w:rPr>
          <w:color w:val="4C4D4F"/>
          <w:spacing w:val="-1"/>
        </w:rPr>
        <w:t> mm.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43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570344" cy="1304544"/>
            <wp:effectExtent l="0" t="0" r="0" b="0"/>
            <wp:docPr id="13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0344" cy="130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84" w:lineRule="auto"/>
        <w:ind w:left="560" w:right="1112"/>
        <w:jc w:val="left"/>
        <w:rPr>
          <w:rFonts w:ascii="Arial" w:hAnsi="Arial" w:cs="Arial" w:eastAsia="Arial"/>
        </w:rPr>
      </w:pPr>
      <w:r>
        <w:rPr>
          <w:color w:val="4C4D4F"/>
        </w:rPr>
        <w:t>Next</w:t>
      </w:r>
      <w:r>
        <w:rPr>
          <w:color w:val="4C4D4F"/>
          <w:spacing w:val="-1"/>
        </w:rPr>
        <w:t> read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thimble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3"/>
        </w:rPr>
        <w:t>micrometer.</w:t>
      </w:r>
      <w:r>
        <w:rPr>
          <w:color w:val="4C4D4F"/>
          <w:spacing w:val="-1"/>
        </w:rPr>
        <w:t> The thimble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reading is made 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line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spindle </w:t>
      </w:r>
      <w:r>
        <w:rPr>
          <w:color w:val="4C4D4F"/>
        </w:rPr>
        <w:t>crosses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thimble.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diagram, the thimble reads</w:t>
      </w:r>
      <w:r>
        <w:rPr>
          <w:color w:val="4C4D4F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2.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However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this is</w:t>
      </w:r>
      <w:r>
        <w:rPr>
          <w:color w:val="4C4D4F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12</w:t>
      </w:r>
      <w:r>
        <w:rPr>
          <w:color w:val="4C4D4F"/>
          <w:spacing w:val="-1"/>
        </w:rPr>
        <w:t> mm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but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9"/>
        </w:rPr>
        <w:t>0.12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mm.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readings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added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together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reading:</w:t>
      </w:r>
      <w:r>
        <w:rPr>
          <w:rFonts w:ascii="Arial"/>
        </w:rPr>
      </w:r>
    </w:p>
    <w:p>
      <w:pPr>
        <w:pStyle w:val="BodyText"/>
        <w:spacing w:line="240" w:lineRule="auto" w:before="181"/>
        <w:ind w:left="919" w:right="0"/>
        <w:jc w:val="left"/>
      </w:pPr>
      <w:r>
        <w:rPr>
          <w:color w:val="4C4D4F"/>
        </w:rPr>
        <w:t>8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+ </w:t>
      </w:r>
      <w:r>
        <w:rPr>
          <w:color w:val="4C4D4F"/>
          <w:spacing w:val="-9"/>
        </w:rPr>
        <w:t>0</w:t>
      </w:r>
      <w:r>
        <w:rPr>
          <w:color w:val="4C4D4F"/>
          <w:spacing w:val="-10"/>
        </w:rPr>
        <w:t>.</w:t>
      </w:r>
      <w:r>
        <w:rPr>
          <w:color w:val="4C4D4F"/>
          <w:spacing w:val="-9"/>
        </w:rPr>
        <w:t>12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= </w:t>
      </w:r>
      <w:r>
        <w:rPr>
          <w:color w:val="4C4D4F"/>
          <w:spacing w:val="-9"/>
        </w:rPr>
        <w:t>8</w:t>
      </w:r>
      <w:r>
        <w:rPr>
          <w:color w:val="4C4D4F"/>
          <w:spacing w:val="-10"/>
        </w:rPr>
        <w:t>.</w:t>
      </w:r>
      <w:r>
        <w:rPr>
          <w:color w:val="4C4D4F"/>
          <w:spacing w:val="-9"/>
        </w:rPr>
        <w:t>12</w:t>
      </w:r>
      <w:r>
        <w:rPr>
          <w:color w:val="4C4D4F"/>
          <w:spacing w:val="-1"/>
        </w:rPr>
        <w:t> mm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left="560" w:right="1637"/>
        <w:jc w:val="both"/>
      </w:pPr>
      <w:r>
        <w:rPr>
          <w:color w:val="4C4D4F"/>
        </w:rPr>
        <w:t>Notice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divisions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bottom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scale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barrel.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 half-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millimetre</w:t>
      </w:r>
      <w:r>
        <w:rPr>
          <w:color w:val="4C4D4F"/>
          <w:spacing w:val="-2"/>
        </w:rPr>
        <w:t> divisions;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</w:rPr>
        <w:t>come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play</w:t>
      </w:r>
      <w:r>
        <w:rPr>
          <w:color w:val="4C4D4F"/>
          <w:spacing w:val="-1"/>
        </w:rPr>
        <w:t> when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thimble is</w:t>
      </w:r>
      <w:r>
        <w:rPr>
          <w:color w:val="4C4D4F"/>
        </w:rPr>
        <w:t> partially</w:t>
      </w:r>
      <w:r>
        <w:rPr>
          <w:color w:val="4C4D4F"/>
          <w:spacing w:val="-1"/>
        </w:rPr>
        <w:t> turned between whole</w:t>
      </w:r>
      <w:r>
        <w:rPr>
          <w:color w:val="4C4D4F"/>
          <w:spacing w:val="72"/>
        </w:rPr>
        <w:t> </w:t>
      </w:r>
      <w:r>
        <w:rPr>
          <w:color w:val="4C4D4F"/>
          <w:spacing w:val="-1"/>
        </w:rPr>
        <w:t>millimetre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marks,</w:t>
      </w:r>
      <w:r>
        <w:rPr>
          <w:color w:val="4C4D4F"/>
        </w:rPr>
        <w:t> </w:t>
      </w:r>
      <w:r>
        <w:rPr>
          <w:color w:val="4C4D4F"/>
          <w:spacing w:val="-1"/>
        </w:rPr>
        <w:t>as shown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micrometer below:</w:t>
      </w:r>
      <w:r>
        <w:rPr/>
      </w:r>
    </w:p>
    <w:p>
      <w:pPr>
        <w:pStyle w:val="BodyText"/>
        <w:spacing w:line="284" w:lineRule="auto" w:before="181"/>
        <w:ind w:left="560" w:right="1162"/>
        <w:jc w:val="both"/>
      </w:pPr>
      <w:r>
        <w:rPr>
          <w:color w:val="4C4D4F"/>
          <w:spacing w:val="-1"/>
        </w:rPr>
        <w:t>While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scale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 spindle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still showing</w:t>
      </w:r>
      <w:r>
        <w:rPr>
          <w:color w:val="4C4D4F"/>
          <w:spacing w:val="-2"/>
        </w:rPr>
        <w:t> </w:t>
      </w:r>
      <w:r>
        <w:rPr>
          <w:color w:val="4C4D4F"/>
        </w:rPr>
        <w:t>8</w:t>
      </w:r>
      <w:r>
        <w:rPr>
          <w:color w:val="4C4D4F"/>
          <w:spacing w:val="-1"/>
        </w:rPr>
        <w:t> mm,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</w:rPr>
        <w:t>tick</w:t>
      </w:r>
      <w:r>
        <w:rPr>
          <w:color w:val="4C4D4F"/>
          <w:spacing w:val="-1"/>
        </w:rPr>
        <w:t> </w:t>
      </w:r>
      <w:r>
        <w:rPr>
          <w:color w:val="4C4D4F"/>
        </w:rPr>
        <w:t>mark </w:t>
      </w:r>
      <w:r>
        <w:rPr>
          <w:color w:val="4C4D4F"/>
          <w:spacing w:val="-1"/>
        </w:rPr>
        <w:t>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showing</w:t>
      </w:r>
      <w:r>
        <w:rPr>
          <w:color w:val="4C4D4F"/>
          <w:spacing w:val="35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bottom </w:t>
      </w:r>
      <w:r>
        <w:rPr>
          <w:color w:val="4C4D4F"/>
          <w:spacing w:val="-1"/>
        </w:rPr>
        <w:t>of the </w:t>
      </w:r>
      <w:r>
        <w:rPr>
          <w:color w:val="4C4D4F"/>
        </w:rPr>
        <w:t>scale</w:t>
      </w:r>
      <w:r>
        <w:rPr>
          <w:color w:val="4C4D4F"/>
          <w:spacing w:val="-1"/>
        </w:rPr>
        <w:t> 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thimble.</w:t>
      </w:r>
      <w:r>
        <w:rPr>
          <w:color w:val="4C4D4F"/>
          <w:spacing w:val="-1"/>
        </w:rPr>
        <w:t> If</w:t>
      </w:r>
      <w:r>
        <w:rPr>
          <w:color w:val="4C4D4F"/>
        </w:rPr>
        <w:t> </w:t>
      </w:r>
      <w:r>
        <w:rPr>
          <w:color w:val="4C4D4F"/>
          <w:spacing w:val="-1"/>
        </w:rPr>
        <w:t>this 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situation,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must add 0.5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reading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before reading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thimble.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this reading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</w:t>
      </w:r>
      <w:r>
        <w:rPr>
          <w:color w:val="4C4D4F"/>
          <w:spacing w:val="-3"/>
        </w:rPr>
        <w:t>be: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35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75875" cy="1310639"/>
            <wp:effectExtent l="0" t="0" r="0" b="0"/>
            <wp:docPr id="15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5875" cy="1310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left="919" w:right="0"/>
        <w:jc w:val="left"/>
      </w:pPr>
      <w:r>
        <w:rPr>
          <w:color w:val="4C4D4F"/>
        </w:rPr>
        <w:t>8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+</w:t>
      </w:r>
      <w:r>
        <w:rPr>
          <w:color w:val="4C4D4F"/>
          <w:spacing w:val="-1"/>
        </w:rPr>
        <w:t> 0.5 mm </w:t>
      </w:r>
      <w:r>
        <w:rPr>
          <w:color w:val="4C4D4F"/>
        </w:rPr>
        <w:t>+ </w:t>
      </w:r>
      <w:r>
        <w:rPr>
          <w:color w:val="4C4D4F"/>
          <w:spacing w:val="-9"/>
        </w:rPr>
        <w:t>0</w:t>
      </w:r>
      <w:r>
        <w:rPr>
          <w:color w:val="4C4D4F"/>
          <w:spacing w:val="-10"/>
        </w:rPr>
        <w:t>.</w:t>
      </w:r>
      <w:r>
        <w:rPr>
          <w:color w:val="4C4D4F"/>
          <w:spacing w:val="-9"/>
        </w:rPr>
        <w:t>12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=</w:t>
      </w:r>
      <w:r>
        <w:rPr>
          <w:color w:val="4C4D4F"/>
          <w:spacing w:val="-1"/>
        </w:rPr>
        <w:t> 8.62 mm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left="560" w:right="1112"/>
        <w:jc w:val="left"/>
      </w:pP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measuring 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Vernier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caliper,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might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</w:rPr>
        <w:t>room </w:t>
      </w:r>
      <w:r>
        <w:rPr>
          <w:color w:val="4C4D4F"/>
          <w:spacing w:val="-1"/>
        </w:rPr>
        <w:t>for </w:t>
      </w:r>
      <w:r>
        <w:rPr>
          <w:color w:val="4C4D4F"/>
        </w:rPr>
        <w:t>error </w:t>
      </w:r>
      <w:r>
        <w:rPr>
          <w:color w:val="4C4D4F"/>
          <w:spacing w:val="-1"/>
        </w:rPr>
        <w:t>depending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which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lines match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best.</w:t>
      </w:r>
      <w:r>
        <w:rPr>
          <w:color w:val="4C4D4F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micrometer,</w:t>
      </w:r>
      <w:r>
        <w:rPr>
          <w:color w:val="4C4D4F"/>
        </w:rPr>
        <w:t> </w:t>
      </w:r>
      <w:r>
        <w:rPr>
          <w:color w:val="4C4D4F"/>
          <w:spacing w:val="-4"/>
        </w:rPr>
        <w:t>however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only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right </w:t>
      </w:r>
      <w:r>
        <w:rPr>
          <w:color w:val="4C4D4F"/>
          <w:spacing w:val="-4"/>
        </w:rPr>
        <w:t>answer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2"/>
        </w:rPr>
        <w:t>Therefore,</w:t>
      </w:r>
      <w:r>
        <w:rPr>
          <w:color w:val="4C4D4F"/>
          <w:spacing w:val="85"/>
          <w:w w:val="99"/>
        </w:rPr>
        <w:t> </w:t>
      </w:r>
      <w:r>
        <w:rPr>
          <w:color w:val="4C4D4F"/>
          <w:spacing w:val="-1"/>
        </w:rPr>
        <w:t>micrometers are much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more precise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accurate than</w:t>
      </w:r>
      <w:r>
        <w:rPr>
          <w:color w:val="4C4D4F"/>
          <w:spacing w:val="-2"/>
        </w:rPr>
        <w:t> Vernier</w:t>
      </w:r>
      <w:r>
        <w:rPr>
          <w:color w:val="4C4D4F"/>
        </w:rPr>
        <w:t> </w:t>
      </w:r>
      <w:r>
        <w:rPr>
          <w:color w:val="4C4D4F"/>
          <w:spacing w:val="-1"/>
        </w:rPr>
        <w:t>caliper</w:t>
      </w:r>
      <w:r>
        <w:rPr>
          <w:color w:val="4C4D4F"/>
        </w:rPr>
        <w:t> </w:t>
      </w:r>
      <w:r>
        <w:rPr>
          <w:color w:val="4C4D4F"/>
          <w:spacing w:val="-2"/>
        </w:rPr>
        <w:t>are.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site </w:t>
      </w:r>
      <w:r>
        <w:rPr>
          <w:color w:val="4C4D4F"/>
          <w:spacing w:val="-1"/>
        </w:rPr>
        <w:t>that might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  <w:spacing w:val="-2"/>
        </w:rPr>
        <w:t> you </w:t>
      </w:r>
      <w:r>
        <w:rPr>
          <w:color w:val="4C4D4F"/>
          <w:spacing w:val="-1"/>
        </w:rPr>
        <w:t>is 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Heading6"/>
        <w:spacing w:line="240" w:lineRule="auto" w:before="137"/>
        <w:ind w:left="1100" w:right="0"/>
        <w:jc w:val="left"/>
        <w:rPr>
          <w:b w:val="0"/>
          <w:bCs w:val="0"/>
        </w:rPr>
      </w:pPr>
      <w:r>
        <w:rPr>
          <w:color w:val="4C4D4F"/>
        </w:rPr>
        <w:t>Introduction</w:t>
      </w:r>
      <w:r>
        <w:rPr>
          <w:color w:val="4C4D4F"/>
          <w:spacing w:val="-5"/>
        </w:rPr>
        <w:t> </w:t>
      </w:r>
      <w:r>
        <w:rPr>
          <w:color w:val="4C4D4F"/>
        </w:rPr>
        <w:t>to</w:t>
      </w:r>
      <w:r>
        <w:rPr>
          <w:color w:val="4C4D4F"/>
          <w:spacing w:val="-5"/>
        </w:rPr>
        <w:t> </w:t>
      </w:r>
      <w:r>
        <w:rPr>
          <w:color w:val="4C4D4F"/>
        </w:rPr>
        <w:t>Metal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Work:</w:t>
      </w:r>
      <w:r>
        <w:rPr>
          <w:color w:val="4C4D4F"/>
          <w:spacing w:val="-5"/>
        </w:rPr>
        <w:t> </w:t>
      </w:r>
      <w:r>
        <w:rPr>
          <w:color w:val="4C4D4F"/>
        </w:rPr>
        <w:t>Measurement</w:t>
      </w:r>
      <w:r>
        <w:rPr>
          <w:b w:val="0"/>
        </w:rPr>
      </w:r>
    </w:p>
    <w:p>
      <w:pPr>
        <w:pStyle w:val="BodyText"/>
        <w:spacing w:line="370" w:lineRule="auto" w:before="137"/>
        <w:ind w:right="1112"/>
        <w:jc w:val="left"/>
      </w:pPr>
      <w:r>
        <w:rPr>
          <w:color w:val="4C4D4F"/>
          <w:spacing w:val="-2"/>
        </w:rPr>
        <w:t>Reading </w:t>
      </w:r>
      <w:r>
        <w:rPr>
          <w:color w:val="4C4D4F"/>
          <w:spacing w:val="-1"/>
        </w:rPr>
        <w:t>SI</w:t>
      </w:r>
      <w:r>
        <w:rPr>
          <w:color w:val="4C4D4F"/>
        </w:rPr>
        <w:t> or</w:t>
      </w:r>
      <w:r>
        <w:rPr>
          <w:color w:val="4C4D4F"/>
          <w:spacing w:val="-1"/>
        </w:rPr>
        <w:t> Metric</w:t>
      </w:r>
      <w:r>
        <w:rPr>
          <w:color w:val="4C4D4F"/>
        </w:rPr>
        <w:t> </w:t>
      </w:r>
      <w:r>
        <w:rPr>
          <w:color w:val="4C4D4F"/>
          <w:spacing w:val="-1"/>
        </w:rPr>
        <w:t>Micrometers</w:t>
      </w:r>
      <w:r>
        <w:rPr>
          <w:color w:val="4C4D4F"/>
        </w:rPr>
        <w:t> </w:t>
      </w:r>
      <w:r>
        <w:rPr>
          <w:color w:val="4C4D4F"/>
          <w:spacing w:val="-3"/>
        </w:rPr>
        <w:t>(uses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javascript</w:t>
      </w:r>
      <w:r>
        <w:rPr>
          <w:color w:val="4C4D4F"/>
        </w:rPr>
        <w:t> so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not</w:t>
      </w:r>
      <w:r>
        <w:rPr>
          <w:color w:val="4C4D4F"/>
        </w:rPr>
        <w:t> work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</w:t>
      </w:r>
      <w:r>
        <w:rPr>
          <w:color w:val="4C4D4F"/>
          <w:spacing w:val="-3"/>
        </w:rPr>
        <w:t>devices)</w:t>
      </w:r>
      <w:r>
        <w:rPr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27">
        <w:r>
          <w:rPr>
            <w:color w:val="456DA9"/>
            <w:spacing w:val="-1"/>
            <w:u w:val="single" w:color="456DA9"/>
          </w:rPr>
          <w:t>http://www.upscale.utoronto.ca/PVB/Harrison/Micrometer/Flash/MicSimulation.html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pStyle w:val="Heading6"/>
        <w:spacing w:line="240" w:lineRule="auto" w:before="94"/>
        <w:ind w:left="1100" w:right="0"/>
        <w:jc w:val="left"/>
        <w:rPr>
          <w:b w:val="0"/>
          <w:bCs w:val="0"/>
        </w:rPr>
      </w:pPr>
      <w:r>
        <w:rPr>
          <w:color w:val="4C4D4F"/>
          <w:spacing w:val="1"/>
        </w:rPr>
        <w:t>Virtual</w:t>
      </w:r>
      <w:r>
        <w:rPr>
          <w:color w:val="4C4D4F"/>
          <w:spacing w:val="-8"/>
        </w:rPr>
        <w:t> </w:t>
      </w:r>
      <w:r>
        <w:rPr>
          <w:color w:val="4C4D4F"/>
        </w:rPr>
        <w:t>Micrometer—Thousandth</w:t>
      </w:r>
      <w:r>
        <w:rPr>
          <w:color w:val="4C4D4F"/>
          <w:spacing w:val="-7"/>
        </w:rPr>
        <w:t> </w:t>
      </w:r>
      <w:r>
        <w:rPr>
          <w:color w:val="4C4D4F"/>
        </w:rPr>
        <w:t>of</w:t>
      </w:r>
      <w:r>
        <w:rPr>
          <w:color w:val="4C4D4F"/>
          <w:spacing w:val="-8"/>
        </w:rPr>
        <w:t> </w:t>
      </w:r>
      <w:r>
        <w:rPr>
          <w:color w:val="4C4D4F"/>
        </w:rPr>
        <w:t>Inch</w:t>
      </w:r>
      <w:r>
        <w:rPr>
          <w:color w:val="4C4D4F"/>
          <w:spacing w:val="-7"/>
        </w:rPr>
        <w:t> </w:t>
      </w:r>
      <w:r>
        <w:rPr>
          <w:color w:val="4C4D4F"/>
        </w:rPr>
        <w:t>Simulator</w:t>
      </w:r>
      <w:r>
        <w:rPr>
          <w:b w:val="0"/>
          <w:bCs w:val="0"/>
        </w:rPr>
      </w:r>
    </w:p>
    <w:p>
      <w:pPr>
        <w:pStyle w:val="BodyText"/>
        <w:spacing w:line="455" w:lineRule="auto" w:before="137"/>
        <w:ind w:right="2080"/>
        <w:jc w:val="left"/>
      </w:pPr>
      <w:r>
        <w:rPr>
          <w:color w:val="456DA9"/>
        </w:rPr>
      </w:r>
      <w:hyperlink r:id="rId28">
        <w:r>
          <w:rPr>
            <w:color w:val="456DA9"/>
            <w:spacing w:val="-1"/>
            <w:u w:val="single" w:color="456DA9"/>
          </w:rPr>
          <w:t>http://www.stefanelli.eng.br/en/virtual-micrometer-thousandth-inch-simulator/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>
          <w:color w:val="456DA9"/>
          <w:spacing w:val="35"/>
          <w:w w:val="99"/>
        </w:rPr>
        <w:t> </w:t>
      </w:r>
      <w:r>
        <w:rPr>
          <w:color w:val="4C4D4F"/>
        </w:rPr>
        <w:t>Apps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available.</w:t>
      </w:r>
      <w:r>
        <w:rPr>
          <w:color w:val="4C4D4F"/>
          <w:spacing w:val="-1"/>
        </w:rPr>
        <w:t> Search for “micrometer </w:t>
      </w:r>
      <w:r>
        <w:rPr>
          <w:color w:val="4C4D4F"/>
          <w:spacing w:val="-3"/>
        </w:rPr>
        <w:t>simulation”.</w:t>
      </w:r>
      <w:r>
        <w:rPr/>
      </w:r>
    </w:p>
    <w:p>
      <w:pPr>
        <w:pStyle w:val="BodyText"/>
        <w:spacing w:line="240" w:lineRule="auto" w:before="6"/>
        <w:ind w:right="0"/>
        <w:jc w:val="left"/>
      </w:pPr>
      <w:r>
        <w:rPr>
          <w:color w:val="4C4D4F"/>
          <w:spacing w:val="-1"/>
        </w:rPr>
        <w:t>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read 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micrometers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write down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measurements.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9.200012pt;margin-top:284.739685pt;width:147.6pt;height:.1pt;mso-position-horizontal-relative:page;mso-position-vertical-relative:page;z-index:3376" coordorigin="5984,5695" coordsize="2952,2">
            <v:shape style="position:absolute;left:5984;top:5695;width:2952;height:2" coordorigin="5984,5695" coordsize="2952,0" path="m5984,5695l8936,5695e" filled="false" stroked="true" strokeweight=".5pt" strokecolor="#231f20">
              <v:path arrowok="t"/>
            </v:shape>
            <w10:wrap type="none"/>
          </v:group>
        </w:pict>
      </w:r>
      <w:r>
        <w:rPr/>
        <w:pict>
          <v:group style="position:absolute;margin-left:299.200012pt;margin-top:401.812988pt;width:147.6pt;height:.1pt;mso-position-horizontal-relative:page;mso-position-vertical-relative:page;z-index:3400" coordorigin="5984,8036" coordsize="2952,2">
            <v:shape style="position:absolute;left:5984;top:8036;width:2952;height:2" coordorigin="5984,8036" coordsize="2952,0" path="m5984,8036l8936,8036e" filled="false" stroked="true" strokeweight=".5pt" strokecolor="#231f20">
              <v:path arrowok="t"/>
            </v:shape>
            <w10:wrap type="none"/>
          </v:group>
        </w:pict>
      </w:r>
      <w:r>
        <w:rPr/>
        <w:pict>
          <v:group style="position:absolute;margin-left:299.200012pt;margin-top:520.325684pt;width:147.6pt;height:.1pt;mso-position-horizontal-relative:page;mso-position-vertical-relative:page;z-index:3424" coordorigin="5984,10407" coordsize="2952,2">
            <v:shape style="position:absolute;left:5984;top:10407;width:2952;height:2" coordorigin="5984,10407" coordsize="2952,0" path="m5984,10407l8936,10407e" filled="false" stroked="true" strokeweight=".5pt" strokecolor="#231f20">
              <v:path arrowok="t"/>
            </v:shape>
            <w10:wrap type="none"/>
          </v:group>
        </w:pict>
      </w:r>
      <w:r>
        <w:rPr/>
        <w:pict>
          <v:group style="position:absolute;margin-left:105.520035pt;margin-top:581.507568pt;width:174.25pt;height:102.75pt;mso-position-horizontal-relative:page;mso-position-vertical-relative:page;z-index:-53008" coordorigin="2110,11630" coordsize="3485,2055">
            <v:shape style="position:absolute;left:2110;top:11630;width:3485;height:2054" type="#_x0000_t75" stroked="false">
              <v:imagedata r:id="rId29" o:title=""/>
            </v:shape>
            <v:group style="position:absolute;left:2304;top:12591;width:2;height:152" coordorigin="2304,12591" coordsize="2,152">
              <v:shape style="position:absolute;left:2304;top:12591;width:2;height:152" coordorigin="2304,12591" coordsize="1,152" path="m2304,12591l2304,12743e" filled="false" stroked="true" strokeweight="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9.200012pt;margin-top:647.717285pt;width:147.6pt;height:.1pt;mso-position-horizontal-relative:page;mso-position-vertical-relative:page;z-index:3472" coordorigin="5984,12954" coordsize="2952,2">
            <v:shape style="position:absolute;left:5984;top:12954;width:2952;height:2" coordorigin="5984,12954" coordsize="2952,0" path="m5984,12954l8936,12954e" filled="false" stroked="true" strokeweight=".5pt" strokecolor="#231f20">
              <v:path arrowok="t"/>
            </v:shape>
            <w10:wrap type="none"/>
          </v:group>
        </w:pict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99.200012pt;margin-top:92.632637pt;width:147.6pt;height:.1pt;mso-position-horizontal-relative:page;mso-position-vertical-relative:paragraph;z-index:3352" coordorigin="5984,1853" coordsize="2952,2">
            <v:shape style="position:absolute;left:5984;top:1853;width:2952;height:2" coordorigin="5984,1853" coordsize="2952,0" path="m5984,1853l8936,1853e" filled="false" stroked="true" strokeweight=".5pt" strokecolor="#231f20">
              <v:path arrowok="t"/>
            </v:shape>
            <w10:wrap type="none"/>
          </v:group>
        </w:pict>
      </w:r>
      <w:r>
        <w:rPr>
          <w:color w:val="4F61AB"/>
        </w:rPr>
        <w:t>Micrometers</w:t>
      </w:r>
      <w:r>
        <w:rPr>
          <w:color w:val="4F61AB"/>
          <w:spacing w:val="-1"/>
        </w:rPr>
        <w:t> </w:t>
      </w:r>
      <w:r>
        <w:rPr>
          <w:color w:val="4F61AB"/>
        </w:rPr>
        <w:t>Practice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4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3918"/>
      </w:tblGrid>
      <w:tr>
        <w:trPr>
          <w:trHeight w:val="2090" w:hRule="exact"/>
        </w:trPr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1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2"/>
                <w:sz w:val="22"/>
              </w:rPr>
              <w:t>1.</w:t>
            </w:r>
            <w:r>
              <w:rPr>
                <w:rFonts w:ascii="Arial"/>
                <w:sz w:val="22"/>
              </w:rPr>
            </w:r>
          </w:p>
        </w:tc>
        <w:tc>
          <w:tcPr>
            <w:tcW w:w="3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7"/>
                <w:szCs w:val="7"/>
              </w:rPr>
            </w:pPr>
          </w:p>
          <w:p>
            <w:pPr>
              <w:pStyle w:val="TableParagraph"/>
              <w:spacing w:line="200" w:lineRule="atLeast"/>
              <w:ind w:left="19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154507" cy="1092136"/>
                  <wp:effectExtent l="0" t="0" r="0" b="0"/>
                  <wp:docPr id="17" name="image1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12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4507" cy="1092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4"/>
                <w:szCs w:val="24"/>
              </w:rPr>
            </w:pPr>
          </w:p>
        </w:tc>
      </w:tr>
      <w:tr>
        <w:trPr>
          <w:trHeight w:val="2380" w:hRule="exact"/>
        </w:trPr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2.</w:t>
            </w:r>
            <w:r>
              <w:rPr>
                <w:rFonts w:ascii="Arial"/>
                <w:sz w:val="22"/>
              </w:rPr>
            </w:r>
          </w:p>
        </w:tc>
        <w:tc>
          <w:tcPr>
            <w:tcW w:w="3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00" w:lineRule="atLeast"/>
              <w:ind w:left="19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066559" cy="1127760"/>
                  <wp:effectExtent l="0" t="0" r="0" b="0"/>
                  <wp:docPr id="19" name="image13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13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559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5"/>
                <w:szCs w:val="25"/>
              </w:rPr>
            </w:pPr>
          </w:p>
        </w:tc>
      </w:tr>
      <w:tr>
        <w:trPr>
          <w:trHeight w:val="2303" w:hRule="exact"/>
        </w:trPr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3.</w:t>
            </w:r>
            <w:r>
              <w:rPr>
                <w:rFonts w:ascii="Arial"/>
                <w:sz w:val="22"/>
              </w:rPr>
            </w:r>
          </w:p>
        </w:tc>
        <w:tc>
          <w:tcPr>
            <w:tcW w:w="3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00" w:lineRule="atLeast"/>
              <w:ind w:left="19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060447" cy="1078991"/>
                  <wp:effectExtent l="0" t="0" r="0" b="0"/>
                  <wp:docPr id="21" name="image1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4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0447" cy="1078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5"/>
                <w:szCs w:val="25"/>
              </w:rPr>
            </w:pPr>
          </w:p>
        </w:tc>
      </w:tr>
      <w:tr>
        <w:trPr>
          <w:trHeight w:val="2437" w:hRule="exact"/>
        </w:trPr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3"/>
                <w:sz w:val="22"/>
              </w:rPr>
              <w:t>4.</w:t>
            </w:r>
            <w:r>
              <w:rPr>
                <w:rFonts w:ascii="Arial"/>
                <w:sz w:val="22"/>
              </w:rPr>
            </w:r>
          </w:p>
        </w:tc>
        <w:tc>
          <w:tcPr>
            <w:tcW w:w="3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00" w:lineRule="atLeast"/>
              <w:ind w:left="19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218966" cy="1164336"/>
                  <wp:effectExtent l="0" t="0" r="0" b="0"/>
                  <wp:docPr id="23" name="image1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15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8966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5"/>
                <w:szCs w:val="25"/>
              </w:rPr>
            </w:pPr>
          </w:p>
        </w:tc>
      </w:tr>
      <w:tr>
        <w:trPr>
          <w:trHeight w:val="2425" w:hRule="exact"/>
        </w:trPr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5.</w:t>
            </w:r>
            <w:r>
              <w:rPr>
                <w:rFonts w:ascii="Arial"/>
                <w:sz w:val="22"/>
              </w:rPr>
            </w:r>
          </w:p>
        </w:tc>
        <w:tc>
          <w:tcPr>
            <w:tcW w:w="3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40" w:lineRule="auto"/>
        <w:ind w:left="1200" w:right="0"/>
        <w:jc w:val="left"/>
      </w:pPr>
      <w:r>
        <w:rPr/>
        <w:pict>
          <v:shape style="position:absolute;margin-left:105.520027pt;margin-top:2.30957pt;width:181.904951pt;height:96.472019pt;mso-position-horizontal-relative:page;mso-position-vertical-relative:paragraph;z-index:3520" type="#_x0000_t75" stroked="false">
            <v:imagedata r:id="rId34" o:title=""/>
          </v:shape>
        </w:pict>
      </w:r>
      <w:r>
        <w:rPr>
          <w:color w:val="4C4D4F"/>
          <w:spacing w:val="-1"/>
        </w:rPr>
        <w:t>6.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line="20" w:lineRule="atLeast"/>
        <w:ind w:left="563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8.1pt;height:.5pt;mso-position-horizontal-relative:char;mso-position-vertical-relative:line" coordorigin="0,0" coordsize="2962,10">
            <v:group style="position:absolute;left:5;top:5;width:2952;height:2" coordorigin="5,5" coordsize="2952,2">
              <v:shape style="position:absolute;left:5;top:5;width:2952;height:2" coordorigin="5,5" coordsize="2952,0" path="m5,5l2957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7"/>
        </w:rPr>
        <w:t> </w:t>
      </w:r>
      <w:r>
        <w:rPr>
          <w:color w:val="4F61AB"/>
        </w:rPr>
        <w:t>Activity</w:t>
      </w:r>
      <w:r>
        <w:rPr>
          <w:color w:val="4F61AB"/>
          <w:spacing w:val="-7"/>
        </w:rPr>
        <w:t> </w:t>
      </w:r>
      <w:r>
        <w:rPr>
          <w:color w:val="4F61AB"/>
          <w:spacing w:val="-5"/>
        </w:rPr>
        <w:t>4:</w:t>
      </w:r>
      <w:r>
        <w:rPr>
          <w:b w:val="0"/>
        </w:rPr>
      </w:r>
    </w:p>
    <w:p>
      <w:pPr>
        <w:spacing w:before="20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Reading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Vernier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Calipers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Micrometers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348"/>
        <w:ind w:left="560" w:right="0"/>
        <w:jc w:val="left"/>
        <w:rPr>
          <w:b w:val="0"/>
          <w:bCs w:val="0"/>
        </w:rPr>
      </w:pPr>
      <w:r>
        <w:rPr>
          <w:color w:val="4F61AB"/>
        </w:rPr>
        <w:t>Instructions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Please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work.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00" w:val="left" w:leader="none"/>
        </w:tabs>
        <w:spacing w:line="284" w:lineRule="auto" w:before="0" w:after="0"/>
        <w:ind w:left="900" w:right="1341" w:hanging="320"/>
        <w:jc w:val="left"/>
      </w:pPr>
      <w:r>
        <w:rPr>
          <w:color w:val="4C4D4F"/>
        </w:rPr>
        <w:t>Describe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situation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where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might use </w:t>
      </w:r>
      <w:r>
        <w:rPr>
          <w:color w:val="4C4D4F"/>
        </w:rPr>
        <w:t>a</w:t>
      </w:r>
      <w:r>
        <w:rPr>
          <w:color w:val="4C4D4F"/>
          <w:spacing w:val="-2"/>
        </w:rPr>
        <w:t> Vernier</w:t>
      </w:r>
      <w:r>
        <w:rPr>
          <w:color w:val="4C4D4F"/>
        </w:rPr>
        <w:t> </w:t>
      </w:r>
      <w:r>
        <w:rPr>
          <w:color w:val="4C4D4F"/>
          <w:spacing w:val="-3"/>
        </w:rPr>
        <w:t>caliper.</w:t>
      </w:r>
      <w:r>
        <w:rPr>
          <w:color w:val="4C4D4F"/>
        </w:rPr>
        <w:t> </w:t>
      </w: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why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would use this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tool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situation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described.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900" w:val="left" w:leader="none"/>
        </w:tabs>
        <w:spacing w:line="284" w:lineRule="auto" w:before="0" w:after="0"/>
        <w:ind w:left="1280" w:right="1656" w:hanging="700"/>
        <w:jc w:val="left"/>
      </w:pPr>
      <w:r>
        <w:rPr>
          <w:color w:val="4C4D4F"/>
          <w:spacing w:val="-1"/>
        </w:rPr>
        <w:t>a.</w:t>
      </w:r>
      <w:r>
        <w:rPr>
          <w:color w:val="4C4D4F"/>
        </w:rPr>
        <w:t>  </w:t>
      </w:r>
      <w:r>
        <w:rPr>
          <w:color w:val="4C4D4F"/>
          <w:spacing w:val="12"/>
        </w:rPr>
        <w:t> </w:t>
      </w:r>
      <w:r>
        <w:rPr>
          <w:color w:val="4C4D4F"/>
          <w:spacing w:val="-2"/>
        </w:rPr>
        <w:t>Read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> Vernier</w:t>
      </w:r>
      <w:r>
        <w:rPr>
          <w:color w:val="4C4D4F"/>
          <w:spacing w:val="-1"/>
        </w:rPr>
        <w:t> caliper</w:t>
      </w:r>
      <w:r>
        <w:rPr>
          <w:color w:val="4C4D4F"/>
        </w:rPr>
        <w:t> </w:t>
      </w:r>
      <w:r>
        <w:rPr>
          <w:color w:val="4C4D4F"/>
          <w:spacing w:val="-1"/>
        </w:rPr>
        <w:t>measurement. The </w:t>
      </w:r>
      <w:r>
        <w:rPr>
          <w:color w:val="4C4D4F"/>
          <w:spacing w:val="-2"/>
        </w:rPr>
        <w:t>Vernier</w:t>
      </w:r>
      <w:r>
        <w:rPr>
          <w:color w:val="4C4D4F"/>
          <w:spacing w:val="-1"/>
        </w:rPr>
        <w:t> caliper</w:t>
      </w:r>
      <w:r>
        <w:rPr>
          <w:color w:val="4C4D4F"/>
        </w:rPr>
        <w:t> </w:t>
      </w:r>
      <w:r>
        <w:rPr>
          <w:color w:val="4C4D4F"/>
          <w:spacing w:val="-1"/>
        </w:rPr>
        <w:t>is calibrated in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metric</w:t>
      </w:r>
      <w:r>
        <w:rPr>
          <w:color w:val="4C4D4F"/>
          <w:spacing w:val="-2"/>
        </w:rPr>
        <w:t> units.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tabs>
          <w:tab w:pos="4025" w:val="left" w:leader="none"/>
          <w:tab w:pos="4761" w:val="left" w:leader="none"/>
          <w:tab w:pos="5488" w:val="left" w:leader="none"/>
          <w:tab w:pos="6228" w:val="left" w:leader="none"/>
          <w:tab w:pos="6961" w:val="left" w:leader="none"/>
        </w:tabs>
        <w:spacing w:line="170" w:lineRule="atLeast"/>
        <w:ind w:left="3310" w:right="0" w:firstLine="0"/>
        <w:rPr>
          <w:rFonts w:ascii="Arial" w:hAnsi="Arial" w:cs="Arial" w:eastAsia="Arial"/>
          <w:sz w:val="17"/>
          <w:szCs w:val="17"/>
        </w:rPr>
      </w:pPr>
      <w:r>
        <w:rPr>
          <w:rFonts w:ascii="Arial"/>
          <w:sz w:val="17"/>
        </w:rPr>
        <w:pict>
          <v:group style="width:3.2pt;height:8.65pt;mso-position-horizontal-relative:char;mso-position-vertical-relative:line" coordorigin="0,0" coordsize="64,173">
            <v:group style="position:absolute;left:0;top:0;width:64;height:173" coordorigin="0,0" coordsize="64,173">
              <v:shape style="position:absolute;left:0;top:0;width:64;height:173" coordorigin="0,0" coordsize="64,173" path="m63,38l42,38,42,173,63,173,63,38xe" filled="true" fillcolor="#231f20" stroked="false">
                <v:path arrowok="t"/>
                <v:fill type="solid"/>
              </v:shape>
              <v:shape style="position:absolute;left:0;top:0;width:64;height:173" coordorigin="0,0" coordsize="64,173" path="m63,0l50,0,46,7,40,15,22,31,12,38,0,43,0,64,42,38,63,38,63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7pt;height:8.65pt;mso-position-horizontal-relative:char;mso-position-vertical-relative:line" coordorigin="0,0" coordsize="114,173">
            <v:group style="position:absolute;left:0;top:0;width:114;height:173" coordorigin="0,0" coordsize="114,173">
              <v:shape style="position:absolute;left:0;top:0;width:114;height:173" coordorigin="0,0" coordsize="114,173" path="m103,17l69,17,77,20,89,32,92,39,92,55,44,109,32,119,23,127,10,142,6,150,3,158,1,163,0,167,0,172,114,172,114,152,29,152,32,148,35,145,42,137,50,130,67,115,84,101,113,34,109,23,103,17xe" filled="true" fillcolor="#231f20" stroked="false">
                <v:path arrowok="t"/>
                <v:fill type="solid"/>
              </v:shape>
              <v:shape style="position:absolute;left:0;top:0;width:114;height:173" coordorigin="0,0" coordsize="114,173" path="m58,0l37,3,20,13,9,29,4,50,26,52,26,41,29,33,41,20,49,17,103,17,97,12,80,3,58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65pt;height:8.8pt;mso-position-horizontal-relative:char;mso-position-vertical-relative:line" coordorigin="0,0" coordsize="113,176">
            <v:group style="position:absolute;left:0;top:0;width:113;height:176" coordorigin="0,0" coordsize="113,176">
              <v:shape style="position:absolute;left:0;top:0;width:113;height:176" coordorigin="0,0" coordsize="113,176" path="m21,124l0,127,0,131,7,149,21,165,38,173,61,175,80,170,97,159,98,158,46,158,39,155,28,145,24,136,21,124xe" filled="true" fillcolor="#231f20" stroked="false">
                <v:path arrowok="t"/>
                <v:fill type="solid"/>
              </v:shape>
              <v:shape style="position:absolute;left:0;top:0;width:113;height:176" coordorigin="0,0" coordsize="113,176" path="m100,89l66,89,74,92,87,105,90,113,90,132,87,141,73,155,65,158,98,158,109,142,113,122,113,111,110,101,100,89xe" filled="true" fillcolor="#231f20" stroked="false">
                <v:path arrowok="t"/>
                <v:fill type="solid"/>
              </v:shape>
              <v:shape style="position:absolute;left:0;top:0;width:113;height:176" coordorigin="0,0" coordsize="113,176" path="m95,17l63,17,69,20,80,30,82,36,82,54,79,61,64,71,56,73,44,73,42,91,48,90,53,89,100,89,98,87,91,82,80,79,88,76,92,73,46,73,44,73,92,73,94,71,102,59,104,52,104,36,102,29,95,17xe" filled="true" fillcolor="#231f20" stroked="false">
                <v:path arrowok="t"/>
                <v:fill type="solid"/>
              </v:shape>
              <v:shape style="position:absolute;left:0;top:0;width:113;height:176" coordorigin="0,0" coordsize="113,176" path="m63,0l40,0,29,4,11,19,5,30,2,45,23,48,25,38,28,30,39,20,46,17,95,17,94,16,88,10,72,2,63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95pt;height:8.6pt;mso-position-horizontal-relative:char;mso-position-vertical-relative:line" coordorigin="0,0" coordsize="119,172">
            <v:group style="position:absolute;left:0;top:0;width:119;height:172" coordorigin="0,0" coordsize="119,172">
              <v:shape style="position:absolute;left:0;top:0;width:119;height:172" coordorigin="0,0" coordsize="119,172" path="m96,131l75,131,75,172,96,172,96,131xe" filled="true" fillcolor="#231f20" stroked="false">
                <v:path arrowok="t"/>
                <v:fill type="solid"/>
              </v:shape>
              <v:shape style="position:absolute;left:0;top:0;width:119;height:172" coordorigin="0,0" coordsize="119,172" path="m96,0l78,0,0,111,0,131,119,131,119,111,21,111,75,34,96,34,96,0xe" filled="true" fillcolor="#231f20" stroked="false">
                <v:path arrowok="t"/>
                <v:fill type="solid"/>
              </v:shape>
              <v:shape style="position:absolute;left:0;top:0;width:119;height:172" coordorigin="0,0" coordsize="119,172" path="m96,34l75,34,75,111,96,111,96,34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7pt;height:8.550pt;mso-position-horizontal-relative:char;mso-position-vertical-relative:line" coordorigin="0,0" coordsize="114,171">
            <v:group style="position:absolute;left:0;top:0;width:114;height:171" coordorigin="0,0" coordsize="114,171">
              <v:shape style="position:absolute;left:0;top:0;width:114;height:171" coordorigin="0,0" coordsize="114,171" path="m22,123l0,124,1,132,9,148,26,165,43,170,70,171,88,163,95,155,47,155,40,152,28,141,24,133,22,123xe" filled="true" fillcolor="#231f20" stroked="false">
                <v:path arrowok="t"/>
                <v:fill type="solid"/>
              </v:shape>
              <v:shape style="position:absolute;left:0;top:0;width:114;height:171" coordorigin="0,0" coordsize="114,171" path="m100,74l66,74,75,78,88,92,92,101,92,126,88,136,74,151,65,155,95,155,104,146,111,129,114,107,109,87,100,74xe" filled="true" fillcolor="#231f20" stroked="false">
                <v:path arrowok="t"/>
                <v:fill type="solid"/>
              </v:shape>
              <v:shape style="position:absolute;left:0;top:0;width:114;height:171" coordorigin="0,0" coordsize="114,171" path="m106,0l20,0,4,88,24,91,27,86,31,82,42,76,48,74,100,74,98,70,92,66,28,66,37,20,106,20,106,0xe" filled="true" fillcolor="#231f20" stroked="false">
                <v:path arrowok="t"/>
                <v:fill type="solid"/>
              </v:shape>
              <v:shape style="position:absolute;left:0;top:0;width:114;height:171" coordorigin="0,0" coordsize="114,171" path="m60,56l49,56,38,59,28,66,92,66,81,59,60,5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65pt;height:8.75pt;mso-position-horizontal-relative:char;mso-position-vertical-relative:line" coordorigin="0,0" coordsize="113,175">
            <v:group style="position:absolute;left:0;top:0;width:113;height:175" coordorigin="0,0" coordsize="113,175">
              <v:shape style="position:absolute;left:0;top:0;width:113;height:175" coordorigin="0,0" coordsize="113,175" path="m48,0l3,54,0,106,3,126,10,144,21,160,38,171,59,174,69,174,79,172,95,162,99,157,53,157,47,155,36,148,31,143,25,130,24,123,24,104,27,96,40,82,20,82,42,22,47,18,53,16,98,16,90,7,74,1,48,0xe" filled="true" fillcolor="#231f20" stroked="false">
                <v:path arrowok="t"/>
                <v:fill type="solid"/>
              </v:shape>
              <v:shape style="position:absolute;left:0;top:0;width:113;height:175" coordorigin="0,0" coordsize="113,175" path="m100,78l68,78,76,82,88,96,91,104,91,129,88,139,75,153,68,157,99,157,101,155,111,136,113,126,113,112,109,92,100,78xe" filled="true" fillcolor="#231f20" stroked="false">
                <v:path arrowok="t"/>
                <v:fill type="solid"/>
              </v:shape>
              <v:shape style="position:absolute;left:0;top:0;width:113;height:175" coordorigin="0,0" coordsize="113,175" path="m76,60l54,60,46,62,32,69,26,75,20,82,40,82,40,82,48,78,100,78,98,75,88,65,76,60xe" filled="true" fillcolor="#231f20" stroked="false">
                <v:path arrowok="t"/>
                <v:fill type="solid"/>
              </v:shape>
              <v:shape style="position:absolute;left:0;top:0;width:113;height:175" coordorigin="0,0" coordsize="113,175" path="m98,16l68,16,75,19,81,25,84,29,87,35,89,43,110,42,104,23,98,1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</w:p>
    <w:p>
      <w:pPr>
        <w:spacing w:line="240" w:lineRule="auto" w:before="11"/>
        <w:rPr>
          <w:rFonts w:ascii="Arial" w:hAnsi="Arial" w:cs="Arial" w:eastAsia="Arial"/>
          <w:sz w:val="4"/>
          <w:szCs w:val="4"/>
        </w:rPr>
      </w:pPr>
    </w:p>
    <w:p>
      <w:pPr>
        <w:spacing w:line="200" w:lineRule="atLeast"/>
        <w:ind w:left="30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5.15pt;height:42.9pt;mso-position-horizontal-relative:char;mso-position-vertical-relative:line" coordorigin="0,0" coordsize="4303,858">
            <v:group style="position:absolute;left:10;top:384;width:4283;height:2" coordorigin="10,384" coordsize="4283,2">
              <v:shape style="position:absolute;left:10;top:384;width:4283;height:2" coordorigin="10,384" coordsize="4283,0" path="m10,384l4292,384e" filled="false" stroked="true" strokeweight="1pt" strokecolor="#231f20">
                <v:path arrowok="t"/>
              </v:shape>
            </v:group>
            <v:group style="position:absolute;left:311;top:24;width:2;height:369" coordorigin="311,24" coordsize="2,369">
              <v:shape style="position:absolute;left:311;top:24;width:2;height:369" coordorigin="311,24" coordsize="0,369" path="m311,24l311,393e" filled="false" stroked="true" strokeweight="1pt" strokecolor="#231f20">
                <v:path arrowok="t"/>
              </v:shape>
            </v:group>
            <v:group style="position:absolute;left:2506;top:24;width:2;height:360" coordorigin="2506,24" coordsize="2,360">
              <v:shape style="position:absolute;left:2506;top:24;width:2;height:360" coordorigin="2506,24" coordsize="0,360" path="m2506,24l2506,384e" filled="false" stroked="true" strokeweight="1pt" strokecolor="#231f20">
                <v:path arrowok="t"/>
              </v:shape>
            </v:group>
            <v:group style="position:absolute;left:1019;top:24;width:2;height:610" coordorigin="1019,24" coordsize="2,610">
              <v:shape style="position:absolute;left:1019;top:24;width:2;height:610" coordorigin="1019,24" coordsize="0,610" path="m1019,24l1019,633e" filled="false" stroked="true" strokeweight="2.431pt" strokecolor="#231f20">
                <v:path arrowok="t"/>
              </v:shape>
            </v:group>
            <v:group style="position:absolute;left:1783;top:24;width:2;height:360" coordorigin="1783,24" coordsize="2,360">
              <v:shape style="position:absolute;left:1783;top:24;width:2;height:360" coordorigin="1783,24" coordsize="0,360" path="m1783,24l1783,384e" filled="false" stroked="true" strokeweight="1pt" strokecolor="#231f20">
                <v:path arrowok="t"/>
              </v:shape>
            </v:group>
            <v:group style="position:absolute;left:3255;top:24;width:2;height:360" coordorigin="3255,24" coordsize="2,360">
              <v:shape style="position:absolute;left:3255;top:24;width:2;height:360" coordorigin="3255,24" coordsize="0,360" path="m3255,24l3255,384e" filled="false" stroked="true" strokeweight="1pt" strokecolor="#231f20">
                <v:path arrowok="t"/>
              </v:shape>
            </v:group>
            <v:group style="position:absolute;left:3991;top:24;width:2;height:360" coordorigin="3991,24" coordsize="2,360">
              <v:shape style="position:absolute;left:3991;top:24;width:2;height:360" coordorigin="3991,24" coordsize="0,360" path="m3991,24l3991,384e" filled="false" stroked="true" strokeweight="1pt" strokecolor="#231f20">
                <v:path arrowok="t"/>
              </v:shape>
            </v:group>
            <v:group style="position:absolute;left:4282;top:204;width:2;height:180" coordorigin="4282,204" coordsize="2,180">
              <v:shape style="position:absolute;left:4282;top:204;width:2;height:180" coordorigin="4282,204" coordsize="0,180" path="m4282,204l4282,384e" filled="false" stroked="true" strokeweight="1pt" strokecolor="#231f20">
                <v:path arrowok="t"/>
              </v:shape>
            </v:group>
            <v:group style="position:absolute;left:4209;top:204;width:2;height:180" coordorigin="4209,204" coordsize="2,180">
              <v:shape style="position:absolute;left:4209;top:204;width:2;height:180" coordorigin="4209,204" coordsize="0,180" path="m4209,204l4209,384e" filled="false" stroked="true" strokeweight="1pt" strokecolor="#231f20">
                <v:path arrowok="t"/>
              </v:shape>
            </v:group>
            <v:group style="position:absolute;left:4137;top:204;width:2;height:180" coordorigin="4137,204" coordsize="2,180">
              <v:shape style="position:absolute;left:4137;top:204;width:2;height:180" coordorigin="4137,204" coordsize="0,180" path="m4137,204l4137,384e" filled="false" stroked="true" strokeweight="1pt" strokecolor="#231f20">
                <v:path arrowok="t"/>
              </v:shape>
            </v:group>
            <v:group style="position:absolute;left:4064;top:204;width:2;height:180" coordorigin="4064,204" coordsize="2,180">
              <v:shape style="position:absolute;left:4064;top:204;width:2;height:180" coordorigin="4064,204" coordsize="0,180" path="m4064,204l4064,384e" filled="false" stroked="true" strokeweight="1pt" strokecolor="#231f20">
                <v:path arrowok="t"/>
              </v:shape>
            </v:group>
            <v:group style="position:absolute;left:3917;top:204;width:2;height:180" coordorigin="3917,204" coordsize="2,180">
              <v:shape style="position:absolute;left:3917;top:204;width:2;height:180" coordorigin="3917,204" coordsize="0,180" path="m3917,204l3917,384e" filled="false" stroked="true" strokeweight="1pt" strokecolor="#231f20">
                <v:path arrowok="t"/>
              </v:shape>
            </v:group>
            <v:group style="position:absolute;left:3842;top:204;width:2;height:180" coordorigin="3842,204" coordsize="2,180">
              <v:shape style="position:absolute;left:3842;top:204;width:2;height:180" coordorigin="3842,204" coordsize="0,180" path="m3842,204l3842,384e" filled="false" stroked="true" strokeweight="1pt" strokecolor="#231f20">
                <v:path arrowok="t"/>
              </v:shape>
            </v:group>
            <v:group style="position:absolute;left:3767;top:204;width:2;height:180" coordorigin="3767,204" coordsize="2,180">
              <v:shape style="position:absolute;left:3767;top:204;width:2;height:180" coordorigin="3767,204" coordsize="0,180" path="m3767,204l3767,384e" filled="false" stroked="true" strokeweight="1pt" strokecolor="#231f20">
                <v:path arrowok="t"/>
              </v:shape>
            </v:group>
            <v:group style="position:absolute;left:3692;top:204;width:2;height:180" coordorigin="3692,204" coordsize="2,180">
              <v:shape style="position:absolute;left:3692;top:204;width:2;height:180" coordorigin="3692,204" coordsize="0,180" path="m3692,204l3692,384e" filled="false" stroked="true" strokeweight="1pt" strokecolor="#231f20">
                <v:path arrowok="t"/>
              </v:shape>
            </v:group>
            <v:group style="position:absolute;left:3617;top:124;width:2;height:260" coordorigin="3617,124" coordsize="2,260">
              <v:shape style="position:absolute;left:3617;top:124;width:2;height:260" coordorigin="3617,124" coordsize="0,260" path="m3617,124l3617,384e" filled="false" stroked="true" strokeweight="1pt" strokecolor="#231f20">
                <v:path arrowok="t"/>
              </v:shape>
            </v:group>
            <v:group style="position:absolute;left:3545;top:204;width:2;height:180" coordorigin="3545,204" coordsize="2,180">
              <v:shape style="position:absolute;left:3545;top:204;width:2;height:180" coordorigin="3545,204" coordsize="0,180" path="m3545,204l3545,384e" filled="false" stroked="true" strokeweight="1pt" strokecolor="#231f20">
                <v:path arrowok="t"/>
              </v:shape>
            </v:group>
            <v:group style="position:absolute;left:3472;top:204;width:2;height:180" coordorigin="3472,204" coordsize="2,180">
              <v:shape style="position:absolute;left:3472;top:204;width:2;height:180" coordorigin="3472,204" coordsize="0,180" path="m3472,204l3472,384e" filled="false" stroked="true" strokeweight="1pt" strokecolor="#231f20">
                <v:path arrowok="t"/>
              </v:shape>
            </v:group>
            <v:group style="position:absolute;left:3400;top:204;width:2;height:180" coordorigin="3400,204" coordsize="2,180">
              <v:shape style="position:absolute;left:3400;top:204;width:2;height:180" coordorigin="3400,204" coordsize="0,180" path="m3400,204l3400,384e" filled="false" stroked="true" strokeweight="1pt" strokecolor="#231f20">
                <v:path arrowok="t"/>
              </v:shape>
            </v:group>
            <v:group style="position:absolute;left:3328;top:204;width:2;height:180" coordorigin="3328,204" coordsize="2,180">
              <v:shape style="position:absolute;left:3328;top:204;width:2;height:180" coordorigin="3328,204" coordsize="0,180" path="m3328,204l3328,384e" filled="false" stroked="true" strokeweight="1pt" strokecolor="#231f20">
                <v:path arrowok="t"/>
              </v:shape>
            </v:group>
            <v:group style="position:absolute;left:3180;top:204;width:2;height:180" coordorigin="3180,204" coordsize="2,180">
              <v:shape style="position:absolute;left:3180;top:204;width:2;height:180" coordorigin="3180,204" coordsize="0,180" path="m3180,204l3180,384e" filled="false" stroked="true" strokeweight="1pt" strokecolor="#231f20">
                <v:path arrowok="t"/>
              </v:shape>
            </v:group>
            <v:group style="position:absolute;left:3105;top:204;width:2;height:180" coordorigin="3105,204" coordsize="2,180">
              <v:shape style="position:absolute;left:3105;top:204;width:2;height:180" coordorigin="3105,204" coordsize="0,180" path="m3105,204l3105,384e" filled="false" stroked="true" strokeweight="1pt" strokecolor="#231f20">
                <v:path arrowok="t"/>
              </v:shape>
            </v:group>
            <v:group style="position:absolute;left:3030;top:204;width:2;height:180" coordorigin="3030,204" coordsize="2,180">
              <v:shape style="position:absolute;left:3030;top:204;width:2;height:180" coordorigin="3030,204" coordsize="0,180" path="m3030,204l3030,384e" filled="false" stroked="true" strokeweight="1pt" strokecolor="#231f20">
                <v:path arrowok="t"/>
              </v:shape>
            </v:group>
            <v:group style="position:absolute;left:2956;top:204;width:2;height:180" coordorigin="2956,204" coordsize="2,180">
              <v:shape style="position:absolute;left:2956;top:204;width:2;height:180" coordorigin="2956,204" coordsize="0,180" path="m2956,204l2956,384e" filled="false" stroked="true" strokeweight="1pt" strokecolor="#231f20">
                <v:path arrowok="t"/>
              </v:shape>
            </v:group>
            <v:group style="position:absolute;left:2881;top:124;width:2;height:260" coordorigin="2881,124" coordsize="2,260">
              <v:shape style="position:absolute;left:2881;top:124;width:2;height:260" coordorigin="2881,124" coordsize="0,260" path="m2881,124l2881,384e" filled="false" stroked="true" strokeweight="1pt" strokecolor="#231f20">
                <v:path arrowok="t"/>
              </v:shape>
            </v:group>
            <v:group style="position:absolute;left:2806;top:204;width:2;height:180" coordorigin="2806,204" coordsize="2,180">
              <v:shape style="position:absolute;left:2806;top:204;width:2;height:180" coordorigin="2806,204" coordsize="0,180" path="m2806,204l2806,384e" filled="false" stroked="true" strokeweight="1pt" strokecolor="#231f20">
                <v:path arrowok="t"/>
              </v:shape>
            </v:group>
            <v:group style="position:absolute;left:2731;top:204;width:2;height:180" coordorigin="2731,204" coordsize="2,180">
              <v:shape style="position:absolute;left:2731;top:204;width:2;height:180" coordorigin="2731,204" coordsize="0,180" path="m2731,204l2731,384e" filled="false" stroked="true" strokeweight="1pt" strokecolor="#231f20">
                <v:path arrowok="t"/>
              </v:shape>
            </v:group>
            <v:group style="position:absolute;left:2656;top:204;width:2;height:180" coordorigin="2656,204" coordsize="2,180">
              <v:shape style="position:absolute;left:2656;top:204;width:2;height:180" coordorigin="2656,204" coordsize="0,180" path="m2656,204l2656,384e" filled="false" stroked="true" strokeweight="1pt" strokecolor="#231f20">
                <v:path arrowok="t"/>
              </v:shape>
            </v:group>
            <v:group style="position:absolute;left:2581;top:204;width:2;height:180" coordorigin="2581,204" coordsize="2,180">
              <v:shape style="position:absolute;left:2581;top:204;width:2;height:180" coordorigin="2581,204" coordsize="0,180" path="m2581,204l2581,384e" filled="false" stroked="true" strokeweight="1pt" strokecolor="#231f20">
                <v:path arrowok="t"/>
              </v:shape>
            </v:group>
            <v:group style="position:absolute;left:961;top:204;width:2;height:180" coordorigin="961,204" coordsize="2,180">
              <v:shape style="position:absolute;left:961;top:204;width:2;height:180" coordorigin="961,204" coordsize="0,180" path="m961,204l961,384e" filled="false" stroked="true" strokeweight="1pt" strokecolor="#231f20">
                <v:path arrowok="t"/>
              </v:shape>
            </v:group>
            <v:group style="position:absolute;left:889;top:204;width:2;height:180" coordorigin="889,204" coordsize="2,180">
              <v:shape style="position:absolute;left:889;top:204;width:2;height:180" coordorigin="889,204" coordsize="0,180" path="m889,204l889,384e" filled="false" stroked="true" strokeweight="1pt" strokecolor="#231f20">
                <v:path arrowok="t"/>
              </v:shape>
            </v:group>
            <v:group style="position:absolute;left:817;top:204;width:2;height:180" coordorigin="817,204" coordsize="2,180">
              <v:shape style="position:absolute;left:817;top:204;width:2;height:180" coordorigin="817,204" coordsize="0,180" path="m817,204l817,384e" filled="false" stroked="true" strokeweight="1pt" strokecolor="#231f20">
                <v:path arrowok="t"/>
              </v:shape>
            </v:group>
            <v:group style="position:absolute;left:744;top:204;width:2;height:180" coordorigin="744,204" coordsize="2,180">
              <v:shape style="position:absolute;left:744;top:204;width:2;height:180" coordorigin="744,204" coordsize="0,180" path="m744,204l744,384e" filled="false" stroked="true" strokeweight="1pt" strokecolor="#231f20">
                <v:path arrowok="t"/>
              </v:shape>
            </v:group>
            <v:group style="position:absolute;left:672;top:124;width:2;height:260" coordorigin="672,124" coordsize="2,260">
              <v:shape style="position:absolute;left:672;top:124;width:2;height:260" coordorigin="672,124" coordsize="0,260" path="m672,124l672,384e" filled="false" stroked="true" strokeweight="1pt" strokecolor="#231f20">
                <v:path arrowok="t"/>
              </v:shape>
            </v:group>
            <v:group style="position:absolute;left:600;top:204;width:2;height:180" coordorigin="600,204" coordsize="2,180">
              <v:shape style="position:absolute;left:600;top:204;width:2;height:180" coordorigin="600,204" coordsize="0,180" path="m600,204l600,384e" filled="false" stroked="true" strokeweight="1pt" strokecolor="#231f20">
                <v:path arrowok="t"/>
              </v:shape>
            </v:group>
            <v:group style="position:absolute;left:528;top:204;width:2;height:180" coordorigin="528,204" coordsize="2,180">
              <v:shape style="position:absolute;left:528;top:204;width:2;height:180" coordorigin="528,204" coordsize="0,180" path="m528,204l528,384e" filled="false" stroked="true" strokeweight="1pt" strokecolor="#231f20">
                <v:path arrowok="t"/>
              </v:shape>
            </v:group>
            <v:group style="position:absolute;left:455;top:204;width:2;height:180" coordorigin="455,204" coordsize="2,180">
              <v:shape style="position:absolute;left:455;top:204;width:2;height:180" coordorigin="455,204" coordsize="0,180" path="m455,204l455,384e" filled="false" stroked="true" strokeweight="1pt" strokecolor="#231f20">
                <v:path arrowok="t"/>
              </v:shape>
            </v:group>
            <v:group style="position:absolute;left:367;top:844;width:1785;height:2" coordorigin="367,844" coordsize="1785,2">
              <v:shape style="position:absolute;left:367;top:844;width:1785;height:2" coordorigin="367,844" coordsize="1785,0" path="m367,844l2151,844e" filled="false" stroked="true" strokeweight="1pt" strokecolor="#231f20">
                <v:path arrowok="t"/>
              </v:shape>
            </v:group>
            <v:group style="position:absolute;left:380;top:204;width:2;height:640" coordorigin="380,204" coordsize="2,640">
              <v:shape style="position:absolute;left:380;top:204;width:2;height:640" coordorigin="380,204" coordsize="0,640" path="m380,204l380,844e" filled="false" stroked="true" strokeweight="1.3328pt" strokecolor="#231f20">
                <v:path arrowok="t"/>
              </v:shape>
            </v:group>
            <v:group style="position:absolute;left:1708;top:204;width:2;height:180" coordorigin="1708,204" coordsize="2,180">
              <v:shape style="position:absolute;left:1708;top:204;width:2;height:180" coordorigin="1708,204" coordsize="0,180" path="m1708,204l1708,384e" filled="false" stroked="true" strokeweight="1pt" strokecolor="#231f20">
                <v:path arrowok="t"/>
              </v:shape>
            </v:group>
            <v:group style="position:absolute;left:1633;top:204;width:2;height:180" coordorigin="1633,204" coordsize="2,180">
              <v:shape style="position:absolute;left:1633;top:204;width:2;height:180" coordorigin="1633,204" coordsize="0,180" path="m1633,204l1633,384e" filled="false" stroked="true" strokeweight="1pt" strokecolor="#231f20">
                <v:path arrowok="t"/>
              </v:shape>
            </v:group>
            <v:group style="position:absolute;left:1558;top:204;width:2;height:180" coordorigin="1558,204" coordsize="2,180">
              <v:shape style="position:absolute;left:1558;top:204;width:2;height:180" coordorigin="1558,204" coordsize="0,180" path="m1558,204l1558,384e" filled="false" stroked="true" strokeweight="1pt" strokecolor="#231f20">
                <v:path arrowok="t"/>
              </v:shape>
            </v:group>
            <v:group style="position:absolute;left:1483;top:204;width:2;height:180" coordorigin="1483,204" coordsize="2,180">
              <v:shape style="position:absolute;left:1483;top:204;width:2;height:180" coordorigin="1483,204" coordsize="0,180" path="m1483,204l1483,384e" filled="false" stroked="true" strokeweight="1pt" strokecolor="#231f20">
                <v:path arrowok="t"/>
              </v:shape>
            </v:group>
            <v:group style="position:absolute;left:1408;top:124;width:2;height:260" coordorigin="1408,124" coordsize="2,260">
              <v:shape style="position:absolute;left:1408;top:124;width:2;height:260" coordorigin="1408,124" coordsize="0,260" path="m1408,124l1408,384e" filled="false" stroked="true" strokeweight="1pt" strokecolor="#231f20">
                <v:path arrowok="t"/>
              </v:shape>
            </v:group>
            <v:group style="position:absolute;left:1333;top:204;width:2;height:180" coordorigin="1333,204" coordsize="2,180">
              <v:shape style="position:absolute;left:1333;top:204;width:2;height:180" coordorigin="1333,204" coordsize="0,180" path="m1333,204l1333,384e" filled="false" stroked="true" strokeweight="1pt" strokecolor="#231f20">
                <v:path arrowok="t"/>
              </v:shape>
            </v:group>
            <v:group style="position:absolute;left:1270;top:204;width:2;height:323" coordorigin="1270,204" coordsize="2,323">
              <v:shape style="position:absolute;left:1270;top:204;width:2;height:323" coordorigin="1270,204" coordsize="0,323" path="m1270,204l1270,527e" filled="false" stroked="true" strokeweight="2.12pt" strokecolor="#231f20">
                <v:path arrowok="t"/>
              </v:shape>
            </v:group>
            <v:group style="position:absolute;left:1198;top:204;width:2;height:323" coordorigin="1198,204" coordsize="2,323">
              <v:shape style="position:absolute;left:1198;top:204;width:2;height:323" coordorigin="1198,204" coordsize="0,323" path="m1198,204l1198,527e" filled="false" stroked="true" strokeweight="2.418pt" strokecolor="#231f20">
                <v:path arrowok="t"/>
              </v:shape>
            </v:group>
            <v:group style="position:absolute;left:1109;top:204;width:2;height:180" coordorigin="1109,204" coordsize="2,180">
              <v:shape style="position:absolute;left:1109;top:204;width:2;height:180" coordorigin="1109,204" coordsize="0,180" path="m1109,204l1109,384e" filled="false" stroked="true" strokeweight="1pt" strokecolor="#231f20">
                <v:path arrowok="t"/>
              </v:shape>
            </v:group>
            <v:group style="position:absolute;left:2434;top:204;width:2;height:180" coordorigin="2434,204" coordsize="2,180">
              <v:shape style="position:absolute;left:2434;top:204;width:2;height:180" coordorigin="2434,204" coordsize="0,180" path="m2434,204l2434,384e" filled="false" stroked="true" strokeweight="1pt" strokecolor="#231f20">
                <v:path arrowok="t"/>
              </v:shape>
            </v:group>
            <v:group style="position:absolute;left:2361;top:204;width:2;height:180" coordorigin="2361,204" coordsize="2,180">
              <v:shape style="position:absolute;left:2361;top:204;width:2;height:180" coordorigin="2361,204" coordsize="0,180" path="m2361,204l2361,384e" filled="false" stroked="true" strokeweight="1pt" strokecolor="#231f20">
                <v:path arrowok="t"/>
              </v:shape>
            </v:group>
            <v:group style="position:absolute;left:2289;top:204;width:2;height:180" coordorigin="2289,204" coordsize="2,180">
              <v:shape style="position:absolute;left:2289;top:204;width:2;height:180" coordorigin="2289,204" coordsize="0,180" path="m2289,204l2289,384e" filled="false" stroked="true" strokeweight="1pt" strokecolor="#231f20">
                <v:path arrowok="t"/>
              </v:shape>
            </v:group>
            <v:group style="position:absolute;left:2217;top:204;width:2;height:180" coordorigin="2217,204" coordsize="2,180">
              <v:shape style="position:absolute;left:2217;top:204;width:2;height:180" coordorigin="2217,204" coordsize="0,180" path="m2217,204l2217,384e" filled="false" stroked="true" strokeweight="1pt" strokecolor="#231f20">
                <v:path arrowok="t"/>
              </v:shape>
            </v:group>
            <v:group style="position:absolute;left:2143;top:124;width:2;height:720" coordorigin="2143,124" coordsize="2,720">
              <v:shape style="position:absolute;left:2143;top:124;width:2;height:720" coordorigin="2143,124" coordsize="0,720" path="m2143,124l2143,844e" filled="false" stroked="true" strokeweight="1.1658pt" strokecolor="#231f20">
                <v:path arrowok="t"/>
              </v:shape>
            </v:group>
            <v:group style="position:absolute;left:2072;top:204;width:2;height:180" coordorigin="2072,204" coordsize="2,180">
              <v:shape style="position:absolute;left:2072;top:204;width:2;height:180" coordorigin="2072,204" coordsize="0,180" path="m2072,204l2072,384e" filled="false" stroked="true" strokeweight="1pt" strokecolor="#231f20">
                <v:path arrowok="t"/>
              </v:shape>
            </v:group>
            <v:group style="position:absolute;left:2000;top:204;width:2;height:180" coordorigin="2000,204" coordsize="2,180">
              <v:shape style="position:absolute;left:2000;top:204;width:2;height:180" coordorigin="2000,204" coordsize="0,180" path="m2000,204l2000,384e" filled="false" stroked="true" strokeweight="1pt" strokecolor="#231f20">
                <v:path arrowok="t"/>
              </v:shape>
            </v:group>
            <v:group style="position:absolute;left:1928;top:204;width:2;height:180" coordorigin="1928,204" coordsize="2,180">
              <v:shape style="position:absolute;left:1928;top:204;width:2;height:180" coordorigin="1928,204" coordsize="0,180" path="m1928,204l1928,384e" filled="false" stroked="true" strokeweight="1pt" strokecolor="#231f20">
                <v:path arrowok="t"/>
              </v:shape>
            </v:group>
            <v:group style="position:absolute;left:1855;top:204;width:2;height:180" coordorigin="1855,204" coordsize="2,180">
              <v:shape style="position:absolute;left:1855;top:204;width:2;height:180" coordorigin="1855,204" coordsize="0,180" path="m1855,204l1855,384e" filled="false" stroked="true" strokeweight="1pt" strokecolor="#231f20">
                <v:path arrowok="t"/>
              </v:shape>
            </v:group>
            <v:group style="position:absolute;left:238;top:204;width:2;height:180" coordorigin="238,204" coordsize="2,180">
              <v:shape style="position:absolute;left:238;top:204;width:2;height:180" coordorigin="238,204" coordsize="0,180" path="m238,204l238,384e" filled="false" stroked="true" strokeweight="1pt" strokecolor="#231f20">
                <v:path arrowok="t"/>
              </v:shape>
            </v:group>
            <v:group style="position:absolute;left:165;top:204;width:2;height:180" coordorigin="165,204" coordsize="2,180">
              <v:shape style="position:absolute;left:165;top:204;width:2;height:180" coordorigin="165,204" coordsize="0,180" path="m165,204l165,384e" filled="false" stroked="true" strokeweight="1pt" strokecolor="#231f20">
                <v:path arrowok="t"/>
              </v:shape>
            </v:group>
            <v:group style="position:absolute;left:93;top:204;width:2;height:180" coordorigin="93,204" coordsize="2,180">
              <v:shape style="position:absolute;left:93;top:204;width:2;height:180" coordorigin="93,204" coordsize="0,180" path="m93,204l93,384e" filled="false" stroked="true" strokeweight="1pt" strokecolor="#231f20">
                <v:path arrowok="t"/>
              </v:shape>
            </v:group>
            <v:group style="position:absolute;left:20;top:203;width:2;height:180" coordorigin="20,203" coordsize="2,180">
              <v:shape style="position:absolute;left:20;top:203;width:2;height:180" coordorigin="20,203" coordsize="0,180" path="m20,203l20,383e" filled="false" stroked="true" strokeweight="1pt" strokecolor="#231f20">
                <v:path arrowok="t"/>
              </v:shape>
            </v:group>
            <v:group style="position:absolute;left:1348;top:380;width:4;height:260" coordorigin="1348,380" coordsize="4,260">
              <v:shape style="position:absolute;left:1348;top:380;width:4;height:260" coordorigin="1348,380" coordsize="4,260" path="m1352,380l1348,640e" filled="false" stroked="true" strokeweight="1.0pt" strokecolor="#231f20">
                <v:path arrowok="t"/>
              </v:shape>
            </v:group>
            <v:group style="position:absolute;left:1693;top:380;width:4;height:254" coordorigin="1693,380" coordsize="4,254">
              <v:shape style="position:absolute;left:1693;top:380;width:4;height:254" coordorigin="1693,380" coordsize="4,254" path="m1696,380l1693,633e" filled="false" stroked="true" strokeweight="1.0pt" strokecolor="#231f20">
                <v:path arrowok="t"/>
              </v:shape>
            </v:group>
            <v:group style="position:absolute;left:1074;top:380;width:2;height:147" coordorigin="1074,380" coordsize="2,147">
              <v:shape style="position:absolute;left:1074;top:380;width:2;height:147" coordorigin="1074,380" coordsize="0,147" path="m1074,380l1074,527e" filled="false" stroked="true" strokeweight="1pt" strokecolor="#231f20">
                <v:path arrowok="t"/>
              </v:shape>
            </v:group>
            <v:group style="position:absolute;left:1487;top:380;width:2;height:141" coordorigin="1487,380" coordsize="2,141">
              <v:shape style="position:absolute;left:1487;top:380;width:2;height:141" coordorigin="1487,380" coordsize="2,141" path="m1489,380l1487,520e" filled="false" stroked="true" strokeweight="1pt" strokecolor="#231f20">
                <v:path arrowok="t"/>
              </v:shape>
            </v:group>
            <v:group style="position:absolute;left:1143;top:380;width:2;height:147" coordorigin="1143,380" coordsize="2,147">
              <v:shape style="position:absolute;left:1143;top:380;width:2;height:147" coordorigin="1143,380" coordsize="0,147" path="m1143,380l1143,527e" filled="false" stroked="true" strokeweight="1pt" strokecolor="#231f20">
                <v:path arrowok="t"/>
              </v:shape>
            </v:group>
            <v:group style="position:absolute;left:1557;top:380;width:2;height:147" coordorigin="1557,380" coordsize="2,147">
              <v:shape style="position:absolute;left:1557;top:380;width:2;height:147" coordorigin="1557,380" coordsize="2,147" path="m1559,380l1557,527e" filled="false" stroked="true" strokeweight="1pt" strokecolor="#231f20">
                <v:path arrowok="t"/>
              </v:shape>
            </v:group>
            <v:group style="position:absolute;left:1625;top:380;width:2;height:147" coordorigin="1625,380" coordsize="2,147">
              <v:shape style="position:absolute;left:1625;top:380;width:2;height:147" coordorigin="1625,380" coordsize="2,147" path="m1627,380l1625,527e" filled="false" stroked="true" strokeweight="1pt" strokecolor="#231f20">
                <v:path arrowok="t"/>
              </v:shape>
            </v:group>
            <v:group style="position:absolute;left:1418;top:380;width:2;height:147" coordorigin="1418,380" coordsize="2,147">
              <v:shape style="position:absolute;left:1418;top:380;width:2;height:147" coordorigin="1418,380" coordsize="2,147" path="m1420,380l1418,527e" filled="false" stroked="true" strokeweight="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84" w:lineRule="auto" w:before="72"/>
        <w:ind w:left="1280" w:right="1518" w:hanging="361"/>
        <w:jc w:val="left"/>
      </w:pPr>
      <w:r>
        <w:rPr>
          <w:color w:val="4C4D4F"/>
          <w:spacing w:val="-3"/>
        </w:rPr>
        <w:t>b.</w:t>
      </w:r>
      <w:r>
        <w:rPr>
          <w:color w:val="4C4D4F"/>
        </w:rPr>
        <w:t> </w:t>
      </w:r>
      <w:r>
        <w:rPr>
          <w:color w:val="4C4D4F"/>
          <w:spacing w:val="56"/>
        </w:rPr>
        <w:t> </w:t>
      </w:r>
      <w:r>
        <w:rPr>
          <w:color w:val="4C4D4F"/>
          <w:spacing w:val="-2"/>
        </w:rPr>
        <w:t>Read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> Vernier</w:t>
      </w:r>
      <w:r>
        <w:rPr>
          <w:color w:val="4C4D4F"/>
        </w:rPr>
        <w:t> </w:t>
      </w:r>
      <w:r>
        <w:rPr>
          <w:color w:val="4C4D4F"/>
          <w:spacing w:val="-1"/>
        </w:rPr>
        <w:t>caliper measurement.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Vernier</w:t>
      </w:r>
      <w:r>
        <w:rPr>
          <w:color w:val="4C4D4F"/>
          <w:spacing w:val="-1"/>
        </w:rPr>
        <w:t> caliper</w:t>
      </w:r>
      <w:r>
        <w:rPr>
          <w:color w:val="4C4D4F"/>
        </w:rPr>
        <w:t> </w:t>
      </w:r>
      <w:r>
        <w:rPr>
          <w:color w:val="4C4D4F"/>
          <w:spacing w:val="-1"/>
        </w:rPr>
        <w:t>is calibrated in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metric</w:t>
      </w:r>
      <w:r>
        <w:rPr>
          <w:color w:val="4C4D4F"/>
          <w:spacing w:val="-2"/>
        </w:rPr>
        <w:t> units.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tabs>
          <w:tab w:pos="4030" w:val="left" w:leader="none"/>
          <w:tab w:pos="4766" w:val="left" w:leader="none"/>
          <w:tab w:pos="5493" w:val="left" w:leader="none"/>
          <w:tab w:pos="6233" w:val="left" w:leader="none"/>
          <w:tab w:pos="6966" w:val="left" w:leader="none"/>
        </w:tabs>
        <w:spacing w:line="170" w:lineRule="atLeast"/>
        <w:ind w:left="3315" w:right="0" w:firstLine="0"/>
        <w:rPr>
          <w:rFonts w:ascii="Arial" w:hAnsi="Arial" w:cs="Arial" w:eastAsia="Arial"/>
          <w:sz w:val="17"/>
          <w:szCs w:val="17"/>
        </w:rPr>
      </w:pPr>
      <w:r>
        <w:rPr>
          <w:rFonts w:ascii="Arial"/>
          <w:sz w:val="17"/>
        </w:rPr>
        <w:pict>
          <v:group style="width:3.2pt;height:8.65pt;mso-position-horizontal-relative:char;mso-position-vertical-relative:line" coordorigin="0,0" coordsize="64,173">
            <v:group style="position:absolute;left:0;top:0;width:64;height:173" coordorigin="0,0" coordsize="64,173">
              <v:shape style="position:absolute;left:0;top:0;width:64;height:173" coordorigin="0,0" coordsize="64,173" path="m63,38l42,38,42,173,63,173,63,38xe" filled="true" fillcolor="#231f20" stroked="false">
                <v:path arrowok="t"/>
                <v:fill type="solid"/>
              </v:shape>
              <v:shape style="position:absolute;left:0;top:0;width:64;height:173" coordorigin="0,0" coordsize="64,173" path="m63,0l50,0,46,7,40,15,22,31,12,38,0,43,0,64,42,38,63,38,63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7pt;height:8.65pt;mso-position-horizontal-relative:char;mso-position-vertical-relative:line" coordorigin="0,0" coordsize="114,173">
            <v:group style="position:absolute;left:0;top:0;width:114;height:173" coordorigin="0,0" coordsize="114,173">
              <v:shape style="position:absolute;left:0;top:0;width:114;height:173" coordorigin="0,0" coordsize="114,173" path="m103,17l69,17,77,20,89,32,92,39,92,55,44,109,32,119,23,127,10,142,6,150,3,158,1,163,0,167,0,172,114,172,114,152,29,152,32,148,35,145,42,137,50,130,67,115,84,101,113,34,109,23,103,17xe" filled="true" fillcolor="#231f20" stroked="false">
                <v:path arrowok="t"/>
                <v:fill type="solid"/>
              </v:shape>
              <v:shape style="position:absolute;left:0;top:0;width:114;height:173" coordorigin="0,0" coordsize="114,173" path="m58,0l37,3,20,13,9,29,4,50,26,52,26,41,29,33,41,20,49,17,103,17,97,12,80,3,58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65pt;height:8.8pt;mso-position-horizontal-relative:char;mso-position-vertical-relative:line" coordorigin="0,0" coordsize="113,176">
            <v:group style="position:absolute;left:0;top:0;width:113;height:176" coordorigin="0,0" coordsize="113,176">
              <v:shape style="position:absolute;left:0;top:0;width:113;height:176" coordorigin="0,0" coordsize="113,176" path="m21,124l0,127,0,131,7,149,21,165,38,173,61,175,80,170,97,159,98,158,46,158,39,155,28,145,24,136,21,124xe" filled="true" fillcolor="#231f20" stroked="false">
                <v:path arrowok="t"/>
                <v:fill type="solid"/>
              </v:shape>
              <v:shape style="position:absolute;left:0;top:0;width:113;height:176" coordorigin="0,0" coordsize="113,176" path="m100,89l66,89,74,92,87,105,90,113,90,132,87,141,73,155,65,158,98,158,109,142,113,122,113,111,110,101,100,89xe" filled="true" fillcolor="#231f20" stroked="false">
                <v:path arrowok="t"/>
                <v:fill type="solid"/>
              </v:shape>
              <v:shape style="position:absolute;left:0;top:0;width:113;height:176" coordorigin="0,0" coordsize="113,176" path="m95,17l63,17,69,20,80,30,82,36,82,54,79,61,64,71,56,73,44,73,42,91,48,90,53,89,100,89,98,87,91,82,80,79,88,76,92,73,46,73,44,73,92,73,94,71,102,59,104,52,104,36,102,29,95,17xe" filled="true" fillcolor="#231f20" stroked="false">
                <v:path arrowok="t"/>
                <v:fill type="solid"/>
              </v:shape>
              <v:shape style="position:absolute;left:0;top:0;width:113;height:176" coordorigin="0,0" coordsize="113,176" path="m63,0l40,0,29,4,11,19,5,30,2,45,23,48,25,38,28,30,39,20,46,17,95,17,94,16,88,10,72,2,63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95pt;height:8.6pt;mso-position-horizontal-relative:char;mso-position-vertical-relative:line" coordorigin="0,0" coordsize="119,172">
            <v:group style="position:absolute;left:0;top:0;width:119;height:172" coordorigin="0,0" coordsize="119,172">
              <v:shape style="position:absolute;left:0;top:0;width:119;height:172" coordorigin="0,0" coordsize="119,172" path="m96,131l75,131,75,172,96,172,96,131xe" filled="true" fillcolor="#231f20" stroked="false">
                <v:path arrowok="t"/>
                <v:fill type="solid"/>
              </v:shape>
              <v:shape style="position:absolute;left:0;top:0;width:119;height:172" coordorigin="0,0" coordsize="119,172" path="m96,0l78,0,0,111,0,131,119,131,119,111,21,111,75,34,96,34,96,0xe" filled="true" fillcolor="#231f20" stroked="false">
                <v:path arrowok="t"/>
                <v:fill type="solid"/>
              </v:shape>
              <v:shape style="position:absolute;left:0;top:0;width:119;height:172" coordorigin="0,0" coordsize="119,172" path="m96,34l75,34,75,111,96,111,96,34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7pt;height:8.550pt;mso-position-horizontal-relative:char;mso-position-vertical-relative:line" coordorigin="0,0" coordsize="114,171">
            <v:group style="position:absolute;left:0;top:0;width:114;height:171" coordorigin="0,0" coordsize="114,171">
              <v:shape style="position:absolute;left:0;top:0;width:114;height:171" coordorigin="0,0" coordsize="114,171" path="m22,123l0,124,1,132,9,148,26,165,43,170,70,171,88,163,95,155,47,155,40,152,28,141,24,133,22,123xe" filled="true" fillcolor="#231f20" stroked="false">
                <v:path arrowok="t"/>
                <v:fill type="solid"/>
              </v:shape>
              <v:shape style="position:absolute;left:0;top:0;width:114;height:171" coordorigin="0,0" coordsize="114,171" path="m100,74l66,74,75,78,88,92,92,101,92,126,88,136,74,151,65,155,95,155,104,146,111,129,114,107,109,87,100,74xe" filled="true" fillcolor="#231f20" stroked="false">
                <v:path arrowok="t"/>
                <v:fill type="solid"/>
              </v:shape>
              <v:shape style="position:absolute;left:0;top:0;width:114;height:171" coordorigin="0,0" coordsize="114,171" path="m106,0l20,0,4,88,24,91,27,86,31,82,42,76,48,74,100,74,98,70,92,66,28,66,37,20,106,20,106,0xe" filled="true" fillcolor="#231f20" stroked="false">
                <v:path arrowok="t"/>
                <v:fill type="solid"/>
              </v:shape>
              <v:shape style="position:absolute;left:0;top:0;width:114;height:171" coordorigin="0,0" coordsize="114,171" path="m60,56l49,56,38,59,28,66,92,66,81,59,60,5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  <w:r>
        <w:rPr>
          <w:rFonts w:ascii="Arial"/>
          <w:sz w:val="17"/>
        </w:rPr>
        <w:tab/>
      </w:r>
      <w:r>
        <w:rPr>
          <w:rFonts w:ascii="Arial"/>
          <w:sz w:val="17"/>
        </w:rPr>
        <w:pict>
          <v:group style="width:5.65pt;height:8.75pt;mso-position-horizontal-relative:char;mso-position-vertical-relative:line" coordorigin="0,0" coordsize="113,175">
            <v:group style="position:absolute;left:0;top:0;width:113;height:175" coordorigin="0,0" coordsize="113,175">
              <v:shape style="position:absolute;left:0;top:0;width:113;height:175" coordorigin="0,0" coordsize="113,175" path="m48,0l3,54,0,106,3,126,10,144,21,160,38,171,59,174,69,174,79,172,95,162,99,157,53,157,47,155,36,148,31,143,25,130,24,123,24,104,27,96,40,82,20,82,42,22,47,18,53,16,98,16,90,7,74,1,48,0xe" filled="true" fillcolor="#231f20" stroked="false">
                <v:path arrowok="t"/>
                <v:fill type="solid"/>
              </v:shape>
              <v:shape style="position:absolute;left:0;top:0;width:113;height:175" coordorigin="0,0" coordsize="113,175" path="m100,78l68,78,76,82,88,96,91,104,91,129,88,139,75,153,68,157,99,157,101,155,111,136,113,126,113,112,109,92,100,78xe" filled="true" fillcolor="#231f20" stroked="false">
                <v:path arrowok="t"/>
                <v:fill type="solid"/>
              </v:shape>
              <v:shape style="position:absolute;left:0;top:0;width:113;height:175" coordorigin="0,0" coordsize="113,175" path="m76,60l54,60,46,62,32,69,26,75,20,82,40,82,40,82,48,78,100,78,98,75,88,65,76,60xe" filled="true" fillcolor="#231f20" stroked="false">
                <v:path arrowok="t"/>
                <v:fill type="solid"/>
              </v:shape>
              <v:shape style="position:absolute;left:0;top:0;width:113;height:175" coordorigin="0,0" coordsize="113,175" path="m98,16l68,16,75,19,81,25,84,29,87,35,89,43,110,42,104,23,98,1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7"/>
        </w:rPr>
      </w:r>
    </w:p>
    <w:p>
      <w:pPr>
        <w:spacing w:line="240" w:lineRule="auto" w:before="1"/>
        <w:rPr>
          <w:rFonts w:ascii="Arial" w:hAnsi="Arial" w:cs="Arial" w:eastAsia="Arial"/>
          <w:sz w:val="5"/>
          <w:szCs w:val="5"/>
        </w:rPr>
      </w:pPr>
    </w:p>
    <w:p>
      <w:pPr>
        <w:spacing w:line="200" w:lineRule="atLeast"/>
        <w:ind w:left="304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5.15pt;height:43.3pt;mso-position-horizontal-relative:char;mso-position-vertical-relative:line" coordorigin="0,0" coordsize="4303,866">
            <v:group style="position:absolute;left:10;top:382;width:4283;height:2" coordorigin="10,382" coordsize="4283,2">
              <v:shape style="position:absolute;left:10;top:382;width:4283;height:2" coordorigin="10,382" coordsize="4283,0" path="m10,382l4292,382e" filled="false" stroked="true" strokeweight="1pt" strokecolor="#231f20">
                <v:path arrowok="t"/>
              </v:shape>
            </v:group>
            <v:group style="position:absolute;left:311;top:22;width:2;height:369" coordorigin="311,22" coordsize="2,369">
              <v:shape style="position:absolute;left:311;top:22;width:2;height:369" coordorigin="311,22" coordsize="0,369" path="m311,22l311,391e" filled="false" stroked="true" strokeweight="1pt" strokecolor="#231f20">
                <v:path arrowok="t"/>
              </v:shape>
            </v:group>
            <v:group style="position:absolute;left:2494;top:22;width:2;height:506" coordorigin="2494,22" coordsize="2,506">
              <v:shape style="position:absolute;left:2494;top:22;width:2;height:506" coordorigin="2494,22" coordsize="0,506" path="m2494,22l2494,528e" filled="false" stroked="true" strokeweight="2.2345pt" strokecolor="#231f20">
                <v:path arrowok="t"/>
              </v:shape>
            </v:group>
            <v:group style="position:absolute;left:1034;top:22;width:2;height:360" coordorigin="1034,22" coordsize="2,360">
              <v:shape style="position:absolute;left:1034;top:22;width:2;height:360" coordorigin="1034,22" coordsize="0,360" path="m1034,22l1034,382e" filled="false" stroked="true" strokeweight="1pt" strokecolor="#231f20">
                <v:path arrowok="t"/>
              </v:shape>
            </v:group>
            <v:group style="position:absolute;left:1783;top:22;width:2;height:360" coordorigin="1783,22" coordsize="2,360">
              <v:shape style="position:absolute;left:1783;top:22;width:2;height:360" coordorigin="1783,22" coordsize="0,360" path="m1783,22l1783,382e" filled="false" stroked="true" strokeweight="1pt" strokecolor="#231f20">
                <v:path arrowok="t"/>
              </v:shape>
            </v:group>
            <v:group style="position:absolute;left:3255;top:22;width:2;height:360" coordorigin="3255,22" coordsize="2,360">
              <v:shape style="position:absolute;left:3255;top:22;width:2;height:360" coordorigin="3255,22" coordsize="0,360" path="m3255,22l3255,382e" filled="false" stroked="true" strokeweight="1pt" strokecolor="#231f20">
                <v:path arrowok="t"/>
              </v:shape>
            </v:group>
            <v:group style="position:absolute;left:3991;top:22;width:2;height:360" coordorigin="3991,22" coordsize="2,360">
              <v:shape style="position:absolute;left:3991;top:22;width:2;height:360" coordorigin="3991,22" coordsize="0,360" path="m3991,22l3991,382e" filled="false" stroked="true" strokeweight="1pt" strokecolor="#231f20">
                <v:path arrowok="t"/>
              </v:shape>
            </v:group>
            <v:group style="position:absolute;left:4282;top:202;width:2;height:180" coordorigin="4282,202" coordsize="2,180">
              <v:shape style="position:absolute;left:4282;top:202;width:2;height:180" coordorigin="4282,202" coordsize="0,180" path="m4282,202l4282,382e" filled="false" stroked="true" strokeweight="1pt" strokecolor="#231f20">
                <v:path arrowok="t"/>
              </v:shape>
            </v:group>
            <v:group style="position:absolute;left:4209;top:202;width:2;height:180" coordorigin="4209,202" coordsize="2,180">
              <v:shape style="position:absolute;left:4209;top:202;width:2;height:180" coordorigin="4209,202" coordsize="0,180" path="m4209,202l4209,382e" filled="false" stroked="true" strokeweight="1pt" strokecolor="#231f20">
                <v:path arrowok="t"/>
              </v:shape>
            </v:group>
            <v:group style="position:absolute;left:4137;top:202;width:2;height:180" coordorigin="4137,202" coordsize="2,180">
              <v:shape style="position:absolute;left:4137;top:202;width:2;height:180" coordorigin="4137,202" coordsize="0,180" path="m4137,202l4137,382e" filled="false" stroked="true" strokeweight="1pt" strokecolor="#231f20">
                <v:path arrowok="t"/>
              </v:shape>
            </v:group>
            <v:group style="position:absolute;left:4064;top:202;width:2;height:180" coordorigin="4064,202" coordsize="2,180">
              <v:shape style="position:absolute;left:4064;top:202;width:2;height:180" coordorigin="4064,202" coordsize="0,180" path="m4064,202l4064,382e" filled="false" stroked="true" strokeweight="1pt" strokecolor="#231f20">
                <v:path arrowok="t"/>
              </v:shape>
            </v:group>
            <v:group style="position:absolute;left:3917;top:202;width:2;height:180" coordorigin="3917,202" coordsize="2,180">
              <v:shape style="position:absolute;left:3917;top:202;width:2;height:180" coordorigin="3917,202" coordsize="0,180" path="m3917,202l3917,382e" filled="false" stroked="true" strokeweight="1pt" strokecolor="#231f20">
                <v:path arrowok="t"/>
              </v:shape>
            </v:group>
            <v:group style="position:absolute;left:3842;top:202;width:2;height:180" coordorigin="3842,202" coordsize="2,180">
              <v:shape style="position:absolute;left:3842;top:202;width:2;height:180" coordorigin="3842,202" coordsize="0,180" path="m3842,202l3842,382e" filled="false" stroked="true" strokeweight="1pt" strokecolor="#231f20">
                <v:path arrowok="t"/>
              </v:shape>
            </v:group>
            <v:group style="position:absolute;left:3767;top:202;width:2;height:180" coordorigin="3767,202" coordsize="2,180">
              <v:shape style="position:absolute;left:3767;top:202;width:2;height:180" coordorigin="3767,202" coordsize="0,180" path="m3767,202l3767,382e" filled="false" stroked="true" strokeweight="1pt" strokecolor="#231f20">
                <v:path arrowok="t"/>
              </v:shape>
            </v:group>
            <v:group style="position:absolute;left:3692;top:202;width:2;height:180" coordorigin="3692,202" coordsize="2,180">
              <v:shape style="position:absolute;left:3692;top:202;width:2;height:180" coordorigin="3692,202" coordsize="0,180" path="m3692,202l3692,382e" filled="false" stroked="true" strokeweight="1pt" strokecolor="#231f20">
                <v:path arrowok="t"/>
              </v:shape>
            </v:group>
            <v:group style="position:absolute;left:3617;top:122;width:2;height:260" coordorigin="3617,122" coordsize="2,260">
              <v:shape style="position:absolute;left:3617;top:122;width:2;height:260" coordorigin="3617,122" coordsize="0,260" path="m3617,122l3617,382e" filled="false" stroked="true" strokeweight="1pt" strokecolor="#231f20">
                <v:path arrowok="t"/>
              </v:shape>
            </v:group>
            <v:group style="position:absolute;left:3545;top:202;width:2;height:180" coordorigin="3545,202" coordsize="2,180">
              <v:shape style="position:absolute;left:3545;top:202;width:2;height:180" coordorigin="3545,202" coordsize="0,180" path="m3545,202l3545,382e" filled="false" stroked="true" strokeweight="1pt" strokecolor="#231f20">
                <v:path arrowok="t"/>
              </v:shape>
            </v:group>
            <v:group style="position:absolute;left:3472;top:202;width:2;height:180" coordorigin="3472,202" coordsize="2,180">
              <v:shape style="position:absolute;left:3472;top:202;width:2;height:180" coordorigin="3472,202" coordsize="0,180" path="m3472,202l3472,382e" filled="false" stroked="true" strokeweight="1pt" strokecolor="#231f20">
                <v:path arrowok="t"/>
              </v:shape>
            </v:group>
            <v:group style="position:absolute;left:3400;top:202;width:2;height:180" coordorigin="3400,202" coordsize="2,180">
              <v:shape style="position:absolute;left:3400;top:202;width:2;height:180" coordorigin="3400,202" coordsize="0,180" path="m3400,202l3400,382e" filled="false" stroked="true" strokeweight="1pt" strokecolor="#231f20">
                <v:path arrowok="t"/>
              </v:shape>
            </v:group>
            <v:group style="position:absolute;left:3328;top:202;width:2;height:180" coordorigin="3328,202" coordsize="2,180">
              <v:shape style="position:absolute;left:3328;top:202;width:2;height:180" coordorigin="3328,202" coordsize="0,180" path="m3328,202l3328,382e" filled="false" stroked="true" strokeweight="1pt" strokecolor="#231f20">
                <v:path arrowok="t"/>
              </v:shape>
            </v:group>
            <v:group style="position:absolute;left:3180;top:202;width:2;height:180" coordorigin="3180,202" coordsize="2,180">
              <v:shape style="position:absolute;left:3180;top:202;width:2;height:180" coordorigin="3180,202" coordsize="0,180" path="m3180,202l3180,382e" filled="false" stroked="true" strokeweight="1pt" strokecolor="#231f20">
                <v:path arrowok="t"/>
              </v:shape>
            </v:group>
            <v:group style="position:absolute;left:3105;top:202;width:2;height:180" coordorigin="3105,202" coordsize="2,180">
              <v:shape style="position:absolute;left:3105;top:202;width:2;height:180" coordorigin="3105,202" coordsize="0,180" path="m3105,202l3105,382e" filled="false" stroked="true" strokeweight="1pt" strokecolor="#231f20">
                <v:path arrowok="t"/>
              </v:shape>
            </v:group>
            <v:group style="position:absolute;left:3030;top:202;width:2;height:180" coordorigin="3030,202" coordsize="2,180">
              <v:shape style="position:absolute;left:3030;top:202;width:2;height:180" coordorigin="3030,202" coordsize="0,180" path="m3030,202l3030,382e" filled="false" stroked="true" strokeweight="1pt" strokecolor="#231f20">
                <v:path arrowok="t"/>
              </v:shape>
            </v:group>
            <v:group style="position:absolute;left:2956;top:202;width:2;height:180" coordorigin="2956,202" coordsize="2,180">
              <v:shape style="position:absolute;left:2956;top:202;width:2;height:180" coordorigin="2956,202" coordsize="0,180" path="m2956,202l2956,382e" filled="false" stroked="true" strokeweight="1pt" strokecolor="#231f20">
                <v:path arrowok="t"/>
              </v:shape>
            </v:group>
            <v:group style="position:absolute;left:2881;top:122;width:2;height:260" coordorigin="2881,122" coordsize="2,260">
              <v:shape style="position:absolute;left:2881;top:122;width:2;height:260" coordorigin="2881,122" coordsize="0,260" path="m2881,122l2881,382e" filled="false" stroked="true" strokeweight="1pt" strokecolor="#231f20">
                <v:path arrowok="t"/>
              </v:shape>
            </v:group>
            <v:group style="position:absolute;left:2806;top:202;width:2;height:180" coordorigin="2806,202" coordsize="2,180">
              <v:shape style="position:absolute;left:2806;top:202;width:2;height:180" coordorigin="2806,202" coordsize="0,180" path="m2806,202l2806,382e" filled="false" stroked="true" strokeweight="1pt" strokecolor="#231f20">
                <v:path arrowok="t"/>
              </v:shape>
            </v:group>
            <v:group style="position:absolute;left:2731;top:202;width:2;height:180" coordorigin="2731,202" coordsize="2,180">
              <v:shape style="position:absolute;left:2731;top:202;width:2;height:180" coordorigin="2731,202" coordsize="0,180" path="m2731,202l2731,382e" filled="false" stroked="true" strokeweight="1pt" strokecolor="#231f20">
                <v:path arrowok="t"/>
              </v:shape>
            </v:group>
            <v:group style="position:absolute;left:2656;top:202;width:2;height:180" coordorigin="2656,202" coordsize="2,180">
              <v:shape style="position:absolute;left:2656;top:202;width:2;height:180" coordorigin="2656,202" coordsize="0,180" path="m2656,202l2656,382e" filled="false" stroked="true" strokeweight="1pt" strokecolor="#231f20">
                <v:path arrowok="t"/>
              </v:shape>
            </v:group>
            <v:group style="position:absolute;left:2567;top:202;width:2;height:333" coordorigin="2567,202" coordsize="2,333">
              <v:shape style="position:absolute;left:2567;top:202;width:2;height:333" coordorigin="2567,202" coordsize="0,333" path="m2567,202l2567,535e" filled="false" stroked="true" strokeweight="2.393pt" strokecolor="#231f20">
                <v:path arrowok="t"/>
              </v:shape>
            </v:group>
            <v:group style="position:absolute;left:961;top:202;width:2;height:180" coordorigin="961,202" coordsize="2,180">
              <v:shape style="position:absolute;left:961;top:202;width:2;height:180" coordorigin="961,202" coordsize="0,180" path="m961,202l961,382e" filled="false" stroked="true" strokeweight="1pt" strokecolor="#231f20">
                <v:path arrowok="t"/>
              </v:shape>
            </v:group>
            <v:group style="position:absolute;left:889;top:202;width:2;height:180" coordorigin="889,202" coordsize="2,180">
              <v:shape style="position:absolute;left:889;top:202;width:2;height:180" coordorigin="889,202" coordsize="0,180" path="m889,202l889,382e" filled="false" stroked="true" strokeweight="1pt" strokecolor="#231f20">
                <v:path arrowok="t"/>
              </v:shape>
            </v:group>
            <v:group style="position:absolute;left:817;top:202;width:2;height:180" coordorigin="817,202" coordsize="2,180">
              <v:shape style="position:absolute;left:817;top:202;width:2;height:180" coordorigin="817,202" coordsize="0,180" path="m817,202l817,382e" filled="false" stroked="true" strokeweight="1pt" strokecolor="#231f20">
                <v:path arrowok="t"/>
              </v:shape>
            </v:group>
            <v:group style="position:absolute;left:744;top:202;width:2;height:180" coordorigin="744,202" coordsize="2,180">
              <v:shape style="position:absolute;left:744;top:202;width:2;height:180" coordorigin="744,202" coordsize="0,180" path="m744,202l744,382e" filled="false" stroked="true" strokeweight="1pt" strokecolor="#231f20">
                <v:path arrowok="t"/>
              </v:shape>
            </v:group>
            <v:group style="position:absolute;left:672;top:122;width:2;height:260" coordorigin="672,122" coordsize="2,260">
              <v:shape style="position:absolute;left:672;top:122;width:2;height:260" coordorigin="672,122" coordsize="0,260" path="m672,122l672,382e" filled="false" stroked="true" strokeweight="1pt" strokecolor="#231f20">
                <v:path arrowok="t"/>
              </v:shape>
            </v:group>
            <v:group style="position:absolute;left:600;top:202;width:2;height:180" coordorigin="600,202" coordsize="2,180">
              <v:shape style="position:absolute;left:600;top:202;width:2;height:180" coordorigin="600,202" coordsize="0,180" path="m600,202l600,382e" filled="false" stroked="true" strokeweight="1pt" strokecolor="#231f20">
                <v:path arrowok="t"/>
              </v:shape>
            </v:group>
            <v:group style="position:absolute;left:528;top:202;width:2;height:180" coordorigin="528,202" coordsize="2,180">
              <v:shape style="position:absolute;left:528;top:202;width:2;height:180" coordorigin="528,202" coordsize="0,180" path="m528,202l528,382e" filled="false" stroked="true" strokeweight="1pt" strokecolor="#231f20">
                <v:path arrowok="t"/>
              </v:shape>
            </v:group>
            <v:group style="position:absolute;left:455;top:202;width:2;height:180" coordorigin="455,202" coordsize="2,180">
              <v:shape style="position:absolute;left:455;top:202;width:2;height:180" coordorigin="455,202" coordsize="0,180" path="m455,202l455,382e" filled="false" stroked="true" strokeweight="1pt" strokecolor="#231f20">
                <v:path arrowok="t"/>
              </v:shape>
            </v:group>
            <v:group style="position:absolute;left:383;top:202;width:2;height:180" coordorigin="383,202" coordsize="2,180">
              <v:shape style="position:absolute;left:383;top:202;width:2;height:180" coordorigin="383,202" coordsize="0,180" path="m383,202l383,382e" filled="false" stroked="true" strokeweight="1pt" strokecolor="#231f20">
                <v:path arrowok="t"/>
              </v:shape>
            </v:group>
            <v:group style="position:absolute;left:1708;top:202;width:2;height:180" coordorigin="1708,202" coordsize="2,180">
              <v:shape style="position:absolute;left:1708;top:202;width:2;height:180" coordorigin="1708,202" coordsize="0,180" path="m1708,202l1708,382e" filled="false" stroked="true" strokeweight="1pt" strokecolor="#231f20">
                <v:path arrowok="t"/>
              </v:shape>
            </v:group>
            <v:group style="position:absolute;left:1633;top:202;width:2;height:180" coordorigin="1633,202" coordsize="2,180">
              <v:shape style="position:absolute;left:1633;top:202;width:2;height:180" coordorigin="1633,202" coordsize="0,180" path="m1633,202l1633,382e" filled="false" stroked="true" strokeweight="1pt" strokecolor="#231f20">
                <v:path arrowok="t"/>
              </v:shape>
            </v:group>
            <v:group style="position:absolute;left:1558;top:202;width:2;height:180" coordorigin="1558,202" coordsize="2,180">
              <v:shape style="position:absolute;left:1558;top:202;width:2;height:180" coordorigin="1558,202" coordsize="0,180" path="m1558,202l1558,382e" filled="false" stroked="true" strokeweight="1pt" strokecolor="#231f20">
                <v:path arrowok="t"/>
              </v:shape>
            </v:group>
            <v:group style="position:absolute;left:1483;top:202;width:2;height:180" coordorigin="1483,202" coordsize="2,180">
              <v:shape style="position:absolute;left:1483;top:202;width:2;height:180" coordorigin="1483,202" coordsize="0,180" path="m1483,202l1483,382e" filled="false" stroked="true" strokeweight="1pt" strokecolor="#231f20">
                <v:path arrowok="t"/>
              </v:shape>
            </v:group>
            <v:group style="position:absolute;left:1372;top:842;width:1785;height:2" coordorigin="1372,842" coordsize="1785,2">
              <v:shape style="position:absolute;left:1372;top:842;width:1785;height:2" coordorigin="1372,842" coordsize="1785,1" path="m1372,842l3156,842e" filled="false" stroked="true" strokeweight="1pt" strokecolor="#231f20">
                <v:path arrowok="t"/>
              </v:shape>
            </v:group>
            <v:group style="position:absolute;left:1395;top:122;width:2;height:720" coordorigin="1395,122" coordsize="2,720">
              <v:shape style="position:absolute;left:1395;top:122;width:2;height:720" coordorigin="1395,122" coordsize="0,720" path="m1395,122l1395,842e" filled="false" stroked="true" strokeweight="2.3588pt" strokecolor="#231f20">
                <v:path arrowok="t"/>
              </v:shape>
            </v:group>
            <v:group style="position:absolute;left:1333;top:202;width:2;height:180" coordorigin="1333,202" coordsize="2,180">
              <v:shape style="position:absolute;left:1333;top:202;width:2;height:180" coordorigin="1333,202" coordsize="0,180" path="m1333,202l1333,382e" filled="false" stroked="true" strokeweight="1pt" strokecolor="#231f20">
                <v:path arrowok="t"/>
              </v:shape>
            </v:group>
            <v:group style="position:absolute;left:1259;top:202;width:2;height:180" coordorigin="1259,202" coordsize="2,180">
              <v:shape style="position:absolute;left:1259;top:202;width:2;height:180" coordorigin="1259,202" coordsize="0,180" path="m1259,202l1259,382e" filled="false" stroked="true" strokeweight="1pt" strokecolor="#231f20">
                <v:path arrowok="t"/>
              </v:shape>
            </v:group>
            <v:group style="position:absolute;left:1184;top:202;width:2;height:180" coordorigin="1184,202" coordsize="2,180">
              <v:shape style="position:absolute;left:1184;top:202;width:2;height:180" coordorigin="1184,202" coordsize="0,180" path="m1184,202l1184,382e" filled="false" stroked="true" strokeweight="1pt" strokecolor="#231f20">
                <v:path arrowok="t"/>
              </v:shape>
            </v:group>
            <v:group style="position:absolute;left:1109;top:202;width:2;height:180" coordorigin="1109,202" coordsize="2,180">
              <v:shape style="position:absolute;left:1109;top:202;width:2;height:180" coordorigin="1109,202" coordsize="0,180" path="m1109,202l1109,382e" filled="false" stroked="true" strokeweight="1pt" strokecolor="#231f20">
                <v:path arrowok="t"/>
              </v:shape>
            </v:group>
            <v:group style="position:absolute;left:2422;top:202;width:2;height:333" coordorigin="2422,202" coordsize="2,333">
              <v:shape style="position:absolute;left:2422;top:202;width:2;height:333" coordorigin="2422,202" coordsize="0,333" path="m2422,202l2422,535e" filled="false" stroked="true" strokeweight="2.207pt" strokecolor="#231f20">
                <v:path arrowok="t"/>
              </v:shape>
            </v:group>
            <v:group style="position:absolute;left:2358;top:202;width:2;height:446" coordorigin="2358,202" coordsize="2,446">
              <v:shape style="position:absolute;left:2358;top:202;width:2;height:446" coordorigin="2358,202" coordsize="0,446" path="m2358,202l2358,648e" filled="false" stroked="true" strokeweight="1.389pt" strokecolor="#231f20">
                <v:path arrowok="t"/>
              </v:shape>
            </v:group>
            <v:group style="position:absolute;left:2290;top:202;width:2;height:333" coordorigin="2290,202" coordsize="2,333">
              <v:shape style="position:absolute;left:2290;top:202;width:2;height:333" coordorigin="2290,202" coordsize="0,333" path="m2290,202l2290,535e" filled="false" stroked="true" strokeweight="1.042pt" strokecolor="#231f20">
                <v:path arrowok="t"/>
              </v:shape>
            </v:group>
            <v:group style="position:absolute;left:2222;top:202;width:2;height:333" coordorigin="2222,202" coordsize="2,333">
              <v:shape style="position:absolute;left:2222;top:202;width:2;height:333" coordorigin="2222,202" coordsize="0,333" path="m2222,202l2222,535e" filled="false" stroked="true" strokeweight="1.473pt" strokecolor="#231f20">
                <v:path arrowok="t"/>
              </v:shape>
            </v:group>
            <v:group style="position:absolute;left:2154;top:122;width:2;height:413" coordorigin="2154,122" coordsize="2,413">
              <v:shape style="position:absolute;left:2154;top:122;width:2;height:413" coordorigin="2154,122" coordsize="0,413" path="m2154,122l2154,535e" filled="false" stroked="true" strokeweight="1.904pt" strokecolor="#231f20">
                <v:path arrowok="t"/>
              </v:shape>
            </v:group>
            <v:group style="position:absolute;left:2086;top:202;width:2;height:333" coordorigin="2086,202" coordsize="2,333">
              <v:shape style="position:absolute;left:2086;top:202;width:2;height:333" coordorigin="2086,202" coordsize="0,333" path="m2086,202l2086,535e" filled="false" stroked="true" strokeweight="2.334pt" strokecolor="#231f20">
                <v:path arrowok="t"/>
              </v:shape>
            </v:group>
            <v:group style="position:absolute;left:2000;top:202;width:2;height:180" coordorigin="2000,202" coordsize="2,180">
              <v:shape style="position:absolute;left:2000;top:202;width:2;height:180" coordorigin="2000,202" coordsize="0,180" path="m2000,202l2000,382e" filled="false" stroked="true" strokeweight="1pt" strokecolor="#231f20">
                <v:path arrowok="t"/>
              </v:shape>
            </v:group>
            <v:group style="position:absolute;left:1928;top:202;width:2;height:180" coordorigin="1928,202" coordsize="2,180">
              <v:shape style="position:absolute;left:1928;top:202;width:2;height:180" coordorigin="1928,202" coordsize="0,180" path="m1928,202l1928,382e" filled="false" stroked="true" strokeweight="1pt" strokecolor="#231f20">
                <v:path arrowok="t"/>
              </v:shape>
            </v:group>
            <v:group style="position:absolute;left:1855;top:202;width:2;height:180" coordorigin="1855,202" coordsize="2,180">
              <v:shape style="position:absolute;left:1855;top:202;width:2;height:180" coordorigin="1855,202" coordsize="0,180" path="m1855,202l1855,382e" filled="false" stroked="true" strokeweight="1pt" strokecolor="#231f20">
                <v:path arrowok="t"/>
              </v:shape>
            </v:group>
            <v:group style="position:absolute;left:238;top:202;width:2;height:180" coordorigin="238,202" coordsize="2,180">
              <v:shape style="position:absolute;left:238;top:202;width:2;height:180" coordorigin="238,202" coordsize="0,180" path="m238,202l238,382e" filled="false" stroked="true" strokeweight="1pt" strokecolor="#231f20">
                <v:path arrowok="t"/>
              </v:shape>
            </v:group>
            <v:group style="position:absolute;left:165;top:202;width:2;height:180" coordorigin="165,202" coordsize="2,180">
              <v:shape style="position:absolute;left:165;top:202;width:2;height:180" coordorigin="165,202" coordsize="0,180" path="m165,202l165,382e" filled="false" stroked="true" strokeweight="1pt" strokecolor="#231f20">
                <v:path arrowok="t"/>
              </v:shape>
            </v:group>
            <v:group style="position:absolute;left:93;top:202;width:2;height:180" coordorigin="93,202" coordsize="2,180">
              <v:shape style="position:absolute;left:93;top:202;width:2;height:180" coordorigin="93,202" coordsize="0,180" path="m93,202l93,382e" filled="false" stroked="true" strokeweight="1pt" strokecolor="#231f20">
                <v:path arrowok="t"/>
              </v:shape>
            </v:group>
            <v:group style="position:absolute;left:20;top:201;width:2;height:180" coordorigin="20,201" coordsize="2,180">
              <v:shape style="position:absolute;left:20;top:201;width:2;height:180" coordorigin="20,201" coordsize="0,180" path="m20,201l20,381e" filled="false" stroked="true" strokeweight="1pt" strokecolor="#231f20">
                <v:path arrowok="t"/>
              </v:shape>
            </v:group>
            <v:group style="position:absolute;left:2035;top:388;width:2;height:254" coordorigin="2035,388" coordsize="2,254">
              <v:shape style="position:absolute;left:2035;top:388;width:2;height:254" coordorigin="2035,388" coordsize="0,254" path="m2035,388l2035,642e" filled="false" stroked="true" strokeweight="1pt" strokecolor="#231f20">
                <v:path arrowok="t"/>
              </v:shape>
            </v:group>
            <v:group style="position:absolute;left:2690;top:388;width:2;height:254" coordorigin="2690,388" coordsize="2,254">
              <v:shape style="position:absolute;left:2690;top:388;width:2;height:254" coordorigin="2690,388" coordsize="0,254" path="m2690,388l2690,642e" filled="false" stroked="true" strokeweight="1pt" strokecolor="#231f20">
                <v:path arrowok="t"/>
              </v:shape>
            </v:group>
            <v:group style="position:absolute;left:2625;top:388;width:2;height:147" coordorigin="2625,388" coordsize="2,147">
              <v:shape style="position:absolute;left:2625;top:388;width:2;height:147" coordorigin="2625,388" coordsize="0,147" path="m2625,388l2625,535e" filled="false" stroked="true" strokeweight="1pt" strokecolor="#231f20">
                <v:path arrowok="t"/>
              </v:shape>
            </v:group>
            <v:group style="position:absolute;left:3146;top:392;width:2;height:451" coordorigin="3146,392" coordsize="2,451">
              <v:shape style="position:absolute;left:3146;top:392;width:2;height:451" coordorigin="3146,392" coordsize="0,451" path="m3146,392l3146,842e" filled="false" stroked="true" strokeweight="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5"/>
          <w:szCs w:val="15"/>
        </w:rPr>
      </w:pPr>
    </w:p>
    <w:p>
      <w:pPr>
        <w:spacing w:line="20" w:lineRule="atLeast"/>
        <w:ind w:left="91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5pt;height:.5pt;mso-position-horizontal-relative:char;mso-position-vertical-relative:line" coordorigin="0,0" coordsize="9010,10">
            <v:group style="position:absolute;left:5;top:5;width:9000;height:2" coordorigin="5,5" coordsize="9000,2">
              <v:shape style="position:absolute;left:5;top:5;width:9000;height:2" coordorigin="5,5" coordsize="9000,0" path="m5,5l900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7"/>
        </w:numPr>
        <w:tabs>
          <w:tab w:pos="1460" w:val="left" w:leader="none"/>
        </w:tabs>
        <w:spacing w:line="284" w:lineRule="auto" w:before="72" w:after="0"/>
        <w:ind w:left="1820" w:right="1054" w:hanging="720"/>
        <w:jc w:val="left"/>
      </w:pPr>
      <w:r>
        <w:rPr>
          <w:color w:val="4C4D4F"/>
          <w:spacing w:val="-1"/>
        </w:rPr>
        <w:t>a.</w:t>
      </w:r>
      <w:r>
        <w:rPr>
          <w:color w:val="4C4D4F"/>
        </w:rPr>
        <w:t> 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Read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micrometer measurement. The micrometer is</w:t>
      </w:r>
      <w:r>
        <w:rPr>
          <w:color w:val="4C4D4F"/>
        </w:rPr>
        <w:t> </w:t>
      </w:r>
      <w:r>
        <w:rPr>
          <w:color w:val="4C4D4F"/>
          <w:spacing w:val="-1"/>
        </w:rPr>
        <w:t>calibrated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metric</w:t>
      </w:r>
      <w:r>
        <w:rPr>
          <w:color w:val="4C4D4F"/>
          <w:spacing w:val="42"/>
        </w:rPr>
        <w:t> </w:t>
      </w:r>
      <w:r>
        <w:rPr>
          <w:color w:val="4C4D4F"/>
          <w:spacing w:val="-2"/>
        </w:rPr>
        <w:t>units.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429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48.85pt;height:54pt;mso-position-horizontal-relative:char;mso-position-vertical-relative:line" coordorigin="0,0" coordsize="2977,1080">
            <v:group style="position:absolute;left:55;top:611;width:2655;height:2" coordorigin="55,611" coordsize="2655,2">
              <v:shape style="position:absolute;left:55;top:611;width:2655;height:2" coordorigin="55,611" coordsize="2655,0" path="m55,611l2710,611e" filled="false" stroked="true" strokeweight="1pt" strokecolor="#231f20">
                <v:path arrowok="t"/>
              </v:shape>
            </v:group>
            <v:group style="position:absolute;left:67;top:251;width:2;height:369" coordorigin="67,251" coordsize="2,369">
              <v:shape style="position:absolute;left:67;top:251;width:2;height:369" coordorigin="67,251" coordsize="0,369" path="m67,251l67,620e" filled="false" stroked="true" strokeweight="1pt" strokecolor="#231f20">
                <v:path arrowok="t"/>
              </v:shape>
            </v:group>
            <v:group style="position:absolute;left:790;top:251;width:2;height:360" coordorigin="790,251" coordsize="2,360">
              <v:shape style="position:absolute;left:790;top:251;width:2;height:360" coordorigin="790,251" coordsize="0,360" path="m790,251l790,611e" filled="false" stroked="true" strokeweight="1pt" strokecolor="#231f20">
                <v:path arrowok="t"/>
              </v:shape>
            </v:group>
            <v:group style="position:absolute;left:1540;top:251;width:2;height:360" coordorigin="1540,251" coordsize="2,360">
              <v:shape style="position:absolute;left:1540;top:251;width:2;height:360" coordorigin="1540,251" coordsize="0,360" path="m1540,251l1540,611e" filled="false" stroked="true" strokeweight="1pt" strokecolor="#231f20">
                <v:path arrowok="t"/>
              </v:shape>
            </v:group>
            <v:group style="position:absolute;left:646;top:431;width:2;height:180" coordorigin="646,431" coordsize="2,180">
              <v:shape style="position:absolute;left:646;top:431;width:2;height:180" coordorigin="646,431" coordsize="0,180" path="m646,431l646,611e" filled="false" stroked="true" strokeweight="1pt" strokecolor="#231f20">
                <v:path arrowok="t"/>
              </v:shape>
            </v:group>
            <v:group style="position:absolute;left:501;top:431;width:2;height:180" coordorigin="501,431" coordsize="2,180">
              <v:shape style="position:absolute;left:501;top:431;width:2;height:180" coordorigin="501,431" coordsize="0,180" path="m501,431l501,611e" filled="false" stroked="true" strokeweight="1pt" strokecolor="#231f20">
                <v:path arrowok="t"/>
              </v:shape>
            </v:group>
            <v:group style="position:absolute;left:356;top:431;width:2;height:180" coordorigin="356,431" coordsize="2,180">
              <v:shape style="position:absolute;left:356;top:431;width:2;height:180" coordorigin="356,431" coordsize="0,180" path="m356,431l356,611e" filled="false" stroked="true" strokeweight="1pt" strokecolor="#231f20">
                <v:path arrowok="t"/>
              </v:shape>
            </v:group>
            <v:group style="position:absolute;left:212;top:431;width:2;height:180" coordorigin="212,431" coordsize="2,180">
              <v:shape style="position:absolute;left:212;top:431;width:2;height:180" coordorigin="212,431" coordsize="0,180" path="m212,431l212,611e" filled="false" stroked="true" strokeweight="1pt" strokecolor="#231f20">
                <v:path arrowok="t"/>
              </v:shape>
            </v:group>
            <v:group style="position:absolute;left:1390;top:431;width:2;height:180" coordorigin="1390,431" coordsize="2,180">
              <v:shape style="position:absolute;left:1390;top:431;width:2;height:180" coordorigin="1390,431" coordsize="0,180" path="m1390,431l1390,611e" filled="false" stroked="true" strokeweight="1pt" strokecolor="#231f20">
                <v:path arrowok="t"/>
              </v:shape>
            </v:group>
            <v:group style="position:absolute;left:1240;top:431;width:2;height:180" coordorigin="1240,431" coordsize="2,180">
              <v:shape style="position:absolute;left:1240;top:431;width:2;height:180" coordorigin="1240,431" coordsize="0,180" path="m1240,431l1240,611e" filled="false" stroked="true" strokeweight="1pt" strokecolor="#231f20">
                <v:path arrowok="t"/>
              </v:shape>
            </v:group>
            <v:group style="position:absolute;left:1090;top:431;width:2;height:180" coordorigin="1090,431" coordsize="2,180">
              <v:shape style="position:absolute;left:1090;top:431;width:2;height:180" coordorigin="1090,431" coordsize="0,180" path="m1090,431l1090,611e" filled="false" stroked="true" strokeweight="1pt" strokecolor="#231f20">
                <v:path arrowok="t"/>
              </v:shape>
            </v:group>
            <v:group style="position:absolute;left:940;top:431;width:2;height:180" coordorigin="940,431" coordsize="2,180">
              <v:shape style="position:absolute;left:940;top:431;width:2;height:180" coordorigin="940,431" coordsize="0,180" path="m940,431l940,611e" filled="false" stroked="true" strokeweight="1pt" strokecolor="#231f20">
                <v:path arrowok="t"/>
              </v:shape>
            </v:group>
            <v:group style="position:absolute;left:1684;top:431;width:2;height:180" coordorigin="1684,431" coordsize="2,180">
              <v:shape style="position:absolute;left:1684;top:431;width:2;height:180" coordorigin="1684,431" coordsize="0,180" path="m1684,431l1684,611e" filled="false" stroked="true" strokeweight="1pt" strokecolor="#231f20">
                <v:path arrowok="t"/>
              </v:shape>
            </v:group>
            <v:group style="position:absolute;left:580;top:621;width:2;height:180" coordorigin="580,621" coordsize="2,180">
              <v:shape style="position:absolute;left:580;top:621;width:2;height:180" coordorigin="580,621" coordsize="0,180" path="m580,621l580,801e" filled="false" stroked="true" strokeweight="1pt" strokecolor="#231f20">
                <v:path arrowok="t"/>
              </v:shape>
            </v:group>
            <v:group style="position:absolute;left:432;top:621;width:2;height:180" coordorigin="432,621" coordsize="2,180">
              <v:shape style="position:absolute;left:432;top:621;width:2;height:180" coordorigin="432,621" coordsize="0,180" path="m432,621l432,801e" filled="false" stroked="true" strokeweight="1pt" strokecolor="#231f20">
                <v:path arrowok="t"/>
              </v:shape>
            </v:group>
            <v:group style="position:absolute;left:284;top:621;width:2;height:180" coordorigin="284,621" coordsize="2,180">
              <v:shape style="position:absolute;left:284;top:621;width:2;height:180" coordorigin="284,621" coordsize="0,180" path="m284,621l284,801e" filled="false" stroked="true" strokeweight="1pt" strokecolor="#231f20">
                <v:path arrowok="t"/>
              </v:shape>
            </v:group>
            <v:group style="position:absolute;left:137;top:621;width:2;height:180" coordorigin="137,621" coordsize="2,180">
              <v:shape style="position:absolute;left:137;top:621;width:2;height:180" coordorigin="137,621" coordsize="0,180" path="m137,621l137,801e" filled="false" stroked="true" strokeweight="1pt" strokecolor="#231f20">
                <v:path arrowok="t"/>
              </v:shape>
            </v:group>
            <v:group style="position:absolute;left:1170;top:621;width:2;height:180" coordorigin="1170,621" coordsize="2,180">
              <v:shape style="position:absolute;left:1170;top:621;width:2;height:180" coordorigin="1170,621" coordsize="0,180" path="m1170,621l1170,801e" filled="false" stroked="true" strokeweight="1pt" strokecolor="#231f20">
                <v:path arrowok="t"/>
              </v:shape>
            </v:group>
            <v:group style="position:absolute;left:1023;top:621;width:2;height:180" coordorigin="1023,621" coordsize="2,180">
              <v:shape style="position:absolute;left:1023;top:621;width:2;height:180" coordorigin="1023,621" coordsize="0,180" path="m1023,621l1023,801e" filled="false" stroked="true" strokeweight="1pt" strokecolor="#231f20">
                <v:path arrowok="t"/>
              </v:shape>
            </v:group>
            <v:group style="position:absolute;left:875;top:621;width:2;height:180" coordorigin="875,621" coordsize="2,180">
              <v:shape style="position:absolute;left:875;top:621;width:2;height:180" coordorigin="875,621" coordsize="0,180" path="m875,621l875,801e" filled="false" stroked="true" strokeweight="1pt" strokecolor="#231f20">
                <v:path arrowok="t"/>
              </v:shape>
            </v:group>
            <v:group style="position:absolute;left:727;top:621;width:2;height:180" coordorigin="727,621" coordsize="2,180">
              <v:shape style="position:absolute;left:727;top:621;width:2;height:180" coordorigin="727,621" coordsize="0,180" path="m727,621l727,801e" filled="false" stroked="true" strokeweight="1pt" strokecolor="#231f20">
                <v:path arrowok="t"/>
              </v:shape>
            </v:group>
            <v:group style="position:absolute;left:1613;top:621;width:2;height:180" coordorigin="1613,621" coordsize="2,180">
              <v:shape style="position:absolute;left:1613;top:621;width:2;height:180" coordorigin="1613,621" coordsize="0,180" path="m1613,621l1613,801e" filled="false" stroked="true" strokeweight="1pt" strokecolor="#231f20">
                <v:path arrowok="t"/>
              </v:shape>
            </v:group>
            <v:group style="position:absolute;left:1466;top:621;width:2;height:180" coordorigin="1466,621" coordsize="2,180">
              <v:shape style="position:absolute;left:1466;top:621;width:2;height:180" coordorigin="1466,621" coordsize="0,180" path="m1466,621l1466,801e" filled="false" stroked="true" strokeweight="1pt" strokecolor="#231f20">
                <v:path arrowok="t"/>
              </v:shape>
            </v:group>
            <v:group style="position:absolute;left:1318;top:621;width:2;height:180" coordorigin="1318,621" coordsize="2,180">
              <v:shape style="position:absolute;left:1318;top:621;width:2;height:180" coordorigin="1318,621" coordsize="0,180" path="m1318,621l1318,801e" filled="false" stroked="true" strokeweight="1pt" strokecolor="#231f20">
                <v:path arrowok="t"/>
              </v:shape>
            </v:group>
            <v:group style="position:absolute;left:2594;top:41;width:2;height:1020" coordorigin="2594,41" coordsize="2,1020">
              <v:shape style="position:absolute;left:2594;top:41;width:2;height:1020" coordorigin="2594,41" coordsize="0,1020" path="m2594,41l2594,1061e" filled="false" stroked="true" strokeweight="1pt" strokecolor="#231f20">
                <v:path arrowok="t"/>
              </v:shape>
            </v:group>
            <v:group style="position:absolute;left:2606;top:51;width:96;height:2" coordorigin="2606,51" coordsize="96,2">
              <v:shape style="position:absolute;left:2606;top:51;width:96;height:2" coordorigin="2606,51" coordsize="96,0" path="m2606,51l2701,51e" filled="false" stroked="true" strokeweight="1pt" strokecolor="#231f20">
                <v:path arrowok="t"/>
              </v:shape>
            </v:group>
            <v:group style="position:absolute;left:2606;top:506;width:96;height:2" coordorigin="2606,506" coordsize="96,2">
              <v:shape style="position:absolute;left:2606;top:506;width:96;height:2" coordorigin="2606,506" coordsize="96,0" path="m2606,506l2701,506e" filled="false" stroked="true" strokeweight="1pt" strokecolor="#231f20">
                <v:path arrowok="t"/>
              </v:shape>
            </v:group>
            <v:group style="position:absolute;left:2606;top:392;width:96;height:2" coordorigin="2606,392" coordsize="96,2">
              <v:shape style="position:absolute;left:2606;top:392;width:96;height:2" coordorigin="2606,392" coordsize="96,0" path="m2606,392l2701,392e" filled="false" stroked="true" strokeweight="1pt" strokecolor="#231f20">
                <v:path arrowok="t"/>
              </v:shape>
            </v:group>
            <v:group style="position:absolute;left:2606;top:279;width:96;height:2" coordorigin="2606,279" coordsize="96,2">
              <v:shape style="position:absolute;left:2606;top:279;width:96;height:2" coordorigin="2606,279" coordsize="96,0" path="m2606,279l2701,279e" filled="false" stroked="true" strokeweight="1pt" strokecolor="#231f20">
                <v:path arrowok="t"/>
              </v:shape>
            </v:group>
            <v:group style="position:absolute;left:2606;top:165;width:96;height:2" coordorigin="2606,165" coordsize="96,2">
              <v:shape style="position:absolute;left:2606;top:165;width:96;height:2" coordorigin="2606,165" coordsize="96,0" path="m2606,165l2701,165e" filled="false" stroked="true" strokeweight="1pt" strokecolor="#231f20">
                <v:path arrowok="t"/>
              </v:shape>
            </v:group>
            <v:group style="position:absolute;left:2606;top:1034;width:96;height:2" coordorigin="2606,1034" coordsize="96,2">
              <v:shape style="position:absolute;left:2606;top:1034;width:96;height:2" coordorigin="2606,1034" coordsize="96,0" path="m2606,1034l2701,1034e" filled="false" stroked="true" strokeweight="1pt" strokecolor="#231f20">
                <v:path arrowok="t"/>
              </v:shape>
            </v:group>
            <v:group style="position:absolute;left:2606;top:927;width:96;height:2" coordorigin="2606,927" coordsize="96,2">
              <v:shape style="position:absolute;left:2606;top:927;width:96;height:2" coordorigin="2606,927" coordsize="96,0" path="m2606,927l2701,927e" filled="false" stroked="true" strokeweight="1pt" strokecolor="#231f20">
                <v:path arrowok="t"/>
              </v:shape>
            </v:group>
            <v:group style="position:absolute;left:2606;top:820;width:96;height:2" coordorigin="2606,820" coordsize="96,2">
              <v:shape style="position:absolute;left:2606;top:820;width:96;height:2" coordorigin="2606,820" coordsize="96,0" path="m2606,820l2701,820e" filled="false" stroked="true" strokeweight="1pt" strokecolor="#231f20">
                <v:path arrowok="t"/>
              </v:shape>
            </v:group>
            <v:group style="position:absolute;left:2606;top:713;width:96;height:2" coordorigin="2606,713" coordsize="96,2">
              <v:shape style="position:absolute;left:2606;top:713;width:96;height:2" coordorigin="2606,713" coordsize="96,0" path="m2606,713l2701,713e" filled="false" stroked="true" strokeweight="1pt" strokecolor="#231f20">
                <v:path arrowok="t"/>
              </v:shape>
            </v:group>
            <v:group style="position:absolute;left:1835;top:431;width:2;height:181" coordorigin="1835,431" coordsize="2,181">
              <v:shape style="position:absolute;left:1835;top:431;width:2;height:181" coordorigin="1835,431" coordsize="0,181" path="m1835,431l1835,611e" filled="false" stroked="true" strokeweight="1pt" strokecolor="#231f20">
                <v:path arrowok="t"/>
              </v:shape>
            </v:group>
            <v:group style="position:absolute;left:1761;top:621;width:2;height:180" coordorigin="1761,621" coordsize="2,180">
              <v:shape style="position:absolute;left:1761;top:621;width:2;height:180" coordorigin="1761,621" coordsize="0,180" path="m1761,621l1761,801e" filled="false" stroked="true" strokeweight="1pt" strokecolor="#231f20">
                <v:path arrowok="t"/>
              </v:shape>
            </v:group>
            <v:group style="position:absolute;left:2285;top:251;width:2;height:360" coordorigin="2285,251" coordsize="2,360">
              <v:shape style="position:absolute;left:2285;top:251;width:2;height:360" coordorigin="2285,251" coordsize="0,360" path="m2285,251l2285,611e" filled="false" stroked="true" strokeweight="1pt" strokecolor="#231f20">
                <v:path arrowok="t"/>
              </v:shape>
            </v:group>
            <v:group style="position:absolute;left:2135;top:431;width:2;height:180" coordorigin="2135,431" coordsize="2,180">
              <v:shape style="position:absolute;left:2135;top:431;width:2;height:180" coordorigin="2135,431" coordsize="0,180" path="m2135,431l2135,611e" filled="false" stroked="true" strokeweight="1pt" strokecolor="#231f20">
                <v:path arrowok="t"/>
              </v:shape>
            </v:group>
            <v:group style="position:absolute;left:1985;top:431;width:2;height:180" coordorigin="1985,431" coordsize="2,180">
              <v:shape style="position:absolute;left:1985;top:431;width:2;height:180" coordorigin="1985,431" coordsize="0,180" path="m1985,431l1985,611e" filled="false" stroked="true" strokeweight="1pt" strokecolor="#231f20">
                <v:path arrowok="t"/>
              </v:shape>
            </v:group>
            <v:group style="position:absolute;left:2429;top:431;width:2;height:180" coordorigin="2429,431" coordsize="2,180">
              <v:shape style="position:absolute;left:2429;top:431;width:2;height:180" coordorigin="2429,431" coordsize="0,180" path="m2429,431l2429,611e" filled="false" stroked="true" strokeweight="1pt" strokecolor="#231f20">
                <v:path arrowok="t"/>
              </v:shape>
            </v:group>
            <v:group style="position:absolute;left:1910;top:621;width:2;height:180" coordorigin="1910,621" coordsize="2,180">
              <v:shape style="position:absolute;left:1910;top:621;width:2;height:180" coordorigin="1910,621" coordsize="0,180" path="m1910,621l1910,801e" filled="false" stroked="true" strokeweight="1pt" strokecolor="#231f20">
                <v:path arrowok="t"/>
              </v:shape>
            </v:group>
            <v:group style="position:absolute;left:2353;top:621;width:2;height:180" coordorigin="2353,621" coordsize="2,180">
              <v:shape style="position:absolute;left:2353;top:621;width:2;height:180" coordorigin="2353,621" coordsize="0,180" path="m2353,621l2353,801e" filled="false" stroked="true" strokeweight="1pt" strokecolor="#231f20">
                <v:path arrowok="t"/>
              </v:shape>
            </v:group>
            <v:group style="position:absolute;left:2206;top:621;width:2;height:180" coordorigin="2206,621" coordsize="2,180">
              <v:shape style="position:absolute;left:2206;top:621;width:2;height:180" coordorigin="2206,621" coordsize="0,180" path="m2206,621l2206,801e" filled="false" stroked="true" strokeweight="1pt" strokecolor="#231f20">
                <v:path arrowok="t"/>
              </v:shape>
            </v:group>
            <v:group style="position:absolute;left:2058;top:621;width:2;height:180" coordorigin="2058,621" coordsize="2,180">
              <v:shape style="position:absolute;left:2058;top:621;width:2;height:180" coordorigin="2058,621" coordsize="0,180" path="m2058,621l2058,801e" filled="false" stroked="true" strokeweight="1pt" strokecolor="#231f20">
                <v:path arrowok="t"/>
              </v:shape>
            </v:group>
            <v:group style="position:absolute;left:2501;top:621;width:2;height:180" coordorigin="2501,621" coordsize="2,180">
              <v:shape style="position:absolute;left:2501;top:621;width:2;height:180" coordorigin="2501,621" coordsize="0,180" path="m2501,621l2501,801e" filled="false" stroked="true" strokeweight="1pt" strokecolor="#231f20">
                <v:path arrowok="t"/>
              </v:shape>
              <v:shape style="position:absolute;left:0;top:0;width:112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33;top:0;width:112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5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410;top:0;width:223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10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155;top:0;width:223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15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754;top:310;width:223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15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00;top:880;width:834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0"/>
                          <w:szCs w:val="20"/>
                        </w:rPr>
                        <w:t>0–25 mm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754;top:845;width:223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10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4" w:lineRule="auto"/>
        <w:ind w:left="1820" w:right="744" w:hanging="361"/>
        <w:jc w:val="left"/>
      </w:pPr>
      <w:r>
        <w:rPr>
          <w:color w:val="4C4D4F"/>
          <w:spacing w:val="-3"/>
        </w:rPr>
        <w:t>b.</w:t>
      </w:r>
      <w:r>
        <w:rPr>
          <w:color w:val="4C4D4F"/>
        </w:rPr>
        <w:t> </w:t>
      </w:r>
      <w:r>
        <w:rPr>
          <w:color w:val="4C4D4F"/>
          <w:spacing w:val="56"/>
        </w:rPr>
        <w:t> </w:t>
      </w:r>
      <w:r>
        <w:rPr>
          <w:color w:val="4C4D4F"/>
          <w:spacing w:val="-2"/>
        </w:rPr>
        <w:t>Read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micrometer measurement. The micrometer is</w:t>
      </w:r>
      <w:r>
        <w:rPr>
          <w:color w:val="4C4D4F"/>
        </w:rPr>
        <w:t> </w:t>
      </w:r>
      <w:r>
        <w:rPr>
          <w:color w:val="4C4D4F"/>
          <w:spacing w:val="-1"/>
        </w:rPr>
        <w:t>calibrated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metric</w:t>
      </w:r>
      <w:r>
        <w:rPr>
          <w:color w:val="4C4D4F"/>
          <w:spacing w:val="44"/>
        </w:rPr>
        <w:t> </w:t>
      </w:r>
      <w:r>
        <w:rPr>
          <w:color w:val="4C4D4F"/>
          <w:spacing w:val="-2"/>
        </w:rPr>
        <w:t>units.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475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02.9pt;height:54pt;mso-position-horizontal-relative:char;mso-position-vertical-relative:line" coordorigin="0,0" coordsize="2058,1080">
            <v:group style="position:absolute;left:55;top:611;width:1740;height:2" coordorigin="55,611" coordsize="1740,2">
              <v:shape style="position:absolute;left:55;top:611;width:1740;height:2" coordorigin="55,611" coordsize="1740,0" path="m55,611l1795,611e" filled="false" stroked="true" strokeweight="1pt" strokecolor="#231f20">
                <v:path arrowok="t"/>
              </v:shape>
            </v:group>
            <v:group style="position:absolute;left:67;top:251;width:2;height:369" coordorigin="67,251" coordsize="2,369">
              <v:shape style="position:absolute;left:67;top:251;width:2;height:369" coordorigin="67,251" coordsize="0,369" path="m67,251l67,620e" filled="false" stroked="true" strokeweight="1pt" strokecolor="#231f20">
                <v:path arrowok="t"/>
              </v:shape>
            </v:group>
            <v:group style="position:absolute;left:790;top:251;width:2;height:360" coordorigin="790,251" coordsize="2,360">
              <v:shape style="position:absolute;left:790;top:251;width:2;height:360" coordorigin="790,251" coordsize="0,360" path="m790,251l790,611e" filled="false" stroked="true" strokeweight="1pt" strokecolor="#231f20">
                <v:path arrowok="t"/>
              </v:shape>
            </v:group>
            <v:group style="position:absolute;left:1540;top:251;width:2;height:360" coordorigin="1540,251" coordsize="2,360">
              <v:shape style="position:absolute;left:1540;top:251;width:2;height:360" coordorigin="1540,251" coordsize="0,360" path="m1540,251l1540,611e" filled="false" stroked="true" strokeweight="1pt" strokecolor="#231f20">
                <v:path arrowok="t"/>
              </v:shape>
            </v:group>
            <v:group style="position:absolute;left:646;top:431;width:2;height:180" coordorigin="646,431" coordsize="2,180">
              <v:shape style="position:absolute;left:646;top:431;width:2;height:180" coordorigin="646,431" coordsize="0,180" path="m646,431l646,611e" filled="false" stroked="true" strokeweight="1pt" strokecolor="#231f20">
                <v:path arrowok="t"/>
              </v:shape>
            </v:group>
            <v:group style="position:absolute;left:501;top:431;width:2;height:180" coordorigin="501,431" coordsize="2,180">
              <v:shape style="position:absolute;left:501;top:431;width:2;height:180" coordorigin="501,431" coordsize="0,180" path="m501,431l501,611e" filled="false" stroked="true" strokeweight="1pt" strokecolor="#231f20">
                <v:path arrowok="t"/>
              </v:shape>
            </v:group>
            <v:group style="position:absolute;left:356;top:431;width:2;height:180" coordorigin="356,431" coordsize="2,180">
              <v:shape style="position:absolute;left:356;top:431;width:2;height:180" coordorigin="356,431" coordsize="0,180" path="m356,431l356,611e" filled="false" stroked="true" strokeweight="1pt" strokecolor="#231f20">
                <v:path arrowok="t"/>
              </v:shape>
            </v:group>
            <v:group style="position:absolute;left:212;top:431;width:2;height:180" coordorigin="212,431" coordsize="2,180">
              <v:shape style="position:absolute;left:212;top:431;width:2;height:180" coordorigin="212,431" coordsize="0,180" path="m212,431l212,611e" filled="false" stroked="true" strokeweight="1pt" strokecolor="#231f20">
                <v:path arrowok="t"/>
              </v:shape>
            </v:group>
            <v:group style="position:absolute;left:1390;top:431;width:2;height:180" coordorigin="1390,431" coordsize="2,180">
              <v:shape style="position:absolute;left:1390;top:431;width:2;height:180" coordorigin="1390,431" coordsize="0,180" path="m1390,431l1390,611e" filled="false" stroked="true" strokeweight="1pt" strokecolor="#231f20">
                <v:path arrowok="t"/>
              </v:shape>
            </v:group>
            <v:group style="position:absolute;left:1240;top:431;width:2;height:180" coordorigin="1240,431" coordsize="2,180">
              <v:shape style="position:absolute;left:1240;top:431;width:2;height:180" coordorigin="1240,431" coordsize="0,180" path="m1240,431l1240,611e" filled="false" stroked="true" strokeweight="1pt" strokecolor="#231f20">
                <v:path arrowok="t"/>
              </v:shape>
            </v:group>
            <v:group style="position:absolute;left:1090;top:431;width:2;height:180" coordorigin="1090,431" coordsize="2,180">
              <v:shape style="position:absolute;left:1090;top:431;width:2;height:180" coordorigin="1090,431" coordsize="0,180" path="m1090,431l1090,611e" filled="false" stroked="true" strokeweight="1pt" strokecolor="#231f20">
                <v:path arrowok="t"/>
              </v:shape>
            </v:group>
            <v:group style="position:absolute;left:940;top:431;width:2;height:180" coordorigin="940,431" coordsize="2,180">
              <v:shape style="position:absolute;left:940;top:431;width:2;height:180" coordorigin="940,431" coordsize="0,180" path="m940,431l940,611e" filled="false" stroked="true" strokeweight="1pt" strokecolor="#231f20">
                <v:path arrowok="t"/>
              </v:shape>
            </v:group>
            <v:group style="position:absolute;left:580;top:621;width:2;height:180" coordorigin="580,621" coordsize="2,180">
              <v:shape style="position:absolute;left:580;top:621;width:2;height:180" coordorigin="580,621" coordsize="0,180" path="m580,621l580,801e" filled="false" stroked="true" strokeweight="1pt" strokecolor="#231f20">
                <v:path arrowok="t"/>
              </v:shape>
            </v:group>
            <v:group style="position:absolute;left:432;top:621;width:2;height:180" coordorigin="432,621" coordsize="2,180">
              <v:shape style="position:absolute;left:432;top:621;width:2;height:180" coordorigin="432,621" coordsize="0,180" path="m432,621l432,801e" filled="false" stroked="true" strokeweight="1pt" strokecolor="#231f20">
                <v:path arrowok="t"/>
              </v:shape>
            </v:group>
            <v:group style="position:absolute;left:284;top:621;width:2;height:180" coordorigin="284,621" coordsize="2,180">
              <v:shape style="position:absolute;left:284;top:621;width:2;height:180" coordorigin="284,621" coordsize="0,180" path="m284,621l284,801e" filled="false" stroked="true" strokeweight="1pt" strokecolor="#231f20">
                <v:path arrowok="t"/>
              </v:shape>
            </v:group>
            <v:group style="position:absolute;left:137;top:621;width:2;height:180" coordorigin="137,621" coordsize="2,180">
              <v:shape style="position:absolute;left:137;top:621;width:2;height:180" coordorigin="137,621" coordsize="0,180" path="m137,621l137,801e" filled="false" stroked="true" strokeweight="1pt" strokecolor="#231f20">
                <v:path arrowok="t"/>
              </v:shape>
            </v:group>
            <v:group style="position:absolute;left:1170;top:621;width:2;height:180" coordorigin="1170,621" coordsize="2,180">
              <v:shape style="position:absolute;left:1170;top:621;width:2;height:180" coordorigin="1170,621" coordsize="0,180" path="m1170,621l1170,801e" filled="false" stroked="true" strokeweight="1pt" strokecolor="#231f20">
                <v:path arrowok="t"/>
              </v:shape>
            </v:group>
            <v:group style="position:absolute;left:1023;top:621;width:2;height:180" coordorigin="1023,621" coordsize="2,180">
              <v:shape style="position:absolute;left:1023;top:621;width:2;height:180" coordorigin="1023,621" coordsize="0,180" path="m1023,621l1023,801e" filled="false" stroked="true" strokeweight="1pt" strokecolor="#231f20">
                <v:path arrowok="t"/>
              </v:shape>
            </v:group>
            <v:group style="position:absolute;left:875;top:621;width:2;height:180" coordorigin="875,621" coordsize="2,180">
              <v:shape style="position:absolute;left:875;top:621;width:2;height:180" coordorigin="875,621" coordsize="0,180" path="m875,621l875,801e" filled="false" stroked="true" strokeweight="1pt" strokecolor="#231f20">
                <v:path arrowok="t"/>
              </v:shape>
            </v:group>
            <v:group style="position:absolute;left:727;top:621;width:2;height:180" coordorigin="727,621" coordsize="2,180">
              <v:shape style="position:absolute;left:727;top:621;width:2;height:180" coordorigin="727,621" coordsize="0,180" path="m727,621l727,801e" filled="false" stroked="true" strokeweight="1pt" strokecolor="#231f20">
                <v:path arrowok="t"/>
              </v:shape>
            </v:group>
            <v:group style="position:absolute;left:1613;top:621;width:2;height:180" coordorigin="1613,621" coordsize="2,180">
              <v:shape style="position:absolute;left:1613;top:621;width:2;height:180" coordorigin="1613,621" coordsize="0,180" path="m1613,621l1613,801e" filled="false" stroked="true" strokeweight="1pt" strokecolor="#231f20">
                <v:path arrowok="t"/>
              </v:shape>
            </v:group>
            <v:group style="position:absolute;left:1466;top:621;width:2;height:180" coordorigin="1466,621" coordsize="2,180">
              <v:shape style="position:absolute;left:1466;top:621;width:2;height:180" coordorigin="1466,621" coordsize="0,180" path="m1466,621l1466,801e" filled="false" stroked="true" strokeweight="1pt" strokecolor="#231f20">
                <v:path arrowok="t"/>
              </v:shape>
            </v:group>
            <v:group style="position:absolute;left:1318;top:621;width:2;height:180" coordorigin="1318,621" coordsize="2,180">
              <v:shape style="position:absolute;left:1318;top:621;width:2;height:180" coordorigin="1318,621" coordsize="0,180" path="m1318,621l1318,801e" filled="false" stroked="true" strokeweight="1pt" strokecolor="#231f20">
                <v:path arrowok="t"/>
              </v:shape>
            </v:group>
            <v:group style="position:absolute;left:1674;top:46;width:2;height:1020" coordorigin="1674,46" coordsize="2,1020">
              <v:shape style="position:absolute;left:1674;top:46;width:2;height:1020" coordorigin="1674,46" coordsize="0,1020" path="m1674,46l1674,1066e" filled="false" stroked="true" strokeweight="1pt" strokecolor="#231f20">
                <v:path arrowok="t"/>
              </v:shape>
            </v:group>
            <v:group style="position:absolute;left:1687;top:56;width:96;height:2" coordorigin="1687,56" coordsize="96,2">
              <v:shape style="position:absolute;left:1687;top:56;width:96;height:2" coordorigin="1687,56" coordsize="96,0" path="m1687,56l1782,56e" filled="false" stroked="true" strokeweight="1pt" strokecolor="#231f20">
                <v:path arrowok="t"/>
              </v:shape>
            </v:group>
            <v:group style="position:absolute;left:1687;top:511;width:96;height:2" coordorigin="1687,511" coordsize="96,2">
              <v:shape style="position:absolute;left:1687;top:511;width:96;height:2" coordorigin="1687,511" coordsize="96,0" path="m1687,511l1782,511e" filled="false" stroked="true" strokeweight="1pt" strokecolor="#231f20">
                <v:path arrowok="t"/>
              </v:shape>
            </v:group>
            <v:group style="position:absolute;left:1687;top:397;width:96;height:2" coordorigin="1687,397" coordsize="96,2">
              <v:shape style="position:absolute;left:1687;top:397;width:96;height:2" coordorigin="1687,397" coordsize="96,0" path="m1687,397l1782,397e" filled="false" stroked="true" strokeweight="1pt" strokecolor="#231f20">
                <v:path arrowok="t"/>
              </v:shape>
            </v:group>
            <v:group style="position:absolute;left:1687;top:284;width:96;height:2" coordorigin="1687,284" coordsize="96,2">
              <v:shape style="position:absolute;left:1687;top:284;width:96;height:2" coordorigin="1687,284" coordsize="96,0" path="m1687,284l1782,284e" filled="false" stroked="true" strokeweight="1pt" strokecolor="#231f20">
                <v:path arrowok="t"/>
              </v:shape>
            </v:group>
            <v:group style="position:absolute;left:1687;top:170;width:96;height:2" coordorigin="1687,170" coordsize="96,2">
              <v:shape style="position:absolute;left:1687;top:170;width:96;height:2" coordorigin="1687,170" coordsize="96,0" path="m1687,170l1782,170e" filled="false" stroked="true" strokeweight="1pt" strokecolor="#231f20">
                <v:path arrowok="t"/>
              </v:shape>
            </v:group>
            <v:group style="position:absolute;left:1687;top:1039;width:96;height:2" coordorigin="1687,1039" coordsize="96,2">
              <v:shape style="position:absolute;left:1687;top:1039;width:96;height:2" coordorigin="1687,1039" coordsize="96,0" path="m1687,1039l1782,1039e" filled="false" stroked="true" strokeweight="1pt" strokecolor="#231f20">
                <v:path arrowok="t"/>
              </v:shape>
            </v:group>
            <v:group style="position:absolute;left:1687;top:932;width:96;height:2" coordorigin="1687,932" coordsize="96,2">
              <v:shape style="position:absolute;left:1687;top:932;width:96;height:2" coordorigin="1687,932" coordsize="96,0" path="m1687,932l1782,932e" filled="false" stroked="true" strokeweight="1pt" strokecolor="#231f20">
                <v:path arrowok="t"/>
              </v:shape>
            </v:group>
            <v:group style="position:absolute;left:1687;top:825;width:96;height:2" coordorigin="1687,825" coordsize="96,2">
              <v:shape style="position:absolute;left:1687;top:825;width:96;height:2" coordorigin="1687,825" coordsize="96,0" path="m1687,825l1782,825e" filled="false" stroked="true" strokeweight="1pt" strokecolor="#231f20">
                <v:path arrowok="t"/>
              </v:shape>
            </v:group>
            <v:group style="position:absolute;left:1687;top:718;width:96;height:2" coordorigin="1687,718" coordsize="96,2">
              <v:shape style="position:absolute;left:1687;top:718;width:96;height:2" coordorigin="1687,718" coordsize="96,0" path="m1687,718l1782,718e" filled="false" stroked="true" strokeweight="1pt" strokecolor="#231f20">
                <v:path arrowok="t"/>
              </v:shape>
              <v:shape style="position:absolute;left:0;top:0;width:112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33;top:0;width:112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5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410;top:0;width:223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10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835;top:315;width:223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25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00;top:880;width:834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0"/>
                          <w:szCs w:val="20"/>
                        </w:rPr>
                        <w:t>0–25 mm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835;top:850;width:223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z w:val="20"/>
                        </w:rPr>
                        <w:t>20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right="615"/>
        <w:jc w:val="left"/>
      </w:pPr>
      <w:r>
        <w:rPr>
          <w:color w:val="4C4D4F"/>
          <w:spacing w:val="-1"/>
        </w:rPr>
        <w:t>Consider </w:t>
      </w:r>
      <w:r>
        <w:rPr>
          <w:color w:val="4C4D4F"/>
        </w:rPr>
        <w:t>co-creating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assessment 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activity/</w:t>
      </w:r>
      <w:r>
        <w:rPr>
          <w:color w:val="4C4D4F"/>
          <w:spacing w:val="103"/>
          <w:w w:val="9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7"/>
        </w:numPr>
        <w:tabs>
          <w:tab w:pos="1701" w:val="left" w:leader="none"/>
        </w:tabs>
        <w:spacing w:line="240" w:lineRule="auto" w:before="181" w:after="0"/>
        <w:ind w:left="1700" w:right="0" w:hanging="24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assignments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correctly.</w:t>
      </w:r>
      <w:r>
        <w:rPr/>
      </w:r>
    </w:p>
    <w:p>
      <w:pPr>
        <w:spacing w:after="0" w:line="240" w:lineRule="auto"/>
        <w:jc w:val="left"/>
        <w:sectPr>
          <w:footerReference w:type="even" r:id="rId35"/>
          <w:footerReference w:type="default" r:id="rId36"/>
          <w:pgSz w:w="12240" w:h="15840"/>
          <w:pgMar w:footer="643" w:header="630" w:top="1080" w:bottom="840" w:left="340" w:right="880"/>
          <w:pgNumType w:start="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Answer</w:t>
      </w:r>
      <w:r>
        <w:rPr>
          <w:color w:val="4F61AB"/>
          <w:spacing w:val="-5"/>
        </w:rPr>
        <w:t> </w:t>
      </w:r>
      <w:r>
        <w:rPr>
          <w:color w:val="4F61AB"/>
          <w:spacing w:val="-6"/>
        </w:rPr>
        <w:t>Key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179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Student</w:t>
      </w:r>
      <w:r>
        <w:rPr>
          <w:color w:val="4F61AB"/>
          <w:spacing w:val="-28"/>
        </w:rPr>
        <w:t> </w:t>
      </w:r>
      <w:r>
        <w:rPr>
          <w:color w:val="4F61AB"/>
          <w:spacing w:val="-7"/>
        </w:rPr>
        <w:t>Activity</w:t>
      </w:r>
      <w:r>
        <w:rPr>
          <w:color w:val="4F61AB"/>
          <w:spacing w:val="-16"/>
        </w:rPr>
        <w:t> </w:t>
      </w:r>
      <w:r>
        <w:rPr>
          <w:color w:val="4F61AB"/>
          <w:spacing w:val="-4"/>
        </w:rPr>
        <w:t>1:</w:t>
      </w:r>
      <w:r>
        <w:rPr>
          <w:color w:val="4F61AB"/>
          <w:spacing w:val="-15"/>
        </w:rPr>
        <w:t> </w:t>
      </w:r>
      <w:r>
        <w:rPr>
          <w:color w:val="4F61AB"/>
          <w:spacing w:val="-8"/>
        </w:rPr>
        <w:t>Measuring</w:t>
      </w:r>
      <w:r>
        <w:rPr>
          <w:color w:val="4F61AB"/>
          <w:spacing w:val="-16"/>
        </w:rPr>
        <w:t> </w:t>
      </w:r>
      <w:r>
        <w:rPr>
          <w:color w:val="4F61AB"/>
          <w:spacing w:val="-5"/>
        </w:rPr>
        <w:t>in</w:t>
      </w:r>
      <w:r>
        <w:rPr>
          <w:color w:val="4F61AB"/>
          <w:spacing w:val="-16"/>
        </w:rPr>
        <w:t> </w:t>
      </w:r>
      <w:r>
        <w:rPr>
          <w:color w:val="4F61AB"/>
          <w:spacing w:val="-6"/>
        </w:rPr>
        <w:t>Metric</w:t>
      </w:r>
      <w:r>
        <w:rPr>
          <w:color w:val="4F61AB"/>
          <w:spacing w:val="-16"/>
        </w:rPr>
        <w:t> </w:t>
      </w:r>
      <w:r>
        <w:rPr>
          <w:color w:val="4F61AB"/>
          <w:spacing w:val="-7"/>
        </w:rPr>
        <w:t>Using</w:t>
      </w:r>
      <w:r>
        <w:rPr>
          <w:color w:val="4F61AB"/>
          <w:spacing w:val="-16"/>
        </w:rPr>
        <w:t> </w:t>
      </w:r>
      <w:r>
        <w:rPr>
          <w:color w:val="4F61AB"/>
        </w:rPr>
        <w:t>a</w:t>
      </w:r>
      <w:r>
        <w:rPr>
          <w:color w:val="4F61AB"/>
          <w:spacing w:val="-15"/>
        </w:rPr>
        <w:t> </w:t>
      </w:r>
      <w:r>
        <w:rPr>
          <w:color w:val="4F61AB"/>
          <w:spacing w:val="-8"/>
        </w:rPr>
        <w:t>Measuring</w:t>
      </w:r>
      <w:r>
        <w:rPr>
          <w:color w:val="4F61AB"/>
          <w:spacing w:val="-16"/>
        </w:rPr>
        <w:t> </w:t>
      </w:r>
      <w:r>
        <w:rPr>
          <w:color w:val="4F61AB"/>
          <w:spacing w:val="-14"/>
        </w:rPr>
        <w:t>T</w:t>
      </w:r>
      <w:r>
        <w:rPr>
          <w:color w:val="4F61AB"/>
          <w:spacing w:val="-13"/>
        </w:rPr>
        <w:t>ape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74"/>
        <w:ind w:left="125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157.324997pt;margin-top:-34.594067pt;width:352.5pt;height:109.4pt;mso-position-horizontal-relative:page;mso-position-vertical-relative:paragraph;z-index:48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40"/>
                    <w:gridCol w:w="2340"/>
                    <w:gridCol w:w="2340"/>
                  </w:tblGrid>
                  <w:tr>
                    <w:trPr>
                      <w:trHeight w:val="306" w:hRule="exact"/>
                    </w:trPr>
                    <w:tc>
                      <w:tcPr>
                        <w:tcW w:w="7020" w:type="dxa"/>
                        <w:gridSpan w:val="3"/>
                        <w:tcBorders>
                          <w:top w:val="single" w:sz="8" w:space="0" w:color="4F61AB"/>
                          <w:left w:val="single" w:sz="8" w:space="0" w:color="4F61AB"/>
                          <w:bottom w:val="single" w:sz="4" w:space="0" w:color="4F61AB"/>
                          <w:right w:val="single" w:sz="8" w:space="0" w:color="4F61AB"/>
                        </w:tcBorders>
                        <w:shd w:val="clear" w:color="auto" w:fill="D2D3EA"/>
                      </w:tcPr>
                      <w:p>
                        <w:pPr>
                          <w:pStyle w:val="TableParagraph"/>
                          <w:spacing w:line="240" w:lineRule="auto" w:before="28"/>
                          <w:ind w:left="1" w:right="0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C4D4F"/>
                            <w:spacing w:val="1"/>
                            <w:sz w:val="20"/>
                          </w:rPr>
                          <w:t>Height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306" w:hRule="exact"/>
                    </w:trPr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8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33"/>
                          <w:ind w:right="8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C4D4F"/>
                            <w:spacing w:val="-4"/>
                            <w:sz w:val="20"/>
                          </w:rPr>
                          <w:t>(mm)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33"/>
                          <w:ind w:right="0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C4D4F"/>
                            <w:spacing w:val="-3"/>
                            <w:sz w:val="20"/>
                          </w:rPr>
                          <w:t>(cm)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8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33"/>
                          <w:ind w:right="0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C4D4F"/>
                            <w:spacing w:val="-6"/>
                            <w:sz w:val="20"/>
                          </w:rPr>
                          <w:t>(m)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519" w:hRule="exact"/>
                    </w:trPr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8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right="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1645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right="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164.5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8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left="5" w:right="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1.645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  <w:tr>
                    <w:trPr>
                      <w:trHeight w:val="519" w:hRule="exact"/>
                    </w:trPr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8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right="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5"/>
                            <w:sz w:val="22"/>
                          </w:rPr>
                          <w:t>1702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right="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4"/>
                            <w:sz w:val="22"/>
                          </w:rPr>
                          <w:t>170</w:t>
                        </w:r>
                        <w:r>
                          <w:rPr>
                            <w:rFonts w:ascii="Arial"/>
                            <w:color w:val="4C4D4F"/>
                            <w:spacing w:val="-5"/>
                            <w:sz w:val="22"/>
                          </w:rPr>
                          <w:t>.</w:t>
                        </w:r>
                        <w:r>
                          <w:rPr>
                            <w:rFonts w:ascii="Arial"/>
                            <w:color w:val="4C4D4F"/>
                            <w:spacing w:val="-4"/>
                            <w:sz w:val="22"/>
                          </w:rPr>
                          <w:t>2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4" w:space="0" w:color="4F61AB"/>
                          <w:right w:val="single" w:sz="8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left="5" w:right="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6"/>
                            <w:sz w:val="22"/>
                          </w:rPr>
                          <w:t>1.</w:t>
                        </w:r>
                        <w:r>
                          <w:rPr>
                            <w:rFonts w:ascii="Arial"/>
                            <w:color w:val="4C4D4F"/>
                            <w:spacing w:val="-5"/>
                            <w:sz w:val="22"/>
                          </w:rPr>
                          <w:t>702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  <w:tr>
                    <w:trPr>
                      <w:trHeight w:val="519" w:hRule="exact"/>
                    </w:trPr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8" w:space="0" w:color="4F61AB"/>
                          <w:bottom w:val="single" w:sz="8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right="1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12"/>
                            <w:sz w:val="22"/>
                          </w:rPr>
                          <w:t>1817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8" w:space="0" w:color="4F61AB"/>
                          <w:right w:val="single" w:sz="4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right="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8"/>
                            <w:sz w:val="22"/>
                          </w:rPr>
                          <w:t>18</w:t>
                        </w:r>
                        <w:r>
                          <w:rPr>
                            <w:rFonts w:ascii="Arial"/>
                            <w:color w:val="4C4D4F"/>
                            <w:spacing w:val="-9"/>
                            <w:sz w:val="22"/>
                          </w:rPr>
                          <w:t>1.</w:t>
                        </w:r>
                        <w:r>
                          <w:rPr>
                            <w:rFonts w:ascii="Arial"/>
                            <w:color w:val="4C4D4F"/>
                            <w:spacing w:val="-8"/>
                            <w:sz w:val="22"/>
                          </w:rPr>
                          <w:t>7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single" w:sz="4" w:space="0" w:color="4F61AB"/>
                          <w:left w:val="single" w:sz="4" w:space="0" w:color="4F61AB"/>
                          <w:bottom w:val="single" w:sz="8" w:space="0" w:color="4F61AB"/>
                          <w:right w:val="single" w:sz="8" w:space="0" w:color="4F61AB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right="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10"/>
                            <w:sz w:val="22"/>
                          </w:rPr>
                          <w:t>1</w:t>
                        </w:r>
                        <w:r>
                          <w:rPr>
                            <w:rFonts w:ascii="Arial"/>
                            <w:color w:val="4C4D4F"/>
                            <w:spacing w:val="-11"/>
                            <w:sz w:val="22"/>
                          </w:rPr>
                          <w:t>.</w:t>
                        </w:r>
                        <w:r>
                          <w:rPr>
                            <w:rFonts w:ascii="Arial"/>
                            <w:color w:val="4C4D4F"/>
                            <w:spacing w:val="-10"/>
                            <w:sz w:val="22"/>
                          </w:rPr>
                          <w:t>817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b/>
          <w:color w:val="4C4D4F"/>
          <w:spacing w:val="-6"/>
          <w:sz w:val="20"/>
        </w:rPr>
        <w:t>You</w: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74"/>
        <w:ind w:left="125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color w:val="4C4D4F"/>
          <w:spacing w:val="-2"/>
          <w:sz w:val="20"/>
        </w:rPr>
        <w:t>P</w:t>
      </w:r>
      <w:r>
        <w:rPr>
          <w:rFonts w:ascii="Arial"/>
          <w:b/>
          <w:color w:val="4C4D4F"/>
          <w:spacing w:val="2"/>
          <w:sz w:val="20"/>
        </w:rPr>
        <w:t>a</w:t>
      </w:r>
      <w:r>
        <w:rPr>
          <w:rFonts w:ascii="Arial"/>
          <w:b/>
          <w:color w:val="4C4D4F"/>
          <w:spacing w:val="8"/>
          <w:sz w:val="20"/>
        </w:rPr>
        <w:t>r</w:t>
      </w:r>
      <w:r>
        <w:rPr>
          <w:rFonts w:ascii="Arial"/>
          <w:b/>
          <w:color w:val="4C4D4F"/>
          <w:spacing w:val="3"/>
          <w:sz w:val="20"/>
        </w:rPr>
        <w:t>t</w:t>
      </w:r>
      <w:r>
        <w:rPr>
          <w:rFonts w:ascii="Arial"/>
          <w:b/>
          <w:color w:val="4C4D4F"/>
          <w:spacing w:val="2"/>
          <w:sz w:val="20"/>
        </w:rPr>
        <w:t>n</w:t>
      </w:r>
      <w:r>
        <w:rPr>
          <w:rFonts w:ascii="Arial"/>
          <w:b/>
          <w:color w:val="4C4D4F"/>
          <w:spacing w:val="1"/>
          <w:sz w:val="20"/>
        </w:rPr>
        <w:t>e</w:t>
      </w:r>
      <w:r>
        <w:rPr>
          <w:rFonts w:ascii="Arial"/>
          <w:b/>
          <w:color w:val="4C4D4F"/>
          <w:sz w:val="20"/>
        </w:rPr>
        <w:t>r</w:t>
      </w:r>
      <w:r>
        <w:rPr>
          <w:rFonts w:ascii="Arial"/>
          <w:b/>
          <w:color w:val="4C4D4F"/>
          <w:spacing w:val="-4"/>
          <w:sz w:val="20"/>
        </w:rPr>
        <w:t> </w:t>
      </w:r>
      <w:r>
        <w:rPr>
          <w:rFonts w:ascii="Arial"/>
          <w:b/>
          <w:color w:val="4C4D4F"/>
          <w:sz w:val="20"/>
        </w:rPr>
        <w:t>1</w: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74"/>
        <w:ind w:left="125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color w:val="4C4D4F"/>
          <w:spacing w:val="-2"/>
          <w:sz w:val="20"/>
        </w:rPr>
        <w:t>P</w:t>
      </w:r>
      <w:r>
        <w:rPr>
          <w:rFonts w:ascii="Arial"/>
          <w:b/>
          <w:color w:val="4C4D4F"/>
          <w:spacing w:val="2"/>
          <w:sz w:val="20"/>
        </w:rPr>
        <w:t>a</w:t>
      </w:r>
      <w:r>
        <w:rPr>
          <w:rFonts w:ascii="Arial"/>
          <w:b/>
          <w:color w:val="4C4D4F"/>
          <w:spacing w:val="8"/>
          <w:sz w:val="20"/>
        </w:rPr>
        <w:t>r</w:t>
      </w:r>
      <w:r>
        <w:rPr>
          <w:rFonts w:ascii="Arial"/>
          <w:b/>
          <w:color w:val="4C4D4F"/>
          <w:spacing w:val="3"/>
          <w:sz w:val="20"/>
        </w:rPr>
        <w:t>t</w:t>
      </w:r>
      <w:r>
        <w:rPr>
          <w:rFonts w:ascii="Arial"/>
          <w:b/>
          <w:color w:val="4C4D4F"/>
          <w:spacing w:val="2"/>
          <w:sz w:val="20"/>
        </w:rPr>
        <w:t>n</w:t>
      </w:r>
      <w:r>
        <w:rPr>
          <w:rFonts w:ascii="Arial"/>
          <w:b/>
          <w:color w:val="4C4D4F"/>
          <w:spacing w:val="1"/>
          <w:sz w:val="20"/>
        </w:rPr>
        <w:t>e</w:t>
      </w:r>
      <w:r>
        <w:rPr>
          <w:rFonts w:ascii="Arial"/>
          <w:b/>
          <w:color w:val="4C4D4F"/>
          <w:sz w:val="20"/>
        </w:rPr>
        <w:t>r</w:t>
      </w:r>
      <w:r>
        <w:rPr>
          <w:rFonts w:ascii="Arial"/>
          <w:b/>
          <w:color w:val="4C4D4F"/>
          <w:spacing w:val="-4"/>
          <w:sz w:val="20"/>
        </w:rPr>
        <w:t> </w:t>
      </w:r>
      <w:r>
        <w:rPr>
          <w:rFonts w:ascii="Arial"/>
          <w:b/>
          <w:color w:val="4C4D4F"/>
          <w:sz w:val="20"/>
        </w:rPr>
        <w:t>2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numPr>
          <w:ilvl w:val="0"/>
          <w:numId w:val="8"/>
        </w:numPr>
        <w:tabs>
          <w:tab w:pos="900" w:val="left" w:leader="none"/>
        </w:tabs>
        <w:spacing w:line="284" w:lineRule="auto" w:before="72" w:after="0"/>
        <w:ind w:left="900" w:right="1656" w:hanging="320"/>
        <w:jc w:val="left"/>
      </w:pPr>
      <w:r>
        <w:rPr/>
        <w:pict>
          <v:group style="position:absolute;margin-left:153.390900pt;margin-top:54.187pt;width:9.8pt;height:7.45pt;mso-position-horizontal-relative:page;mso-position-vertical-relative:paragraph;z-index:-51664" coordorigin="3068,1084" coordsize="196,149">
            <v:group style="position:absolute;left:3068;top:1085;width:49;height:146" coordorigin="3068,1085" coordsize="49,146">
              <v:shape style="position:absolute;left:3068;top:1085;width:49;height:146" coordorigin="3068,1085" coordsize="49,146" path="m3116,1104l3097,1104,3097,1231,3116,1231,3116,1104xe" filled="true" fillcolor="#231f20" stroked="false">
                <v:path arrowok="t"/>
                <v:fill type="solid"/>
              </v:shape>
              <v:shape style="position:absolute;left:3068;top:1085;width:49;height:146" coordorigin="3068,1085" coordsize="49,146" path="m3116,1085l3100,1085,3068,1102,3072,1117,3097,1104,3116,1104,3116,1085xe" filled="true" fillcolor="#231f20" stroked="false">
                <v:path arrowok="t"/>
                <v:fill type="solid"/>
              </v:shape>
            </v:group>
            <v:group style="position:absolute;left:3167;top:1084;width:97;height:149" coordorigin="3167,1084" coordsize="97,149">
              <v:shape style="position:absolute;left:3167;top:1084;width:97;height:149" coordorigin="3167,1084" coordsize="97,149" path="m3206,1084l3168,1147,3167,1182,3174,1204,3186,1220,3203,1229,3225,1232,3241,1224,3246,1217,3209,1217,3196,1208,3188,1188,3185,1159,3185,1146,3190,1119,3201,1103,3215,1098,3246,1098,3245,1097,3228,1087,3206,1084xe" filled="true" fillcolor="#231f20" stroked="false">
                <v:path arrowok="t"/>
                <v:fill type="solid"/>
              </v:shape>
              <v:shape style="position:absolute;left:3167;top:1084;width:97;height:149" coordorigin="3167,1084" coordsize="97,149" path="m3246,1098l3215,1098,3228,1103,3237,1116,3242,1140,3243,1173,3238,1197,3227,1212,3209,1217,3246,1217,3254,1208,3261,1186,3264,1156,3262,1137,3256,1114,3246,1098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 </w:t>
      </w:r>
      <w:r>
        <w:rPr>
          <w:color w:val="4C4D4F"/>
          <w:spacing w:val="-2"/>
        </w:rPr>
        <w:t>millimeters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centimetres,</w:t>
      </w:r>
      <w:r>
        <w:rPr>
          <w:color w:val="4C4D4F"/>
        </w:rPr>
        <w:t> </w:t>
      </w:r>
      <w:r>
        <w:rPr>
          <w:color w:val="4C4D4F"/>
          <w:spacing w:val="-1"/>
        </w:rPr>
        <w:t>divide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centimetres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10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2"/>
        </w:rPr>
        <w:t>For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example,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3"/>
          <w:szCs w:val="3"/>
        </w:rPr>
      </w:pPr>
    </w:p>
    <w:p>
      <w:pPr>
        <w:spacing w:line="200" w:lineRule="atLeast"/>
        <w:ind w:left="9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99.05pt;height:27.3pt;mso-position-horizontal-relative:char;mso-position-vertical-relative:line" coordorigin="0,0" coordsize="1981,546">
            <v:group style="position:absolute;left:1140;top:287;width:452;height:2" coordorigin="1140,287" coordsize="452,2">
              <v:shape style="position:absolute;left:1140;top:287;width:452;height:2" coordorigin="1140,287" coordsize="452,0" path="m1140,287l1591,287e" filled="false" stroked="true" strokeweight=".541pt" strokecolor="#231f20">
                <v:path arrowok="t"/>
              </v:shape>
            </v:group>
            <v:group style="position:absolute;left:0;top:197;width:49;height:146" coordorigin="0,197" coordsize="49,146">
              <v:shape style="position:absolute;left:0;top:197;width:49;height:146" coordorigin="0,197" coordsize="49,146" path="m49,216l30,216,30,343,49,343,49,216xe" filled="true" fillcolor="#231f20" stroked="false">
                <v:path arrowok="t"/>
                <v:fill type="solid"/>
              </v:shape>
              <v:shape style="position:absolute;left:0;top:197;width:49;height:146" coordorigin="0,197" coordsize="49,146" path="m49,197l32,197,0,214,4,229,29,216,49,216,49,197xe" filled="true" fillcolor="#231f20" stroked="false">
                <v:path arrowok="t"/>
                <v:fill type="solid"/>
              </v:shape>
            </v:group>
            <v:group style="position:absolute;left:98;top:195;width:99;height:148" coordorigin="98,195" coordsize="99,148">
              <v:shape style="position:absolute;left:98;top:195;width:99;height:148" coordorigin="98,195" coordsize="99,148" path="m182,195l178,195,173,195,118,221,98,299,105,318,118,332,138,341,165,342,182,331,184,327,135,327,121,312,116,288,116,285,117,282,123,269,131,264,117,264,167,212,178,211,182,211,182,195xe" filled="true" fillcolor="#231f20" stroked="false">
                <v:path arrowok="t"/>
                <v:fill type="solid"/>
              </v:shape>
              <v:shape style="position:absolute;left:98;top:195;width:99;height:148" coordorigin="98,195" coordsize="99,148" path="m184,262l134,262,152,262,170,273,176,295,173,311,160,324,135,327,184,327,192,312,196,288,189,266,184,262xe" filled="true" fillcolor="#231f20" stroked="false">
                <v:path arrowok="t"/>
                <v:fill type="solid"/>
              </v:shape>
              <v:shape style="position:absolute;left:98;top:195;width:99;height:148" coordorigin="98,195" coordsize="99,148" path="m152,247l136,247,124,254,117,264,131,264,134,262,184,262,174,252,152,247xe" filled="true" fillcolor="#231f20" stroked="false">
                <v:path arrowok="t"/>
                <v:fill type="solid"/>
              </v:shape>
              <v:shape style="position:absolute;left:98;top:195;width:99;height:148" coordorigin="98,195" coordsize="99,148" path="m182,211l178,211,182,211,182,211xe" filled="true" fillcolor="#231f20" stroked="false">
                <v:path arrowok="t"/>
                <v:fill type="solid"/>
              </v:shape>
            </v:group>
            <v:group style="position:absolute;left:204;top:197;width:107;height:146" coordorigin="204,197" coordsize="107,146">
              <v:shape style="position:absolute;left:204;top:197;width:107;height:146" coordorigin="204,197" coordsize="107,146" path="m290,303l272,303,272,343,290,343,290,303xe" filled="true" fillcolor="#231f20" stroked="false">
                <v:path arrowok="t"/>
                <v:fill type="solid"/>
              </v:shape>
              <v:shape style="position:absolute;left:204;top:197;width:107;height:146" coordorigin="204,197" coordsize="107,146" path="m290,197l269,197,204,290,204,303,311,303,311,288,224,288,224,287,260,238,264,231,267,225,272,216,290,216,290,197xe" filled="true" fillcolor="#231f20" stroked="false">
                <v:path arrowok="t"/>
                <v:fill type="solid"/>
              </v:shape>
              <v:shape style="position:absolute;left:204;top:197;width:107;height:146" coordorigin="204,197" coordsize="107,146" path="m290,216l272,216,272,224,272,225,272,288,290,288,290,216xe" filled="true" fillcolor="#231f20" stroked="false">
                <v:path arrowok="t"/>
                <v:fill type="solid"/>
              </v:shape>
            </v:group>
            <v:group style="position:absolute;left:327;top:197;width:86;height:146" coordorigin="327,197" coordsize="86,146">
              <v:shape style="position:absolute;left:327;top:197;width:86;height:146" coordorigin="327,197" coordsize="86,146" path="m327,321l330,340,348,343,377,343,396,332,398,329,345,329,333,325,327,321xe" filled="true" fillcolor="#231f20" stroked="false">
                <v:path arrowok="t"/>
                <v:fill type="solid"/>
              </v:shape>
              <v:shape style="position:absolute;left:327;top:197;width:86;height:146" coordorigin="327,197" coordsize="86,146" path="m401,267l344,267,374,270,388,283,392,306,380,323,358,329,398,329,408,315,413,292,406,271,401,267xe" filled="true" fillcolor="#231f20" stroked="false">
                <v:path arrowok="t"/>
                <v:fill type="solid"/>
              </v:shape>
              <v:shape style="position:absolute;left:327;top:197;width:86;height:146" coordorigin="327,197" coordsize="86,146" path="m410,197l340,197,332,267,344,267,401,267,392,258,383,253,375,251,349,251,354,214,410,214,410,197xe" filled="true" fillcolor="#231f20" stroked="false">
                <v:path arrowok="t"/>
                <v:fill type="solid"/>
              </v:shape>
              <v:shape style="position:absolute;left:327;top:197;width:86;height:146" coordorigin="327,197" coordsize="86,146" path="m372,250l355,250,352,251,349,251,375,251,372,250xe" filled="true" fillcolor="#231f20" stroked="false">
                <v:path arrowok="t"/>
                <v:fill type="solid"/>
              </v:shape>
            </v:group>
            <v:group style="position:absolute;left:468;top:232;width:156;height:111" coordorigin="468,232" coordsize="156,111">
              <v:shape style="position:absolute;left:468;top:232;width:156;height:111" coordorigin="468,232" coordsize="156,111" path="m485,234l468,234,468,251,468,343,488,343,488,274,488,271,489,268,492,258,498,252,486,252,485,234xe" filled="true" fillcolor="#231f20" stroked="false">
                <v:path arrowok="t"/>
                <v:fill type="solid"/>
              </v:shape>
              <v:shape style="position:absolute;left:468;top:232;width:156;height:111" coordorigin="468,232" coordsize="156,111" path="m549,248l529,248,536,261,536,343,556,343,556,272,556,269,557,266,561,257,564,254,551,254,549,248xe" filled="true" fillcolor="#231f20" stroked="false">
                <v:path arrowok="t"/>
                <v:fill type="solid"/>
              </v:shape>
              <v:shape style="position:absolute;left:468;top:232;width:156;height:111" coordorigin="468,232" coordsize="156,111" path="m615,248l569,248,582,248,599,257,604,282,604,343,624,343,618,251,615,248xe" filled="true" fillcolor="#231f20" stroked="false">
                <v:path arrowok="t"/>
                <v:fill type="solid"/>
              </v:shape>
              <v:shape style="position:absolute;left:468;top:232;width:156;height:111" coordorigin="468,232" coordsize="156,111" path="m588,232l577,232,570,235,564,240,559,243,555,248,552,254,564,254,569,248,615,248,604,236,588,232xe" filled="true" fillcolor="#231f20" stroked="false">
                <v:path arrowok="t"/>
                <v:fill type="solid"/>
              </v:shape>
              <v:shape style="position:absolute;left:468;top:232;width:156;height:111" coordorigin="468,232" coordsize="156,111" path="m535,232l503,232,492,242,486,252,498,252,502,248,549,248,546,241,535,232xe" filled="true" fillcolor="#231f20" stroked="false">
                <v:path arrowok="t"/>
                <v:fill type="solid"/>
              </v:shape>
            </v:group>
            <v:group style="position:absolute;left:654;top:232;width:156;height:111" coordorigin="654,232" coordsize="156,111">
              <v:shape style="position:absolute;left:654;top:232;width:156;height:111" coordorigin="654,232" coordsize="156,111" path="m671,234l654,234,655,251,655,343,674,343,674,274,675,271,676,268,679,258,684,252,672,252,671,234xe" filled="true" fillcolor="#231f20" stroked="false">
                <v:path arrowok="t"/>
                <v:fill type="solid"/>
              </v:shape>
              <v:shape style="position:absolute;left:654;top:232;width:156;height:111" coordorigin="654,232" coordsize="156,111" path="m735,248l715,248,723,261,723,343,742,343,742,272,743,269,744,266,747,257,750,254,738,254,735,248xe" filled="true" fillcolor="#231f20" stroked="false">
                <v:path arrowok="t"/>
                <v:fill type="solid"/>
              </v:shape>
              <v:shape style="position:absolute;left:654;top:232;width:156;height:111" coordorigin="654,232" coordsize="156,111" path="m802,248l756,248,768,248,785,257,791,282,791,343,810,343,804,251,802,248xe" filled="true" fillcolor="#231f20" stroked="false">
                <v:path arrowok="t"/>
                <v:fill type="solid"/>
              </v:shape>
              <v:shape style="position:absolute;left:654;top:232;width:156;height:111" coordorigin="654,232" coordsize="156,111" path="m774,232l764,232,757,235,746,243,741,248,738,254,750,254,756,248,802,248,790,236,774,232xe" filled="true" fillcolor="#231f20" stroked="false">
                <v:path arrowok="t"/>
                <v:fill type="solid"/>
              </v:shape>
              <v:shape style="position:absolute;left:654;top:232;width:156;height:111" coordorigin="654,232" coordsize="156,111" path="m722,232l689,232,679,242,673,252,684,252,688,248,735,248,733,241,722,232xe" filled="true" fillcolor="#231f20" stroked="false">
                <v:path arrowok="t"/>
                <v:fill type="solid"/>
              </v:shape>
            </v:group>
            <v:group style="position:absolute;left:865;top:309;width:149;height:2" coordorigin="865,309" coordsize="149,2">
              <v:shape style="position:absolute;left:865;top:309;width:149;height:2" coordorigin="865,309" coordsize="149,0" path="m865,309l1014,309e" filled="false" stroked="true" strokeweight=".6pt" strokecolor="#231f20">
                <v:path arrowok="t"/>
              </v:shape>
            </v:group>
            <v:group style="position:absolute;left:865;top:265;width:149;height:2" coordorigin="865,265" coordsize="149,2">
              <v:shape style="position:absolute;left:865;top:265;width:149;height:2" coordorigin="865,265" coordsize="149,0" path="m865,265l1014,265e" filled="false" stroked="true" strokeweight=".6pt" strokecolor="#231f20">
                <v:path arrowok="t"/>
              </v:shape>
            </v:group>
            <v:group style="position:absolute;left:1158;top:55;width:49;height:146" coordorigin="1158,55" coordsize="49,146">
              <v:shape style="position:absolute;left:1158;top:55;width:49;height:146" coordorigin="1158,55" coordsize="49,146" path="m1207,74l1188,74,1188,201,1207,201,1207,74xe" filled="true" fillcolor="#231f20" stroked="false">
                <v:path arrowok="t"/>
                <v:fill type="solid"/>
              </v:shape>
              <v:shape style="position:absolute;left:1158;top:55;width:49;height:146" coordorigin="1158,55" coordsize="49,146" path="m1207,55l1190,55,1158,72,1162,87,1187,74,1207,74,1207,55xe" filled="true" fillcolor="#231f20" stroked="false">
                <v:path arrowok="t"/>
                <v:fill type="solid"/>
              </v:shape>
            </v:group>
            <v:group style="position:absolute;left:1256;top:53;width:99;height:148" coordorigin="1256,53" coordsize="99,148">
              <v:shape style="position:absolute;left:1256;top:53;width:99;height:148" coordorigin="1256,53" coordsize="99,148" path="m1340,53l1337,53,1332,53,1276,79,1256,157,1263,176,1276,191,1296,199,1323,200,1340,189,1342,185,1293,185,1279,170,1274,146,1274,143,1275,140,1282,127,1290,122,1275,122,1325,70,1336,69,1340,69,1340,53xe" filled="true" fillcolor="#231f20" stroked="false">
                <v:path arrowok="t"/>
                <v:fill type="solid"/>
              </v:shape>
              <v:shape style="position:absolute;left:1256;top:53;width:99;height:148" coordorigin="1256,53" coordsize="99,148" path="m1343,120l1293,120,1310,120,1328,131,1335,153,1332,169,1318,182,1293,185,1342,185,1351,170,1354,146,1347,124,1343,120xe" filled="true" fillcolor="#231f20" stroked="false">
                <v:path arrowok="t"/>
                <v:fill type="solid"/>
              </v:shape>
              <v:shape style="position:absolute;left:1256;top:53;width:99;height:148" coordorigin="1256,53" coordsize="99,148" path="m1311,105l1295,105,1282,112,1275,122,1290,122,1293,120,1343,120,1332,110,1311,105xe" filled="true" fillcolor="#231f20" stroked="false">
                <v:path arrowok="t"/>
                <v:fill type="solid"/>
              </v:shape>
              <v:shape style="position:absolute;left:1256;top:53;width:99;height:148" coordorigin="1256,53" coordsize="99,148" path="m1340,69l1336,69,1340,69,1340,69xe" filled="true" fillcolor="#231f20" stroked="false">
                <v:path arrowok="t"/>
                <v:fill type="solid"/>
              </v:shape>
            </v:group>
            <v:group style="position:absolute;left:1362;top:55;width:107;height:146" coordorigin="1362,55" coordsize="107,146">
              <v:shape style="position:absolute;left:1362;top:55;width:107;height:146" coordorigin="1362,55" coordsize="107,146" path="m1449,161l1430,161,1430,201,1449,201,1449,161xe" filled="true" fillcolor="#231f20" stroked="false">
                <v:path arrowok="t"/>
                <v:fill type="solid"/>
              </v:shape>
              <v:shape style="position:absolute;left:1362;top:55;width:107;height:146" coordorigin="1362,55" coordsize="107,146" path="m1449,55l1427,55,1362,148,1362,161,1469,161,1469,146,1382,146,1382,145,1418,96,1422,89,1426,83,1430,74,1449,74,1449,55xe" filled="true" fillcolor="#231f20" stroked="false">
                <v:path arrowok="t"/>
                <v:fill type="solid"/>
              </v:shape>
              <v:shape style="position:absolute;left:1362;top:55;width:107;height:146" coordorigin="1362,55" coordsize="107,146" path="m1449,74l1431,74,1430,82,1430,83,1430,146,1449,146,1449,74xe" filled="true" fillcolor="#231f20" stroked="false">
                <v:path arrowok="t"/>
                <v:fill type="solid"/>
              </v:shape>
            </v:group>
            <v:group style="position:absolute;left:1485;top:55;width:86;height:146" coordorigin="1485,55" coordsize="86,146">
              <v:shape style="position:absolute;left:1485;top:55;width:86;height:146" coordorigin="1485,55" coordsize="86,146" path="m1485,179l1489,198,1506,201,1535,201,1554,190,1556,187,1503,187,1491,183,1485,179xe" filled="true" fillcolor="#231f20" stroked="false">
                <v:path arrowok="t"/>
                <v:fill type="solid"/>
              </v:shape>
              <v:shape style="position:absolute;left:1485;top:55;width:86;height:146" coordorigin="1485,55" coordsize="86,146" path="m1559,125l1502,125,1532,128,1546,141,1550,164,1538,181,1517,187,1556,187,1567,173,1571,150,1564,129,1559,125xe" filled="true" fillcolor="#231f20" stroked="false">
                <v:path arrowok="t"/>
                <v:fill type="solid"/>
              </v:shape>
              <v:shape style="position:absolute;left:1485;top:55;width:86;height:146" coordorigin="1485,55" coordsize="86,146" path="m1568,55l1498,55,1490,125,1502,125,1559,125,1550,116,1541,111,1534,109,1507,109,1513,72,1568,72,1568,55xe" filled="true" fillcolor="#231f20" stroked="false">
                <v:path arrowok="t"/>
                <v:fill type="solid"/>
              </v:shape>
              <v:shape style="position:absolute;left:1485;top:55;width:86;height:146" coordorigin="1485,55" coordsize="86,146" path="m1530,109l1513,109,1510,109,1507,109,1534,109,1530,109xe" filled="true" fillcolor="#231f20" stroked="false">
                <v:path arrowok="t"/>
                <v:fill type="solid"/>
              </v:shape>
            </v:group>
            <v:group style="position:absolute;left:1061;top:0;width:58;height:546" coordorigin="1061,0" coordsize="58,546">
              <v:shape style="position:absolute;left:1061;top:0;width:58;height:546" coordorigin="1061,0" coordsize="58,546" path="m1118,0l1084,50,1072,119,1065,185,1061,264,1061,294,1061,321,1067,393,1075,454,1090,519,1098,545,1115,535,1111,521,1107,506,1094,439,1087,378,1083,307,1082,253,1083,228,1087,159,1095,99,1109,30,1114,15,1118,0xe" filled="true" fillcolor="#231f20" stroked="false">
                <v:path arrowok="t"/>
                <v:fill type="solid"/>
              </v:shape>
            </v:group>
            <v:group style="position:absolute;left:1723;top:234;width:83;height:112" coordorigin="1723,234" coordsize="83,112">
              <v:shape style="position:absolute;left:1723;top:234;width:83;height:112" coordorigin="1723,234" coordsize="83,112" path="m1788,234l1731,259,1723,310,1733,329,1751,341,1774,345,1788,345,1800,341,1805,339,1802,329,1788,329,1767,328,1753,319,1744,301,1743,271,1756,254,1778,248,1801,248,1802,237,1788,234xe" filled="true" fillcolor="#231f20" stroked="false">
                <v:path arrowok="t"/>
                <v:fill type="solid"/>
              </v:shape>
              <v:shape style="position:absolute;left:1723;top:234;width:83;height:112" coordorigin="1723,234" coordsize="83,112" path="m1801,324l1796,327,1788,329,1802,329,1801,324xe" filled="true" fillcolor="#231f20" stroked="false">
                <v:path arrowok="t"/>
                <v:fill type="solid"/>
              </v:shape>
              <v:shape style="position:absolute;left:1723;top:234;width:83;height:112" coordorigin="1723,234" coordsize="83,112" path="m1801,248l1789,248,1796,251,1801,253,1801,248xe" filled="true" fillcolor="#231f20" stroked="false">
                <v:path arrowok="t"/>
                <v:fill type="solid"/>
              </v:shape>
            </v:group>
            <v:group style="position:absolute;left:1824;top:232;width:156;height:111" coordorigin="1824,232" coordsize="156,111">
              <v:shape style="position:absolute;left:1824;top:232;width:156;height:111" coordorigin="1824,232" coordsize="156,111" path="m1842,234l1824,234,1825,251,1825,343,1845,343,1845,274,1845,271,1846,268,1849,258,1855,252,1843,252,1842,234xe" filled="true" fillcolor="#231f20" stroked="false">
                <v:path arrowok="t"/>
                <v:fill type="solid"/>
              </v:shape>
              <v:shape style="position:absolute;left:1824;top:232;width:156;height:111" coordorigin="1824,232" coordsize="156,111" path="m1906,248l1886,248,1893,261,1893,343,1912,343,1912,272,1913,269,1914,266,1918,257,1920,254,1908,254,1906,248xe" filled="true" fillcolor="#231f20" stroked="false">
                <v:path arrowok="t"/>
                <v:fill type="solid"/>
              </v:shape>
              <v:shape style="position:absolute;left:1824;top:232;width:156;height:111" coordorigin="1824,232" coordsize="156,111" path="m1972,248l1926,248,1938,248,1955,257,1961,282,1961,343,1980,343,1975,251,1972,248xe" filled="true" fillcolor="#231f20" stroked="false">
                <v:path arrowok="t"/>
                <v:fill type="solid"/>
              </v:shape>
              <v:shape style="position:absolute;left:1824;top:232;width:156;height:111" coordorigin="1824,232" coordsize="156,111" path="m1944,232l1934,232,1927,235,1916,243,1912,248,1908,254,1920,254,1926,248,1972,248,1960,236,1944,232xe" filled="true" fillcolor="#231f20" stroked="false">
                <v:path arrowok="t"/>
                <v:fill type="solid"/>
              </v:shape>
              <v:shape style="position:absolute;left:1824;top:232;width:156;height:111" coordorigin="1824,232" coordsize="156,111" path="m1892,232l1859,232,1849,242,1843,252,1855,252,1858,248,1906,248,1903,241,1892,232xe" filled="true" fillcolor="#231f20" stroked="false">
                <v:path arrowok="t"/>
                <v:fill type="solid"/>
              </v:shape>
            </v:group>
            <v:group style="position:absolute;left:1627;top:7;width:58;height:537" coordorigin="1627,7" coordsize="58,537">
              <v:shape style="position:absolute;left:1627;top:7;width:58;height:537" coordorigin="1627,7" coordsize="58,537" path="m1646,7l1628,10,1632,24,1636,39,1650,106,1658,166,1662,235,1663,289,1662,314,1658,383,1650,444,1635,513,1627,543,1648,540,1666,468,1678,390,1683,317,1684,260,1684,233,1679,159,1670,98,1655,33,1651,19,1646,7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p>
      <w:pPr>
        <w:spacing w:line="150" w:lineRule="atLeast"/>
        <w:ind w:left="1779" w:right="0" w:firstLine="0"/>
        <w:rPr>
          <w:rFonts w:ascii="Arial" w:hAnsi="Arial" w:cs="Arial" w:eastAsia="Arial"/>
          <w:sz w:val="15"/>
          <w:szCs w:val="15"/>
        </w:rPr>
      </w:pPr>
      <w:r>
        <w:rPr>
          <w:rFonts w:ascii="Arial" w:hAnsi="Arial" w:cs="Arial" w:eastAsia="Arial"/>
          <w:sz w:val="15"/>
          <w:szCs w:val="15"/>
        </w:rPr>
        <w:pict>
          <v:group style="width:49.05pt;height:7.55pt;mso-position-horizontal-relative:char;mso-position-vertical-relative:line" coordorigin="0,0" coordsize="981,151">
            <v:group style="position:absolute;left:208;top:2;width:49;height:146" coordorigin="208,2" coordsize="49,146">
              <v:shape style="position:absolute;left:208;top:2;width:49;height:146" coordorigin="208,2" coordsize="49,146" path="m256,21l237,21,237,148,256,148,256,21xe" filled="true" fillcolor="#231f20" stroked="false">
                <v:path arrowok="t"/>
                <v:fill type="solid"/>
              </v:shape>
              <v:shape style="position:absolute;left:208;top:2;width:49;height:146" coordorigin="208,2" coordsize="49,146" path="m256,2l239,2,208,19,211,34,237,21,256,21,256,2xe" filled="true" fillcolor="#231f20" stroked="false">
                <v:path arrowok="t"/>
                <v:fill type="solid"/>
              </v:shape>
            </v:group>
            <v:group style="position:absolute;left:305;top:0;width:99;height:148" coordorigin="305,0" coordsize="99,148">
              <v:shape style="position:absolute;left:305;top:0;width:99;height:148" coordorigin="305,0" coordsize="99,148" path="m390,0l386,0,381,0,326,26,305,104,312,123,326,138,345,146,372,147,389,136,392,132,342,132,328,117,324,93,324,90,324,87,331,74,339,69,325,69,375,17,386,16,390,16,390,0xe" filled="true" fillcolor="#231f20" stroked="false">
                <v:path arrowok="t"/>
                <v:fill type="solid"/>
              </v:shape>
              <v:shape style="position:absolute;left:305;top:0;width:99;height:148" coordorigin="305,0" coordsize="99,148" path="m392,67l342,67,360,67,377,78,384,100,381,116,368,129,342,132,392,132,400,117,404,93,397,71,392,67xe" filled="true" fillcolor="#231f20" stroked="false">
                <v:path arrowok="t"/>
                <v:fill type="solid"/>
              </v:shape>
              <v:shape style="position:absolute;left:305;top:0;width:99;height:148" coordorigin="305,0" coordsize="99,148" path="m360,52l344,52,332,59,325,69,339,69,342,67,392,67,382,57,360,52xe" filled="true" fillcolor="#231f20" stroked="false">
                <v:path arrowok="t"/>
                <v:fill type="solid"/>
              </v:shape>
              <v:shape style="position:absolute;left:305;top:0;width:99;height:148" coordorigin="305,0" coordsize="99,148" path="m390,16l386,16,390,16,390,16xe" filled="true" fillcolor="#231f20" stroked="false">
                <v:path arrowok="t"/>
                <v:fill type="solid"/>
              </v:shape>
            </v:group>
            <v:group style="position:absolute;left:412;top:2;width:107;height:146" coordorigin="412,2" coordsize="107,146">
              <v:shape style="position:absolute;left:412;top:2;width:107;height:146" coordorigin="412,2" coordsize="107,146" path="m498,108l479,108,479,148,498,148,498,108xe" filled="true" fillcolor="#231f20" stroked="false">
                <v:path arrowok="t"/>
                <v:fill type="solid"/>
              </v:shape>
              <v:shape style="position:absolute;left:412;top:2;width:107;height:146" coordorigin="412,2" coordsize="107,146" path="m498,2l477,2,412,95,412,108,518,108,518,93,432,93,432,92,467,43,471,36,475,30,479,21,498,21,498,2xe" filled="true" fillcolor="#231f20" stroked="false">
                <v:path arrowok="t"/>
                <v:fill type="solid"/>
              </v:shape>
              <v:shape style="position:absolute;left:412;top:2;width:107;height:146" coordorigin="412,2" coordsize="107,146" path="m498,21l480,21,480,29,480,30,479,93,498,93,498,21xe" filled="true" fillcolor="#231f20" stroked="false">
                <v:path arrowok="t"/>
                <v:fill type="solid"/>
              </v:shape>
            </v:group>
            <v:group style="position:absolute;left:577;top:2;width:86;height:146" coordorigin="577,2" coordsize="86,146">
              <v:shape style="position:absolute;left:577;top:2;width:86;height:146" coordorigin="577,2" coordsize="86,146" path="m577,126l580,145,597,148,627,148,646,137,647,134,595,134,583,130,577,126xe" filled="true" fillcolor="#231f20" stroked="false">
                <v:path arrowok="t"/>
                <v:fill type="solid"/>
              </v:shape>
              <v:shape style="position:absolute;left:577;top:2;width:86;height:146" coordorigin="577,2" coordsize="86,146" path="m651,72l594,72,623,75,638,88,642,111,629,128,608,134,647,134,658,120,662,97,656,76,651,72xe" filled="true" fillcolor="#231f20" stroked="false">
                <v:path arrowok="t"/>
                <v:fill type="solid"/>
              </v:shape>
              <v:shape style="position:absolute;left:577;top:2;width:86;height:146" coordorigin="577,2" coordsize="86,146" path="m659,2l590,2,582,72,594,72,651,72,642,63,633,58,625,56,598,56,604,19,659,19,659,2xe" filled="true" fillcolor="#231f20" stroked="false">
                <v:path arrowok="t"/>
                <v:fill type="solid"/>
              </v:shape>
              <v:shape style="position:absolute;left:577;top:2;width:86;height:146" coordorigin="577,2" coordsize="86,146" path="m622,56l605,56,602,56,598,56,625,56,622,56xe" filled="true" fillcolor="#231f20" stroked="false">
                <v:path arrowok="t"/>
                <v:fill type="solid"/>
              </v:shape>
            </v:group>
            <v:group style="position:absolute;left:723;top:39;width:83;height:112" coordorigin="723,39" coordsize="83,112">
              <v:shape style="position:absolute;left:723;top:39;width:83;height:112" coordorigin="723,39" coordsize="83,112" path="m788,39l731,64,723,115,734,134,751,146,774,150,788,150,800,147,805,144,803,134,789,134,768,133,753,124,745,106,743,76,756,59,778,53,801,53,803,42,788,39xe" filled="true" fillcolor="#231f20" stroked="false">
                <v:path arrowok="t"/>
                <v:fill type="solid"/>
              </v:shape>
              <v:shape style="position:absolute;left:723;top:39;width:83;height:112" coordorigin="723,39" coordsize="83,112" path="m802,129l796,132,789,134,803,134,802,129xe" filled="true" fillcolor="#231f20" stroked="false">
                <v:path arrowok="t"/>
                <v:fill type="solid"/>
              </v:shape>
              <v:shape style="position:absolute;left:723;top:39;width:83;height:112" coordorigin="723,39" coordsize="83,112" path="m801,53l789,53,796,56,801,58,801,53xe" filled="true" fillcolor="#231f20" stroked="false">
                <v:path arrowok="t"/>
                <v:fill type="solid"/>
              </v:shape>
            </v:group>
            <v:group style="position:absolute;left:825;top:37;width:156;height:111" coordorigin="825,37" coordsize="156,111">
              <v:shape style="position:absolute;left:825;top:37;width:156;height:111" coordorigin="825,37" coordsize="156,111" path="m842,39l825,39,826,56,826,148,845,148,845,79,845,76,846,73,850,63,855,57,843,57,842,39xe" filled="true" fillcolor="#231f20" stroked="false">
                <v:path arrowok="t"/>
                <v:fill type="solid"/>
              </v:shape>
              <v:shape style="position:absolute;left:825;top:37;width:156;height:111" coordorigin="825,37" coordsize="156,111" path="m906,53l886,53,894,66,894,148,913,148,913,77,913,74,914,71,918,62,921,59,908,59,906,53xe" filled="true" fillcolor="#231f20" stroked="false">
                <v:path arrowok="t"/>
                <v:fill type="solid"/>
              </v:shape>
              <v:shape style="position:absolute;left:825;top:37;width:156;height:111" coordorigin="825,37" coordsize="156,111" path="m972,53l926,53,939,53,956,62,961,87,961,148,981,148,975,56,972,53xe" filled="true" fillcolor="#231f20" stroked="false">
                <v:path arrowok="t"/>
                <v:fill type="solid"/>
              </v:shape>
              <v:shape style="position:absolute;left:825;top:37;width:156;height:111" coordorigin="825,37" coordsize="156,111" path="m945,37l935,37,928,40,917,48,912,53,909,59,921,59,926,53,972,53,961,41,945,37xe" filled="true" fillcolor="#231f20" stroked="false">
                <v:path arrowok="t"/>
                <v:fill type="solid"/>
              </v:shape>
              <v:shape style="position:absolute;left:825;top:37;width:156;height:111" coordorigin="825,37" coordsize="156,111" path="m892,37l860,37,850,47,844,57,855,57,859,53,906,53,904,46,892,37xe" filled="true" fillcolor="#231f20" stroked="false">
                <v:path arrowok="t"/>
                <v:fill type="solid"/>
              </v:shape>
            </v:group>
            <v:group style="position:absolute;left:6;top:114;width:149;height:2" coordorigin="6,114" coordsize="149,2">
              <v:shape style="position:absolute;left:6;top:114;width:149;height:2" coordorigin="6,114" coordsize="149,0" path="m6,114l155,114e" filled="false" stroked="true" strokeweight=".6pt" strokecolor="#231f20">
                <v:path arrowok="t"/>
              </v:shape>
            </v:group>
            <v:group style="position:absolute;left:6;top:70;width:149;height:2" coordorigin="6,70" coordsize="149,2">
              <v:shape style="position:absolute;left:6;top:70;width:149;height:2" coordorigin="6,70" coordsize="149,0" path="m6,70l155,70e" filled="false" stroked="true" strokeweight=".6pt" strokecolor="#231f20">
                <v:path arrowok="t"/>
              </v:shape>
            </v:group>
            <v:group style="position:absolute;left:532;top:122;width:27;height:29" coordorigin="532,122" coordsize="27,29">
              <v:shape style="position:absolute;left:532;top:122;width:27;height:29" coordorigin="532,122" coordsize="27,29" path="m553,122l538,122,532,128,532,144,537,150,553,150,559,144,559,128,553,12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15"/>
          <w:szCs w:val="15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8"/>
        </w:numPr>
        <w:tabs>
          <w:tab w:pos="900" w:val="left" w:leader="none"/>
        </w:tabs>
        <w:spacing w:line="284" w:lineRule="auto" w:before="72" w:after="0"/>
        <w:ind w:left="900" w:right="3206" w:hanging="320"/>
        <w:jc w:val="left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metres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centimetres,</w:t>
      </w:r>
      <w:r>
        <w:rPr>
          <w:color w:val="4C4D4F"/>
        </w:rPr>
        <w:t> </w:t>
      </w:r>
      <w:r>
        <w:rPr>
          <w:color w:val="4C4D4F"/>
          <w:spacing w:val="-1"/>
        </w:rPr>
        <w:t>multiply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2"/>
        </w:rPr>
        <w:t>100.</w:t>
      </w:r>
      <w:r>
        <w:rPr>
          <w:color w:val="4C4D4F"/>
          <w:spacing w:val="45"/>
          <w:w w:val="99"/>
        </w:rPr>
        <w:t> </w:t>
      </w:r>
      <w:r>
        <w:rPr>
          <w:color w:val="4C4D4F"/>
          <w:spacing w:val="-2"/>
        </w:rPr>
        <w:t>For example,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8"/>
          <w:szCs w:val="8"/>
        </w:rPr>
      </w:pPr>
    </w:p>
    <w:p>
      <w:pPr>
        <w:tabs>
          <w:tab w:pos="1862" w:val="left" w:leader="none"/>
        </w:tabs>
        <w:spacing w:line="50" w:lineRule="atLeast"/>
        <w:ind w:left="92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/>
          <w:position w:val="3"/>
          <w:sz w:val="15"/>
        </w:rPr>
        <w:pict>
          <v:group style="width:22.6pt;height:7.6pt;mso-position-horizontal-relative:char;mso-position-vertical-relative:line" coordorigin="0,0" coordsize="452,152">
            <v:group style="position:absolute;left:0;top:0;width:52;height:141" coordorigin="0,0" coordsize="52,141">
              <v:shape style="position:absolute;left:0;top:0;width:52;height:141" coordorigin="0,0" coordsize="52,141" path="m52,31l34,31,34,141,52,141,52,31xe" filled="true" fillcolor="#231f20" stroked="false">
                <v:path arrowok="t"/>
                <v:fill type="solid"/>
              </v:shape>
              <v:shape style="position:absolute;left:0;top:0;width:52;height:141" coordorigin="0,0" coordsize="52,141" path="m52,0l40,0,37,6,32,12,18,25,10,31,0,35,0,52,34,31,52,31,52,0xe" filled="true" fillcolor="#231f20" stroked="false">
                <v:path arrowok="t"/>
                <v:fill type="solid"/>
              </v:shape>
            </v:group>
            <v:group style="position:absolute;left:103;top:121;width:20;height:20" coordorigin="103,121" coordsize="20,20">
              <v:shape style="position:absolute;left:103;top:121;width:20;height:20" coordorigin="103,121" coordsize="20,20" path="m103,131l123,131e" filled="false" stroked="true" strokeweight="1.079pt" strokecolor="#231f20">
                <v:path arrowok="t"/>
              </v:shape>
            </v:group>
            <v:group style="position:absolute;left:146;top:0;width:92;height:143" coordorigin="146,0" coordsize="92,143">
              <v:shape style="position:absolute;left:146;top:0;width:92;height:143" coordorigin="146,0" coordsize="92,143" path="m206,0l149,41,146,92,150,113,158,127,168,138,179,143,202,143,209,141,223,133,226,129,188,129,184,127,174,122,171,118,166,107,165,101,165,86,167,79,178,68,162,68,189,14,228,14,215,3,206,0xe" filled="true" fillcolor="#231f20" stroked="false">
                <v:path arrowok="t"/>
                <v:fill type="solid"/>
              </v:shape>
              <v:shape style="position:absolute;left:146;top:0;width:92;height:143" coordorigin="146,0" coordsize="92,143" path="m228,65l200,65,207,68,217,79,220,86,220,107,217,114,207,126,200,129,226,129,228,127,235,112,237,104,237,82,233,71,228,65xe" filled="true" fillcolor="#231f20" stroked="false">
                <v:path arrowok="t"/>
                <v:fill type="solid"/>
              </v:shape>
              <v:shape style="position:absolute;left:146;top:0;width:92;height:143" coordorigin="146,0" coordsize="92,143" path="m207,50l189,50,183,51,171,57,166,62,162,68,178,68,178,68,185,65,228,65,217,54,207,50xe" filled="true" fillcolor="#231f20" stroked="false">
                <v:path arrowok="t"/>
                <v:fill type="solid"/>
              </v:shape>
              <v:shape style="position:absolute;left:146;top:0;width:92;height:143" coordorigin="146,0" coordsize="92,143" path="m228,14l201,14,207,17,211,22,214,25,216,29,218,36,235,35,233,24,229,15,228,14xe" filled="true" fillcolor="#231f20" stroked="false">
                <v:path arrowok="t"/>
                <v:fill type="solid"/>
              </v:shape>
            </v:group>
            <v:group style="position:absolute;left:247;top:1;width:97;height:140" coordorigin="247,1" coordsize="97,140">
              <v:shape style="position:absolute;left:247;top:1;width:97;height:140" coordorigin="247,1" coordsize="97,140" path="m325,107l307,107,307,141,325,141,325,107xe" filled="true" fillcolor="#231f20" stroked="false">
                <v:path arrowok="t"/>
                <v:fill type="solid"/>
              </v:shape>
              <v:shape style="position:absolute;left:247;top:1;width:97;height:140" coordorigin="247,1" coordsize="97,140" path="m325,1l311,1,247,91,247,107,344,107,344,91,264,91,307,28,325,28,325,1xe" filled="true" fillcolor="#231f20" stroked="false">
                <v:path arrowok="t"/>
                <v:fill type="solid"/>
              </v:shape>
              <v:shape style="position:absolute;left:247;top:1;width:97;height:140" coordorigin="247,1" coordsize="97,140" path="m325,28l307,28,307,91,325,91,325,28xe" filled="true" fillcolor="#231f20" stroked="false">
                <v:path arrowok="t"/>
                <v:fill type="solid"/>
              </v:shape>
            </v:group>
            <v:group style="position:absolute;left:359;top:2;width:93;height:141" coordorigin="359,2" coordsize="93,141">
              <v:shape style="position:absolute;left:359;top:2;width:93;height:141" coordorigin="359,2" coordsize="93,141" path="m377,102l359,104,360,116,365,125,381,139,391,143,405,143,425,139,437,129,397,129,391,127,381,118,378,111,377,102xe" filled="true" fillcolor="#231f20" stroked="false">
                <v:path arrowok="t"/>
                <v:fill type="solid"/>
              </v:shape>
              <v:shape style="position:absolute;left:359;top:2;width:93;height:141" coordorigin="359,2" coordsize="93,141" path="m442,63l413,63,420,66,431,77,434,85,434,105,431,113,419,126,412,129,437,129,441,126,448,117,452,106,452,80,448,69,442,63xe" filled="true" fillcolor="#231f20" stroked="false">
                <v:path arrowok="t"/>
                <v:fill type="solid"/>
              </v:shape>
              <v:shape style="position:absolute;left:359;top:2;width:93;height:141" coordorigin="359,2" coordsize="93,141" path="m445,2l376,2,362,74,378,77,381,73,384,69,393,64,398,63,442,63,435,57,382,57,389,19,445,19,445,2xe" filled="true" fillcolor="#231f20" stroked="false">
                <v:path arrowok="t"/>
                <v:fill type="solid"/>
              </v:shape>
              <v:shape style="position:absolute;left:359;top:2;width:93;height:141" coordorigin="359,2" coordsize="93,141" path="m420,48l399,48,390,51,382,57,435,57,431,52,420,48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3"/>
          <w:sz w:val="15"/>
        </w:rPr>
      </w:r>
      <w:r>
        <w:rPr>
          <w:rFonts w:ascii="Times New Roman"/>
          <w:spacing w:val="45"/>
          <w:position w:val="3"/>
          <w:sz w:val="10"/>
        </w:rPr>
        <w:t> </w:t>
      </w:r>
      <w:r>
        <w:rPr>
          <w:rFonts w:ascii="Arial"/>
          <w:spacing w:val="45"/>
          <w:position w:val="4"/>
          <w:sz w:val="10"/>
        </w:rPr>
        <w:pict>
          <v:group style="width:6.9pt;height:5.2pt;mso-position-horizontal-relative:char;mso-position-vertical-relative:line" coordorigin="0,0" coordsize="138,104">
            <v:group style="position:absolute;left:0;top:0;width:138;height:104" coordorigin="0,0" coordsize="138,104">
              <v:shape style="position:absolute;left:0;top:0;width:138;height:104" coordorigin="0,0" coordsize="138,104" path="m15,2l0,2,0,104,17,104,17,42,18,35,22,25,25,21,32,17,15,17,15,2xe" filled="true" fillcolor="#231f20" stroked="false">
                <v:path arrowok="t"/>
                <v:fill type="solid"/>
              </v:shape>
              <v:shape style="position:absolute;left:0;top:0;width:138;height:104" coordorigin="0,0" coordsize="138,104" path="m74,15l49,15,53,17,59,24,60,30,60,104,77,104,77,34,80,27,89,18,75,18,74,15xe" filled="true" fillcolor="#231f20" stroked="false">
                <v:path arrowok="t"/>
                <v:fill type="solid"/>
              </v:shape>
              <v:shape style="position:absolute;left:0;top:0;width:138;height:104" coordorigin="0,0" coordsize="138,104" path="m135,15l106,15,110,16,116,20,118,22,120,28,120,33,120,104,137,104,137,22,135,15xe" filled="true" fillcolor="#231f20" stroked="false">
                <v:path arrowok="t"/>
                <v:fill type="solid"/>
              </v:shape>
              <v:shape style="position:absolute;left:0;top:0;width:138;height:104" coordorigin="0,0" coordsize="138,104" path="m116,0l93,0,83,6,75,18,89,18,89,17,95,15,135,15,135,14,124,3,116,0xe" filled="true" fillcolor="#231f20" stroked="false">
                <v:path arrowok="t"/>
                <v:fill type="solid"/>
              </v:shape>
              <v:shape style="position:absolute;left:0;top:0;width:138;height:104" coordorigin="0,0" coordsize="138,104" path="m54,0l39,0,33,2,23,8,19,12,15,17,32,17,33,16,37,15,74,15,73,12,69,8,60,2,54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45"/>
          <w:position w:val="4"/>
          <w:sz w:val="10"/>
        </w:rPr>
      </w:r>
      <w:r>
        <w:rPr>
          <w:rFonts w:ascii="Times New Roman"/>
          <w:spacing w:val="75"/>
          <w:position w:val="4"/>
          <w:sz w:val="5"/>
        </w:rPr>
        <w:t> </w:t>
      </w:r>
      <w:r>
        <w:rPr>
          <w:rFonts w:ascii="Arial"/>
          <w:spacing w:val="75"/>
          <w:position w:val="8"/>
          <w:sz w:val="5"/>
        </w:rPr>
        <w:pict>
          <v:group style="width:4.650pt;height:2.95pt;mso-position-horizontal-relative:char;mso-position-vertical-relative:line" coordorigin="0,0" coordsize="93,59">
            <v:group style="position:absolute;left:0;top:0;width:93;height:59" coordorigin="0,0" coordsize="93,59">
              <v:shape style="position:absolute;left:0;top:0;width:93;height:59" coordorigin="0,0" coordsize="93,59" path="m92,43l0,43,0,59,92,59,92,43xe" filled="true" fillcolor="#231f20" stroked="false">
                <v:path arrowok="t"/>
                <v:fill type="solid"/>
              </v:shape>
              <v:shape style="position:absolute;left:0;top:0;width:93;height:59" coordorigin="0,0" coordsize="93,59" path="m92,0l0,0,0,16,92,16,92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75"/>
          <w:position w:val="8"/>
          <w:sz w:val="5"/>
        </w:rPr>
      </w:r>
      <w:r>
        <w:rPr>
          <w:rFonts w:ascii="Arial"/>
          <w:spacing w:val="75"/>
          <w:position w:val="8"/>
          <w:sz w:val="5"/>
        </w:rPr>
        <w:tab/>
      </w:r>
      <w:r>
        <w:rPr>
          <w:rFonts w:ascii="Arial"/>
          <w:spacing w:val="75"/>
          <w:sz w:val="18"/>
        </w:rPr>
        <w:pict>
          <v:group style="width:27.05pt;height:9.2pt;mso-position-horizontal-relative:char;mso-position-vertical-relative:line" coordorigin="0,0" coordsize="541,184">
            <v:group style="position:absolute;left:0;top:0;width:46;height:184" coordorigin="0,0" coordsize="46,184">
              <v:shape style="position:absolute;left:0;top:0;width:46;height:184" coordorigin="0,0" coordsize="46,184" path="m45,0l6,49,0,82,0,109,4,128,12,150,22,168,33,184,36,168,28,149,21,130,18,111,17,92,17,80,37,13,45,0xe" filled="true" fillcolor="#231f20" stroked="false">
                <v:path arrowok="t"/>
                <v:fill type="solid"/>
              </v:shape>
            </v:group>
            <v:group style="position:absolute;left:70;top:2;width:52;height:141" coordorigin="70,2" coordsize="52,141">
              <v:shape style="position:absolute;left:70;top:2;width:52;height:141" coordorigin="70,2" coordsize="52,141" path="m121,33l104,33,104,142,121,142,121,33xe" filled="true" fillcolor="#231f20" stroked="false">
                <v:path arrowok="t"/>
                <v:fill type="solid"/>
              </v:shape>
              <v:shape style="position:absolute;left:70;top:2;width:52;height:141" coordorigin="70,2" coordsize="52,141" path="m121,2l110,2,107,8,102,14,88,27,80,32,70,37,70,54,104,33,121,33,121,2xe" filled="true" fillcolor="#231f20" stroked="false">
                <v:path arrowok="t"/>
                <v:fill type="solid"/>
              </v:shape>
            </v:group>
            <v:group style="position:absolute;left:172;top:123;width:20;height:20" coordorigin="172,123" coordsize="20,20">
              <v:shape style="position:absolute;left:172;top:123;width:20;height:20" coordorigin="172,123" coordsize="20,20" path="m172,133l191,133e" filled="false" stroked="true" strokeweight="1.079pt" strokecolor="#231f20">
                <v:path arrowok="t"/>
              </v:shape>
            </v:group>
            <v:group style="position:absolute;left:235;top:2;width:92;height:143" coordorigin="235,2" coordsize="92,143">
              <v:shape style="position:absolute;left:235;top:2;width:92;height:143" coordorigin="235,2" coordsize="92,143" path="m295,2l238,43,235,94,239,114,247,129,256,140,268,145,291,145,298,143,312,135,315,131,277,131,273,129,263,124,260,119,255,109,254,103,254,88,256,81,267,70,251,70,278,16,317,16,304,5,295,2xe" filled="true" fillcolor="#231f20" stroked="false">
                <v:path arrowok="t"/>
                <v:fill type="solid"/>
              </v:shape>
              <v:shape style="position:absolute;left:235;top:2;width:92;height:143" coordorigin="235,2" coordsize="92,143" path="m317,67l289,67,296,70,306,81,309,88,309,109,306,116,296,128,289,131,315,131,317,129,324,114,326,106,326,84,322,73,317,67xe" filled="true" fillcolor="#231f20" stroked="false">
                <v:path arrowok="t"/>
                <v:fill type="solid"/>
              </v:shape>
              <v:shape style="position:absolute;left:235;top:2;width:92;height:143" coordorigin="235,2" coordsize="92,143" path="m296,52l278,52,272,53,260,59,255,64,251,70,267,70,267,70,274,67,317,67,306,56,296,52xe" filled="true" fillcolor="#231f20" stroked="false">
                <v:path arrowok="t"/>
                <v:fill type="solid"/>
              </v:shape>
              <v:shape style="position:absolute;left:235;top:2;width:92;height:143" coordorigin="235,2" coordsize="92,143" path="m317,16l290,16,296,18,300,23,303,26,305,31,307,38,324,37,322,26,318,17,317,16xe" filled="true" fillcolor="#231f20" stroked="false">
                <v:path arrowok="t"/>
                <v:fill type="solid"/>
              </v:shape>
            </v:group>
            <v:group style="position:absolute;left:336;top:2;width:97;height:140" coordorigin="336,2" coordsize="97,140">
              <v:shape style="position:absolute;left:336;top:2;width:97;height:140" coordorigin="336,2" coordsize="97,140" path="m414,109l396,109,396,142,414,142,414,109xe" filled="true" fillcolor="#231f20" stroked="false">
                <v:path arrowok="t"/>
                <v:fill type="solid"/>
              </v:shape>
              <v:shape style="position:absolute;left:336;top:2;width:97;height:140" coordorigin="336,2" coordsize="97,140" path="m414,2l400,2,336,93,336,109,433,109,433,93,353,93,396,30,414,30,414,2xe" filled="true" fillcolor="#231f20" stroked="false">
                <v:path arrowok="t"/>
                <v:fill type="solid"/>
              </v:shape>
              <v:shape style="position:absolute;left:336;top:2;width:97;height:140" coordorigin="336,2" coordsize="97,140" path="m414,30l396,30,396,93,414,93,414,30xe" filled="true" fillcolor="#231f20" stroked="false">
                <v:path arrowok="t"/>
                <v:fill type="solid"/>
              </v:shape>
            </v:group>
            <v:group style="position:absolute;left:448;top:4;width:93;height:141" coordorigin="448,4" coordsize="93,141">
              <v:shape style="position:absolute;left:448;top:4;width:93;height:141" coordorigin="448,4" coordsize="93,141" path="m466,104l448,106,449,118,454,127,470,141,480,145,494,145,514,140,526,131,486,131,480,128,470,120,467,113,466,104xe" filled="true" fillcolor="#231f20" stroked="false">
                <v:path arrowok="t"/>
                <v:fill type="solid"/>
              </v:shape>
              <v:shape style="position:absolute;left:448;top:4;width:93;height:141" coordorigin="448,4" coordsize="93,141" path="m531,65l502,65,509,68,520,79,523,87,523,107,520,115,508,128,501,131,526,131,530,128,537,119,541,108,541,82,537,71,531,65xe" filled="true" fillcolor="#231f20" stroked="false">
                <v:path arrowok="t"/>
                <v:fill type="solid"/>
              </v:shape>
              <v:shape style="position:absolute;left:448;top:4;width:93;height:141" coordorigin="448,4" coordsize="93,141" path="m534,4l465,4,451,76,467,78,470,74,473,71,482,66,487,65,531,65,524,58,471,58,478,21,534,21,534,4xe" filled="true" fillcolor="#231f20" stroked="false">
                <v:path arrowok="t"/>
                <v:fill type="solid"/>
              </v:shape>
              <v:shape style="position:absolute;left:448;top:4;width:93;height:141" coordorigin="448,4" coordsize="93,141" path="m509,50l488,50,479,52,471,58,524,58,520,54,509,5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75"/>
          <w:sz w:val="18"/>
        </w:rPr>
      </w:r>
      <w:r>
        <w:rPr>
          <w:rFonts w:ascii="Times New Roman"/>
          <w:spacing w:val="66"/>
          <w:sz w:val="5"/>
        </w:rPr>
        <w:t> </w:t>
      </w:r>
      <w:r>
        <w:rPr>
          <w:rFonts w:ascii="Arial"/>
          <w:spacing w:val="66"/>
          <w:position w:val="5"/>
          <w:sz w:val="8"/>
        </w:rPr>
        <w:pict>
          <v:group style="width:4.2pt;height:4.2pt;mso-position-horizontal-relative:char;mso-position-vertical-relative:line" coordorigin="0,0" coordsize="84,84">
            <v:group style="position:absolute;left:0;top:0;width:84;height:84" coordorigin="0,0" coordsize="84,84">
              <v:shape style="position:absolute;left:0;top:0;width:84;height:84" coordorigin="0,0" coordsize="84,84" path="m12,0l0,12,30,42,0,72,12,83,42,53,65,53,53,42,65,30,42,30,12,0xe" filled="true" fillcolor="#231f20" stroked="false">
                <v:path arrowok="t"/>
                <v:fill type="solid"/>
              </v:shape>
              <v:shape style="position:absolute;left:0;top:0;width:84;height:84" coordorigin="0,0" coordsize="84,84" path="m65,53l42,53,72,83,83,72,65,53xe" filled="true" fillcolor="#231f20" stroked="false">
                <v:path arrowok="t"/>
                <v:fill type="solid"/>
              </v:shape>
              <v:shape style="position:absolute;left:0;top:0;width:84;height:84" coordorigin="0,0" coordsize="84,84" path="m72,0l42,30,65,30,83,12,72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66"/>
          <w:position w:val="5"/>
          <w:sz w:val="8"/>
        </w:rPr>
      </w:r>
      <w:r>
        <w:rPr>
          <w:rFonts w:ascii="Times New Roman"/>
          <w:spacing w:val="62"/>
          <w:position w:val="5"/>
          <w:sz w:val="5"/>
        </w:rPr>
        <w:t> </w:t>
      </w:r>
      <w:r>
        <w:rPr>
          <w:rFonts w:ascii="Arial"/>
          <w:spacing w:val="62"/>
          <w:sz w:val="18"/>
        </w:rPr>
        <w:pict>
          <v:group style="width:17.8pt;height:9.2pt;mso-position-horizontal-relative:char;mso-position-vertical-relative:line" coordorigin="0,0" coordsize="356,184">
            <v:group style="position:absolute;left:0;top:2;width:52;height:141" coordorigin="0,2" coordsize="52,141">
              <v:shape style="position:absolute;left:0;top:2;width:52;height:141" coordorigin="0,2" coordsize="52,141" path="m52,33l34,33,34,142,52,142,52,33xe" filled="true" fillcolor="#231f20" stroked="false">
                <v:path arrowok="t"/>
                <v:fill type="solid"/>
              </v:shape>
              <v:shape style="position:absolute;left:0;top:2;width:52;height:141" coordorigin="0,2" coordsize="52,141" path="m52,2l41,2,38,8,32,14,18,27,10,32,0,37,0,54,34,33,52,33,52,2xe" filled="true" fillcolor="#231f20" stroked="false">
                <v:path arrowok="t"/>
                <v:fill type="solid"/>
              </v:shape>
            </v:group>
            <v:group style="position:absolute;left:93;top:2;width:92;height:143" coordorigin="93,2" coordsize="92,143">
              <v:shape style="position:absolute;left:93;top:2;width:92;height:143" coordorigin="93,2" coordsize="92,143" path="m147,2l129,2,121,5,93,73,95,96,99,116,107,130,115,140,126,145,149,145,158,142,171,131,172,131,131,131,125,127,117,116,113,99,111,73,111,62,114,40,120,26,125,19,131,16,171,16,169,14,165,9,153,3,147,2xe" filled="true" fillcolor="#231f20" stroked="false">
                <v:path arrowok="t"/>
                <v:fill type="solid"/>
              </v:shape>
              <v:shape style="position:absolute;left:93;top:2;width:92;height:143" coordorigin="93,2" coordsize="92,143" path="m171,16l147,16,154,20,163,36,166,54,167,83,164,105,159,119,154,127,147,131,172,131,176,123,180,113,184,96,185,73,185,59,184,48,180,32,177,25,171,16xe" filled="true" fillcolor="#231f20" stroked="false">
                <v:path arrowok="t"/>
                <v:fill type="solid"/>
              </v:shape>
            </v:group>
            <v:group style="position:absolute;left:200;top:2;width:92;height:143" coordorigin="200,2" coordsize="92,143">
              <v:shape style="position:absolute;left:200;top:2;width:92;height:143" coordorigin="200,2" coordsize="92,143" path="m253,2l236,2,227,5,200,73,202,96,206,116,214,130,222,140,232,145,256,145,264,142,278,131,278,131,238,131,231,127,224,116,219,99,218,73,218,62,221,40,227,26,231,19,238,16,277,16,276,14,271,9,260,3,253,2xe" filled="true" fillcolor="#231f20" stroked="false">
                <v:path arrowok="t"/>
                <v:fill type="solid"/>
              </v:shape>
              <v:shape style="position:absolute;left:200;top:2;width:92;height:143" coordorigin="200,2" coordsize="92,143" path="m277,16l254,16,260,20,270,36,273,54,274,83,271,105,266,119,260,127,254,131,278,131,283,123,286,113,290,96,291,73,291,59,290,48,286,32,283,25,277,16xe" filled="true" fillcolor="#231f20" stroked="false">
                <v:path arrowok="t"/>
                <v:fill type="solid"/>
              </v:shape>
            </v:group>
            <v:group style="position:absolute;left:310;top:0;width:46;height:184" coordorigin="310,0" coordsize="46,184">
              <v:shape style="position:absolute;left:310;top:0;width:46;height:184" coordorigin="310,0" coordsize="46,184" path="m323,0l310,0,318,13,323,23,326,29,330,37,333,47,337,64,338,81,338,107,335,126,329,145,321,165,310,184,323,184,353,122,356,77,352,59,344,35,335,17,323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62"/>
          <w:sz w:val="18"/>
        </w:rPr>
      </w:r>
      <w:r>
        <w:rPr>
          <w:rFonts w:ascii="Times New Roman"/>
          <w:spacing w:val="74"/>
          <w:sz w:val="5"/>
        </w:rPr>
        <w:t> </w:t>
      </w:r>
      <w:r>
        <w:rPr>
          <w:rFonts w:ascii="Arial"/>
          <w:spacing w:val="74"/>
          <w:position w:val="4"/>
          <w:sz w:val="10"/>
        </w:rPr>
        <w:pict>
          <v:group style="width:11.85pt;height:5.35pt;mso-position-horizontal-relative:char;mso-position-vertical-relative:line" coordorigin="0,0" coordsize="237,107">
            <v:group style="position:absolute;left:0;top:0;width:89;height:106" coordorigin="0,0" coordsize="89,106">
              <v:shape style="position:absolute;left:0;top:0;width:89;height:106" coordorigin="0,0" coordsize="89,106" path="m57,0l38,0,29,2,15,10,9,16,2,33,0,42,0,55,3,76,13,92,21,102,32,106,57,106,67,103,79,92,38,92,31,89,20,76,18,67,18,39,20,30,31,17,38,14,80,14,80,14,66,3,57,0xe" filled="true" fillcolor="#231f20" stroked="false">
                <v:path arrowok="t"/>
                <v:fill type="solid"/>
              </v:shape>
              <v:shape style="position:absolute;left:0;top:0;width:89;height:106" coordorigin="0,0" coordsize="89,106" path="m71,67l70,75,67,82,58,90,53,92,79,92,82,90,87,80,88,69,71,67xe" filled="true" fillcolor="#231f20" stroked="false">
                <v:path arrowok="t"/>
                <v:fill type="solid"/>
              </v:shape>
              <v:shape style="position:absolute;left:0;top:0;width:89;height:106" coordorigin="0,0" coordsize="89,106" path="m80,14l53,14,58,16,66,23,68,28,70,35,87,32,85,22,80,14xe" filled="true" fillcolor="#231f20" stroked="false">
                <v:path arrowok="t"/>
                <v:fill type="solid"/>
              </v:shape>
            </v:group>
            <v:group style="position:absolute;left:99;top:0;width:138;height:104" coordorigin="99,0" coordsize="138,104">
              <v:shape style="position:absolute;left:99;top:0;width:138;height:104" coordorigin="99,0" coordsize="138,104" path="m115,2l99,2,99,104,117,104,117,42,117,35,121,25,124,21,132,17,115,17,115,2xe" filled="true" fillcolor="#231f20" stroked="false">
                <v:path arrowok="t"/>
                <v:fill type="solid"/>
              </v:shape>
              <v:shape style="position:absolute;left:99;top:0;width:138;height:104" coordorigin="99,0" coordsize="138,104" path="m173,15l148,15,153,17,158,24,160,30,160,104,177,104,177,34,179,27,188,18,174,18,173,15xe" filled="true" fillcolor="#231f20" stroked="false">
                <v:path arrowok="t"/>
                <v:fill type="solid"/>
              </v:shape>
              <v:shape style="position:absolute;left:99;top:0;width:138;height:104" coordorigin="99,0" coordsize="138,104" path="m234,15l206,15,209,16,215,20,217,22,219,28,220,33,220,104,237,104,237,22,234,15xe" filled="true" fillcolor="#231f20" stroked="false">
                <v:path arrowok="t"/>
                <v:fill type="solid"/>
              </v:shape>
              <v:shape style="position:absolute;left:99;top:0;width:138;height:104" coordorigin="99,0" coordsize="138,104" path="m216,0l193,0,182,6,174,18,188,18,189,17,195,15,234,15,234,14,229,8,223,3,216,0xe" filled="true" fillcolor="#231f20" stroked="false">
                <v:path arrowok="t"/>
                <v:fill type="solid"/>
              </v:shape>
              <v:shape style="position:absolute;left:99;top:0;width:138;height:104" coordorigin="99,0" coordsize="138,104" path="m153,0l139,0,133,2,122,8,118,12,115,17,132,17,132,16,137,15,173,15,172,12,169,8,159,2,153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74"/>
          <w:position w:val="4"/>
          <w:sz w:val="10"/>
        </w:rPr>
      </w:r>
    </w:p>
    <w:p>
      <w:pPr>
        <w:spacing w:line="240" w:lineRule="auto" w:before="2"/>
        <w:rPr>
          <w:rFonts w:ascii="Arial" w:hAnsi="Arial" w:cs="Arial" w:eastAsia="Arial"/>
          <w:sz w:val="7"/>
          <w:szCs w:val="7"/>
        </w:rPr>
      </w:pPr>
    </w:p>
    <w:p>
      <w:pPr>
        <w:tabs>
          <w:tab w:pos="1866" w:val="left" w:leader="none"/>
        </w:tabs>
        <w:spacing w:line="50" w:lineRule="atLeast"/>
        <w:ind w:left="1667" w:right="0" w:firstLine="0"/>
        <w:rPr>
          <w:rFonts w:ascii="Arial" w:hAnsi="Arial" w:cs="Arial" w:eastAsia="Arial"/>
          <w:sz w:val="15"/>
          <w:szCs w:val="15"/>
        </w:rPr>
      </w:pPr>
      <w:r>
        <w:rPr>
          <w:rFonts w:ascii="Arial"/>
          <w:position w:val="5"/>
          <w:sz w:val="5"/>
        </w:rPr>
        <w:pict>
          <v:group style="width:4.650pt;height:2.95pt;mso-position-horizontal-relative:char;mso-position-vertical-relative:line" coordorigin="0,0" coordsize="93,59">
            <v:group style="position:absolute;left:0;top:0;width:93;height:59" coordorigin="0,0" coordsize="93,59">
              <v:shape style="position:absolute;left:0;top:0;width:93;height:59" coordorigin="0,0" coordsize="93,59" path="m92,42l0,42,0,59,92,59,92,42xe" filled="true" fillcolor="#231f20" stroked="false">
                <v:path arrowok="t"/>
                <v:fill type="solid"/>
              </v:shape>
              <v:shape style="position:absolute;left:0;top:0;width:93;height:59" coordorigin="0,0" coordsize="93,59" path="m92,0l0,0,0,16,92,16,92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5"/>
          <w:sz w:val="5"/>
        </w:rPr>
      </w:r>
      <w:r>
        <w:rPr>
          <w:rFonts w:ascii="Arial"/>
          <w:position w:val="5"/>
          <w:sz w:val="5"/>
        </w:rPr>
        <w:tab/>
      </w:r>
      <w:r>
        <w:rPr>
          <w:rFonts w:ascii="Arial"/>
          <w:sz w:val="15"/>
        </w:rPr>
        <w:pict>
          <v:group style="width:39.3pt;height:7.6pt;mso-position-horizontal-relative:char;mso-position-vertical-relative:line" coordorigin="0,0" coordsize="786,152">
            <v:group style="position:absolute;left:0;top:0;width:52;height:141" coordorigin="0,0" coordsize="52,141">
              <v:shape style="position:absolute;left:0;top:0;width:52;height:141" coordorigin="0,0" coordsize="52,141" path="m52,31l34,31,34,141,52,141,52,31xe" filled="true" fillcolor="#231f20" stroked="false">
                <v:path arrowok="t"/>
                <v:fill type="solid"/>
              </v:shape>
              <v:shape style="position:absolute;left:0;top:0;width:52;height:141" coordorigin="0,0" coordsize="52,141" path="m52,0l41,0,38,6,32,12,18,25,10,31,0,35,0,52,34,31,52,31,52,0xe" filled="true" fillcolor="#231f20" stroked="false">
                <v:path arrowok="t"/>
                <v:fill type="solid"/>
              </v:shape>
            </v:group>
            <v:group style="position:absolute;left:94;top:0;width:92;height:143" coordorigin="94,0" coordsize="92,143">
              <v:shape style="position:absolute;left:94;top:0;width:92;height:143" coordorigin="94,0" coordsize="92,143" path="m154,0l97,41,94,92,98,113,106,127,115,138,127,143,150,143,157,141,170,133,174,129,136,129,131,127,122,122,119,118,114,107,112,101,112,86,115,79,125,68,110,68,136,14,176,14,163,3,154,0xe" filled="true" fillcolor="#231f20" stroked="false">
                <v:path arrowok="t"/>
                <v:fill type="solid"/>
              </v:shape>
              <v:shape style="position:absolute;left:94;top:0;width:92;height:143" coordorigin="94,0" coordsize="92,143" path="m176,65l148,65,155,68,165,79,167,86,167,107,165,114,155,126,148,129,174,129,176,127,183,112,185,104,185,82,181,71,176,65xe" filled="true" fillcolor="#231f20" stroked="false">
                <v:path arrowok="t"/>
                <v:fill type="solid"/>
              </v:shape>
              <v:shape style="position:absolute;left:94;top:0;width:92;height:143" coordorigin="94,0" coordsize="92,143" path="m155,50l137,50,131,51,119,57,114,62,110,68,125,68,126,68,133,65,176,65,165,54,155,50xe" filled="true" fillcolor="#231f20" stroked="false">
                <v:path arrowok="t"/>
                <v:fill type="solid"/>
              </v:shape>
              <v:shape style="position:absolute;left:94;top:0;width:92;height:143" coordorigin="94,0" coordsize="92,143" path="m176,14l149,14,154,17,159,22,162,25,164,29,166,36,183,35,181,24,177,15,176,14xe" filled="true" fillcolor="#231f20" stroked="false">
                <v:path arrowok="t"/>
                <v:fill type="solid"/>
              </v:shape>
            </v:group>
            <v:group style="position:absolute;left:194;top:1;width:97;height:140" coordorigin="194,1" coordsize="97,140">
              <v:shape style="position:absolute;left:194;top:1;width:97;height:140" coordorigin="194,1" coordsize="97,140" path="m272,107l255,107,255,141,272,141,272,107xe" filled="true" fillcolor="#231f20" stroked="false">
                <v:path arrowok="t"/>
                <v:fill type="solid"/>
              </v:shape>
              <v:shape style="position:absolute;left:194;top:1;width:97;height:140" coordorigin="194,1" coordsize="97,140" path="m272,1l258,1,194,91,194,107,291,107,291,91,211,91,255,28,272,28,272,1xe" filled="true" fillcolor="#231f20" stroked="false">
                <v:path arrowok="t"/>
                <v:fill type="solid"/>
              </v:shape>
              <v:shape style="position:absolute;left:194;top:1;width:97;height:140" coordorigin="194,1" coordsize="97,140" path="m272,28l255,28,255,91,272,91,272,28xe" filled="true" fillcolor="#231f20" stroked="false">
                <v:path arrowok="t"/>
                <v:fill type="solid"/>
              </v:shape>
            </v:group>
            <v:group style="position:absolute;left:316;top:121;width:20;height:20" coordorigin="316,121" coordsize="20,20">
              <v:shape style="position:absolute;left:316;top:121;width:20;height:20" coordorigin="316,121" coordsize="20,20" path="m316,131l336,131e" filled="false" stroked="true" strokeweight="1.079pt" strokecolor="#231f20">
                <v:path arrowok="t"/>
              </v:shape>
            </v:group>
            <v:group style="position:absolute;left:385;top:3;width:93;height:141" coordorigin="385,3" coordsize="93,141">
              <v:shape style="position:absolute;left:385;top:3;width:93;height:141" coordorigin="385,3" coordsize="93,141" path="m403,102l385,104,386,116,391,125,407,139,418,143,431,143,451,139,463,129,423,129,418,127,408,118,405,111,403,102xe" filled="true" fillcolor="#231f20" stroked="false">
                <v:path arrowok="t"/>
                <v:fill type="solid"/>
              </v:shape>
              <v:shape style="position:absolute;left:385;top:3;width:93;height:141" coordorigin="385,3" coordsize="93,141" path="m468,63l439,63,446,66,457,77,460,85,460,105,457,113,446,126,439,129,463,129,467,126,474,117,478,106,478,80,474,69,468,63xe" filled="true" fillcolor="#231f20" stroked="false">
                <v:path arrowok="t"/>
                <v:fill type="solid"/>
              </v:shape>
              <v:shape style="position:absolute;left:385;top:3;width:93;height:141" coordorigin="385,3" coordsize="93,141" path="m472,3l402,3,388,74,404,77,407,72,411,69,419,64,424,63,468,63,462,57,408,57,416,19,472,19,472,3xe" filled="true" fillcolor="#231f20" stroked="false">
                <v:path arrowok="t"/>
                <v:fill type="solid"/>
              </v:shape>
              <v:shape style="position:absolute;left:385;top:3;width:93;height:141" coordorigin="385,3" coordsize="93,141" path="m447,48l425,48,417,51,408,57,462,57,457,52,447,48xe" filled="true" fillcolor="#231f20" stroked="false">
                <v:path arrowok="t"/>
                <v:fill type="solid"/>
              </v:shape>
            </v:group>
            <v:group style="position:absolute;left:538;top:37;width:89;height:106" coordorigin="538,37" coordsize="89,106">
              <v:shape style="position:absolute;left:538;top:37;width:89;height:106" coordorigin="538,37" coordsize="89,106" path="m595,37l575,37,567,39,552,47,547,53,539,70,538,79,538,92,541,113,550,129,559,138,570,143,595,143,604,140,617,129,575,129,568,126,558,113,555,103,555,76,558,67,569,54,576,51,618,51,618,51,604,40,595,37xe" filled="true" fillcolor="#231f20" stroked="false">
                <v:path arrowok="t"/>
                <v:fill type="solid"/>
              </v:shape>
              <v:shape style="position:absolute;left:538;top:37;width:89;height:106" coordorigin="538,37" coordsize="89,106" path="m609,103l608,112,605,118,600,123,596,127,590,129,617,129,619,126,624,117,626,106,609,103xe" filled="true" fillcolor="#231f20" stroked="false">
                <v:path arrowok="t"/>
                <v:fill type="solid"/>
              </v:shape>
              <v:shape style="position:absolute;left:538;top:37;width:89;height:106" coordorigin="538,37" coordsize="89,106" path="m618,51l590,51,595,53,603,60,606,65,608,72,624,69,622,59,618,51xe" filled="true" fillcolor="#231f20" stroked="false">
                <v:path arrowok="t"/>
                <v:fill type="solid"/>
              </v:shape>
            </v:group>
            <v:group style="position:absolute;left:648;top:37;width:138;height:104" coordorigin="648,37" coordsize="138,104">
              <v:shape style="position:absolute;left:648;top:37;width:138;height:104" coordorigin="648,37" coordsize="138,104" path="m663,39l648,39,648,141,665,141,665,79,666,72,670,62,673,58,680,53,663,53,663,39xe" filled="true" fillcolor="#231f20" stroked="false">
                <v:path arrowok="t"/>
                <v:fill type="solid"/>
              </v:shape>
              <v:shape style="position:absolute;left:648;top:37;width:138;height:104" coordorigin="648,37" coordsize="138,104" path="m722,52l697,52,701,54,707,61,708,67,708,141,725,141,725,71,728,64,737,55,723,55,722,52xe" filled="true" fillcolor="#231f20" stroked="false">
                <v:path arrowok="t"/>
                <v:fill type="solid"/>
              </v:shape>
              <v:shape style="position:absolute;left:648;top:37;width:138;height:104" coordorigin="648,37" coordsize="138,104" path="m783,52l754,52,758,53,763,56,766,59,768,65,768,70,768,141,785,141,785,59,783,52xe" filled="true" fillcolor="#231f20" stroked="false">
                <v:path arrowok="t"/>
                <v:fill type="solid"/>
              </v:shape>
              <v:shape style="position:absolute;left:648;top:37;width:138;height:104" coordorigin="648,37" coordsize="138,104" path="m764,37l741,37,731,43,723,55,737,55,737,54,743,52,783,52,783,51,772,40,764,37xe" filled="true" fillcolor="#231f20" stroked="false">
                <v:path arrowok="t"/>
                <v:fill type="solid"/>
              </v:shape>
              <v:shape style="position:absolute;left:648;top:37;width:138;height:104" coordorigin="648,37" coordsize="138,104" path="m702,37l687,37,681,38,671,44,666,48,663,53,680,53,681,53,685,52,722,52,721,49,717,45,708,38,702,37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5"/>
        </w:rPr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900" w:val="left" w:leader="none"/>
        </w:tabs>
        <w:spacing w:line="284" w:lineRule="auto" w:before="72" w:after="0"/>
        <w:ind w:left="900" w:right="3338" w:hanging="320"/>
        <w:jc w:val="left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</w:t>
      </w:r>
      <w:r>
        <w:rPr>
          <w:color w:val="4C4D4F"/>
        </w:rPr>
        <w:t> a</w:t>
      </w:r>
      <w:r>
        <w:rPr>
          <w:color w:val="4C4D4F"/>
          <w:spacing w:val="-2"/>
        </w:rPr>
        <w:t> measurement</w:t>
      </w:r>
      <w:r>
        <w:rPr>
          <w:color w:val="4C4D4F"/>
        </w:rPr>
        <w:t> from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millimeters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metres,</w:t>
      </w:r>
      <w:r>
        <w:rPr>
          <w:color w:val="4C4D4F"/>
        </w:rPr>
        <w:t> </w:t>
      </w:r>
      <w:r>
        <w:rPr>
          <w:color w:val="4C4D4F"/>
          <w:spacing w:val="-1"/>
        </w:rPr>
        <w:t>divide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1000.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2"/>
        </w:rPr>
        <w:t>For example,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3"/>
          <w:szCs w:val="3"/>
        </w:rPr>
      </w:pPr>
    </w:p>
    <w:p>
      <w:pPr>
        <w:spacing w:line="200" w:lineRule="atLeast"/>
        <w:ind w:left="9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94.1pt;height:26.75pt;mso-position-horizontal-relative:char;mso-position-vertical-relative:line" coordorigin="0,0" coordsize="1882,535">
            <v:group style="position:absolute;left:1118;top:281;width:447;height:2" coordorigin="1118,281" coordsize="447,2">
              <v:shape style="position:absolute;left:1118;top:281;width:447;height:2" coordorigin="1118,281" coordsize="447,0" path="m1118,281l1565,281e" filled="false" stroked="true" strokeweight=".531pt" strokecolor="#231f20">
                <v:path arrowok="t"/>
              </v:shape>
            </v:group>
            <v:group style="position:absolute;left:0;top:193;width:48;height:143" coordorigin="0,193" coordsize="48,143">
              <v:shape style="position:absolute;left:0;top:193;width:48;height:143" coordorigin="0,193" coordsize="48,143" path="m48,211l29,211,29,336,48,336,48,211xe" filled="true" fillcolor="#231f20" stroked="false">
                <v:path arrowok="t"/>
                <v:fill type="solid"/>
              </v:shape>
              <v:shape style="position:absolute;left:0;top:193;width:48;height:143" coordorigin="0,193" coordsize="48,143" path="m48,193l31,193,0,210,4,225,29,211,48,211,48,193xe" filled="true" fillcolor="#231f20" stroked="false">
                <v:path arrowok="t"/>
                <v:fill type="solid"/>
              </v:shape>
            </v:group>
            <v:group style="position:absolute;left:95;top:191;width:98;height:146" coordorigin="95,191" coordsize="98,146">
              <v:shape style="position:absolute;left:95;top:191;width:98;height:146" coordorigin="95,191" coordsize="98,146" path="m178,191l175,191,170,191,109,226,95,290,101,310,114,325,133,334,159,337,177,326,180,321,133,321,119,307,114,283,114,279,114,277,121,264,129,259,115,259,164,208,175,207,178,207,178,191xe" filled="true" fillcolor="#231f20" stroked="false">
                <v:path arrowok="t"/>
                <v:fill type="solid"/>
              </v:shape>
              <v:shape style="position:absolute;left:95;top:191;width:98;height:146" coordorigin="95,191" coordsize="98,146" path="m181,257l132,257,148,257,166,267,173,289,170,304,158,318,133,321,180,321,189,307,192,284,186,262,181,257xe" filled="true" fillcolor="#231f20" stroked="false">
                <v:path arrowok="t"/>
                <v:fill type="solid"/>
              </v:shape>
              <v:shape style="position:absolute;left:95;top:191;width:98;height:146" coordorigin="95,191" coordsize="98,146" path="m149,242l134,242,122,249,115,259,129,259,132,257,181,257,171,247,149,242xe" filled="true" fillcolor="#231f20" stroked="false">
                <v:path arrowok="t"/>
                <v:fill type="solid"/>
              </v:shape>
              <v:shape style="position:absolute;left:95;top:191;width:98;height:146" coordorigin="95,191" coordsize="98,146" path="m178,207l175,207,178,207,178,207xe" filled="true" fillcolor="#231f20" stroked="false">
                <v:path arrowok="t"/>
                <v:fill type="solid"/>
              </v:shape>
            </v:group>
            <v:group style="position:absolute;left:200;top:193;width:105;height:143" coordorigin="200,193" coordsize="105,143">
              <v:shape style="position:absolute;left:200;top:193;width:105;height:143" coordorigin="200,193" coordsize="105,143" path="m285,297l267,297,267,336,285,336,285,297xe" filled="true" fillcolor="#231f20" stroked="false">
                <v:path arrowok="t"/>
                <v:fill type="solid"/>
              </v:shape>
              <v:shape style="position:absolute;left:200;top:193;width:105;height:143" coordorigin="200,193" coordsize="105,143" path="m285,193l264,193,200,285,200,297,305,297,305,282,220,282,220,282,255,233,259,227,262,220,267,212,285,212,285,193xe" filled="true" fillcolor="#231f20" stroked="false">
                <v:path arrowok="t"/>
                <v:fill type="solid"/>
              </v:shape>
              <v:shape style="position:absolute;left:200;top:193;width:105;height:143" coordorigin="200,193" coordsize="105,143" path="m285,212l267,212,267,220,267,220,267,282,285,282,285,212xe" filled="true" fillcolor="#231f20" stroked="false">
                <v:path arrowok="t"/>
                <v:fill type="solid"/>
              </v:shape>
            </v:group>
            <v:group style="position:absolute;left:321;top:193;width:84;height:144" coordorigin="321,193" coordsize="84,144">
              <v:shape style="position:absolute;left:321;top:193;width:84;height:144" coordorigin="321,193" coordsize="84,144" path="m321,315l323,333,339,337,368,337,387,327,390,323,338,323,327,319,321,315xe" filled="true" fillcolor="#231f20" stroked="false">
                <v:path arrowok="t"/>
                <v:fill type="solid"/>
              </v:shape>
              <v:shape style="position:absolute;left:321;top:193;width:84;height:144" coordorigin="321,193" coordsize="84,144" path="m393,262l336,262,365,264,380,277,385,299,373,317,352,323,390,323,400,310,405,288,398,267,393,262xe" filled="true" fillcolor="#231f20" stroked="false">
                <v:path arrowok="t"/>
                <v:fill type="solid"/>
              </v:shape>
              <v:shape style="position:absolute;left:321;top:193;width:84;height:144" coordorigin="321,193" coordsize="84,144" path="m402,193l334,193,325,262,336,262,393,262,384,253,376,248,368,246,342,246,347,210,402,210,402,193xe" filled="true" fillcolor="#231f20" stroked="false">
                <v:path arrowok="t"/>
                <v:fill type="solid"/>
              </v:shape>
              <v:shape style="position:absolute;left:321;top:193;width:84;height:144" coordorigin="321,193" coordsize="84,144" path="m365,246l348,246,345,246,342,246,368,246,365,246xe" filled="true" fillcolor="#231f20" stroked="false">
                <v:path arrowok="t"/>
                <v:fill type="solid"/>
              </v:shape>
            </v:group>
            <v:group style="position:absolute;left:459;top:228;width:153;height:109" coordorigin="459,228" coordsize="153,109">
              <v:shape style="position:absolute;left:459;top:228;width:153;height:109" coordorigin="459,228" coordsize="153,109" path="m476,230l459,230,459,244,460,336,478,336,478,269,479,266,480,263,483,253,489,247,476,247,476,230xe" filled="true" fillcolor="#231f20" stroked="false">
                <v:path arrowok="t"/>
                <v:fill type="solid"/>
              </v:shape>
              <v:shape style="position:absolute;left:459;top:228;width:153;height:109" coordorigin="459,228" coordsize="153,109" path="m539,244l519,244,526,256,526,336,545,336,545,267,546,264,547,261,550,252,553,249,541,249,539,244xe" filled="true" fillcolor="#231f20" stroked="false">
                <v:path arrowok="t"/>
                <v:fill type="solid"/>
              </v:shape>
              <v:shape style="position:absolute;left:459;top:228;width:153;height:109" coordorigin="459,228" coordsize="153,109" path="m603,244l558,244,570,244,587,252,593,276,593,336,612,336,606,247,603,244xe" filled="true" fillcolor="#231f20" stroked="false">
                <v:path arrowok="t"/>
                <v:fill type="solid"/>
              </v:shape>
              <v:shape style="position:absolute;left:459;top:228;width:153;height:109" coordorigin="459,228" coordsize="153,109" path="m576,228l566,228,560,230,549,238,544,243,541,249,553,249,558,244,603,244,593,232,576,228xe" filled="true" fillcolor="#231f20" stroked="false">
                <v:path arrowok="t"/>
                <v:fill type="solid"/>
              </v:shape>
              <v:shape style="position:absolute;left:459;top:228;width:153;height:109" coordorigin="459,228" coordsize="153,109" path="m525,228l493,228,483,237,477,247,489,247,492,244,539,244,536,236,525,228xe" filled="true" fillcolor="#231f20" stroked="false">
                <v:path arrowok="t"/>
                <v:fill type="solid"/>
              </v:shape>
            </v:group>
            <v:group style="position:absolute;left:642;top:228;width:153;height:109" coordorigin="642,228" coordsize="153,109">
              <v:shape style="position:absolute;left:642;top:228;width:153;height:109" coordorigin="642,228" coordsize="153,109" path="m658,230l642,230,642,244,642,336,661,336,661,269,662,266,663,263,666,253,671,247,659,247,658,230xe" filled="true" fillcolor="#231f20" stroked="false">
                <v:path arrowok="t"/>
                <v:fill type="solid"/>
              </v:shape>
              <v:shape style="position:absolute;left:642;top:228;width:153;height:109" coordorigin="642,228" coordsize="153,109" path="m722,244l702,244,709,256,709,336,728,336,728,267,729,264,729,261,733,252,736,249,724,249,722,244xe" filled="true" fillcolor="#231f20" stroked="false">
                <v:path arrowok="t"/>
                <v:fill type="solid"/>
              </v:shape>
              <v:shape style="position:absolute;left:642;top:228;width:153;height:109" coordorigin="642,228" coordsize="153,109" path="m786,244l741,244,753,244,770,252,776,276,776,336,795,336,789,247,786,244xe" filled="true" fillcolor="#231f20" stroked="false">
                <v:path arrowok="t"/>
                <v:fill type="solid"/>
              </v:shape>
              <v:shape style="position:absolute;left:642;top:228;width:153;height:109" coordorigin="642,228" coordsize="153,109" path="m759,228l749,228,742,230,732,238,727,243,724,249,736,249,741,244,786,244,775,232,759,228xe" filled="true" fillcolor="#231f20" stroked="false">
                <v:path arrowok="t"/>
                <v:fill type="solid"/>
              </v:shape>
              <v:shape style="position:absolute;left:642;top:228;width:153;height:109" coordorigin="642,228" coordsize="153,109" path="m708,228l676,228,666,237,660,247,671,247,675,244,722,244,719,236,708,228xe" filled="true" fillcolor="#231f20" stroked="false">
                <v:path arrowok="t"/>
                <v:fill type="solid"/>
              </v:shape>
            </v:group>
            <v:group style="position:absolute;left:849;top:303;width:146;height:2" coordorigin="849,303" coordsize="146,2">
              <v:shape style="position:absolute;left:849;top:303;width:146;height:2" coordorigin="849,303" coordsize="146,0" path="m849,303l994,303e" filled="false" stroked="true" strokeweight=".6pt" strokecolor="#231f20">
                <v:path arrowok="t"/>
              </v:shape>
            </v:group>
            <v:group style="position:absolute;left:849;top:260;width:146;height:2" coordorigin="849,260" coordsize="146,2">
              <v:shape style="position:absolute;left:849;top:260;width:146;height:2" coordorigin="849,260" coordsize="146,0" path="m849,260l994,260e" filled="false" stroked="true" strokeweight=".5pt" strokecolor="#231f20">
                <v:path arrowok="t"/>
              </v:shape>
            </v:group>
            <v:group style="position:absolute;left:1139;top:54;width:48;height:143" coordorigin="1139,54" coordsize="48,143">
              <v:shape style="position:absolute;left:1139;top:54;width:48;height:143" coordorigin="1139,54" coordsize="48,143" path="m1187,72l1168,72,1168,197,1187,197,1187,72xe" filled="true" fillcolor="#231f20" stroked="false">
                <v:path arrowok="t"/>
                <v:fill type="solid"/>
              </v:shape>
              <v:shape style="position:absolute;left:1139;top:54;width:48;height:143" coordorigin="1139,54" coordsize="48,143" path="m1187,54l1170,54,1139,71,1143,86,1167,72,1187,72,1187,54xe" filled="true" fillcolor="#231f20" stroked="false">
                <v:path arrowok="t"/>
                <v:fill type="solid"/>
              </v:shape>
            </v:group>
            <v:group style="position:absolute;left:1234;top:52;width:98;height:146" coordorigin="1234,52" coordsize="98,146">
              <v:shape style="position:absolute;left:1234;top:52;width:98;height:146" coordorigin="1234,52" coordsize="98,146" path="m1317,52l1314,52,1309,52,1247,87,1234,151,1240,171,1253,186,1272,195,1298,197,1316,186,1319,182,1272,182,1257,167,1252,143,1252,140,1253,137,1260,125,1268,119,1254,119,1303,69,1313,68,1317,68,1317,52xe" filled="true" fillcolor="#231f20" stroked="false">
                <v:path arrowok="t"/>
                <v:fill type="solid"/>
              </v:shape>
              <v:shape style="position:absolute;left:1234;top:52;width:98;height:146" coordorigin="1234,52" coordsize="98,146" path="m1319,118l1271,118,1287,118,1305,128,1312,150,1309,165,1297,179,1272,182,1319,182,1327,168,1331,145,1325,123,1319,118xe" filled="true" fillcolor="#231f20" stroked="false">
                <v:path arrowok="t"/>
                <v:fill type="solid"/>
              </v:shape>
              <v:shape style="position:absolute;left:1234;top:52;width:98;height:146" coordorigin="1234,52" coordsize="98,146" path="m1288,103l1272,103,1260,110,1254,119,1268,119,1271,118,1319,118,1310,108,1288,103xe" filled="true" fillcolor="#231f20" stroked="false">
                <v:path arrowok="t"/>
                <v:fill type="solid"/>
              </v:shape>
              <v:shape style="position:absolute;left:1234;top:52;width:98;height:146" coordorigin="1234,52" coordsize="98,146" path="m1317,68l1313,68,1317,68,1317,68xe" filled="true" fillcolor="#231f20" stroked="false">
                <v:path arrowok="t"/>
                <v:fill type="solid"/>
              </v:shape>
            </v:group>
            <v:group style="position:absolute;left:1339;top:54;width:105;height:143" coordorigin="1339,54" coordsize="105,143">
              <v:shape style="position:absolute;left:1339;top:54;width:105;height:143" coordorigin="1339,54" coordsize="105,143" path="m1424,158l1405,158,1405,197,1424,197,1424,158xe" filled="true" fillcolor="#231f20" stroked="false">
                <v:path arrowok="t"/>
                <v:fill type="solid"/>
              </v:shape>
              <v:shape style="position:absolute;left:1339;top:54;width:105;height:143" coordorigin="1339,54" coordsize="105,143" path="m1424,54l1403,54,1339,145,1339,158,1444,158,1444,143,1359,143,1359,143,1394,94,1397,87,1401,81,1405,73,1424,73,1424,54xe" filled="true" fillcolor="#231f20" stroked="false">
                <v:path arrowok="t"/>
                <v:fill type="solid"/>
              </v:shape>
              <v:shape style="position:absolute;left:1339;top:54;width:105;height:143" coordorigin="1339,54" coordsize="105,143" path="m1424,73l1406,73,1406,80,1406,81,1405,143,1424,143,1424,73xe" filled="true" fillcolor="#231f20" stroked="false">
                <v:path arrowok="t"/>
                <v:fill type="solid"/>
              </v:shape>
            </v:group>
            <v:group style="position:absolute;left:1460;top:54;width:84;height:144" coordorigin="1460,54" coordsize="84,144">
              <v:shape style="position:absolute;left:1460;top:54;width:84;height:144" coordorigin="1460,54" coordsize="84,144" path="m1460,176l1461,194,1478,197,1507,197,1526,187,1529,184,1477,184,1466,179,1460,176xe" filled="true" fillcolor="#231f20" stroked="false">
                <v:path arrowok="t"/>
                <v:fill type="solid"/>
              </v:shape>
              <v:shape style="position:absolute;left:1460;top:54;width:84;height:144" coordorigin="1460,54" coordsize="84,144" path="m1532,122l1475,122,1504,125,1519,138,1523,160,1512,178,1490,184,1529,184,1539,171,1544,148,1537,127,1532,122xe" filled="true" fillcolor="#231f20" stroked="false">
                <v:path arrowok="t"/>
                <v:fill type="solid"/>
              </v:shape>
              <v:shape style="position:absolute;left:1460;top:54;width:84;height:144" coordorigin="1460,54" coordsize="84,144" path="m1541,54l1472,54,1464,123,1475,122,1532,122,1523,114,1514,109,1507,107,1481,107,1486,70,1541,70,1541,54xe" filled="true" fillcolor="#231f20" stroked="false">
                <v:path arrowok="t"/>
                <v:fill type="solid"/>
              </v:shape>
              <v:shape style="position:absolute;left:1460;top:54;width:84;height:144" coordorigin="1460,54" coordsize="84,144" path="m1504,107l1487,107,1484,107,1481,107,1507,107,1504,107xe" filled="true" fillcolor="#231f20" stroked="false">
                <v:path arrowok="t"/>
                <v:fill type="solid"/>
              </v:shape>
            </v:group>
            <v:group style="position:absolute;left:1136;top:366;width:48;height:143" coordorigin="1136,366" coordsize="48,143">
              <v:shape style="position:absolute;left:1136;top:366;width:48;height:143" coordorigin="1136,366" coordsize="48,143" path="m1184,384l1165,384,1165,509,1184,509,1184,384xe" filled="true" fillcolor="#231f20" stroked="false">
                <v:path arrowok="t"/>
                <v:fill type="solid"/>
              </v:shape>
              <v:shape style="position:absolute;left:1136;top:366;width:48;height:143" coordorigin="1136,366" coordsize="48,143" path="m1184,366l1168,366,1136,382,1140,397,1165,384,1184,384,1184,366xe" filled="true" fillcolor="#231f20" stroked="false">
                <v:path arrowok="t"/>
                <v:fill type="solid"/>
              </v:shape>
            </v:group>
            <v:group style="position:absolute;left:1233;top:364;width:96;height:147" coordorigin="1233,364" coordsize="96,147">
              <v:shape style="position:absolute;left:1233;top:364;width:96;height:147" coordorigin="1233,364" coordsize="96,147" path="m1275,364l1234,424,1233,458,1239,480,1251,497,1267,507,1289,510,1306,502,1311,496,1276,496,1263,487,1254,467,1251,438,1252,417,1259,396,1272,384,1292,382,1314,382,1312,379,1296,367,1275,364xe" filled="true" fillcolor="#231f20" stroked="false">
                <v:path arrowok="t"/>
                <v:fill type="solid"/>
              </v:shape>
              <v:shape style="position:absolute;left:1233;top:364;width:96;height:147" coordorigin="1233,364" coordsize="96,147" path="m1314,382l1292,382,1301,394,1307,417,1308,449,1304,474,1293,490,1276,496,1311,496,1318,487,1326,465,1328,436,1328,421,1323,397,1314,382xe" filled="true" fillcolor="#231f20" stroked="false">
                <v:path arrowok="t"/>
                <v:fill type="solid"/>
              </v:shape>
            </v:group>
            <v:group style="position:absolute;left:1343;top:364;width:96;height:147" coordorigin="1343,364" coordsize="96,147">
              <v:shape style="position:absolute;left:1343;top:364;width:96;height:147" coordorigin="1343,364" coordsize="96,147" path="m1385,364l1344,424,1343,458,1349,480,1361,497,1377,507,1399,510,1416,502,1421,496,1386,496,1372,487,1364,467,1361,438,1362,417,1369,396,1382,384,1401,382,1424,382,1422,379,1406,367,1385,364xe" filled="true" fillcolor="#231f20" stroked="false">
                <v:path arrowok="t"/>
                <v:fill type="solid"/>
              </v:shape>
              <v:shape style="position:absolute;left:1343;top:364;width:96;height:147" coordorigin="1343,364" coordsize="96,147" path="m1424,382l1401,382,1411,394,1417,417,1418,449,1413,474,1403,490,1386,496,1421,496,1428,487,1436,465,1438,436,1438,421,1432,397,1424,382xe" filled="true" fillcolor="#231f20" stroked="false">
                <v:path arrowok="t"/>
                <v:fill type="solid"/>
              </v:shape>
            </v:group>
            <v:group style="position:absolute;left:1452;top:364;width:96;height:147" coordorigin="1452,364" coordsize="96,147">
              <v:shape style="position:absolute;left:1452;top:364;width:96;height:147" coordorigin="1452,364" coordsize="96,147" path="m1495,364l1454,424,1452,458,1459,480,1470,497,1487,507,1509,510,1525,502,1531,496,1496,496,1482,487,1474,467,1471,438,1472,417,1479,396,1492,384,1511,382,1534,382,1532,379,1516,367,1495,364xe" filled="true" fillcolor="#231f20" stroked="false">
                <v:path arrowok="t"/>
                <v:fill type="solid"/>
              </v:shape>
              <v:shape style="position:absolute;left:1452;top:364;width:96;height:147" coordorigin="1452,364" coordsize="96,147" path="m1534,382l1511,382,1521,394,1527,417,1528,449,1523,474,1513,490,1496,496,1531,496,1538,487,1546,465,1548,436,1548,421,1542,397,1534,382xe" filled="true" fillcolor="#231f20" stroked="false">
                <v:path arrowok="t"/>
                <v:fill type="solid"/>
              </v:shape>
            </v:group>
            <v:group style="position:absolute;left:1050;top:0;width:57;height:535" coordorigin="1050,0" coordsize="57,535">
              <v:shape style="position:absolute;left:1050;top:0;width:57;height:535" coordorigin="1050,0" coordsize="57,535" path="m1107,0l1072,57,1059,130,1053,199,1050,281,1051,308,1056,382,1065,443,1079,509,1088,535,1106,533,1102,519,1098,504,1084,437,1077,377,1072,307,1071,252,1072,229,1076,160,1084,99,1098,30,1102,14,1107,0xe" filled="true" fillcolor="#231f20" stroked="false">
                <v:path arrowok="t"/>
                <v:fill type="solid"/>
              </v:shape>
            </v:group>
            <v:group style="position:absolute;left:1729;top:228;width:153;height:109" coordorigin="1729,228" coordsize="153,109">
              <v:shape style="position:absolute;left:1729;top:228;width:153;height:109" coordorigin="1729,228" coordsize="153,109" path="m1746,230l1729,230,1729,244,1730,336,1748,336,1748,269,1749,266,1750,263,1753,253,1759,247,1746,247,1746,230xe" filled="true" fillcolor="#231f20" stroked="false">
                <v:path arrowok="t"/>
                <v:fill type="solid"/>
              </v:shape>
              <v:shape style="position:absolute;left:1729;top:228;width:153;height:109" coordorigin="1729,228" coordsize="153,109" path="m1809,244l1789,244,1796,256,1796,336,1815,336,1815,267,1816,264,1817,261,1820,252,1823,249,1811,249,1809,244xe" filled="true" fillcolor="#231f20" stroked="false">
                <v:path arrowok="t"/>
                <v:fill type="solid"/>
              </v:shape>
              <v:shape style="position:absolute;left:1729;top:228;width:153;height:109" coordorigin="1729,228" coordsize="153,109" path="m1873,244l1828,244,1840,244,1857,252,1863,276,1863,336,1882,336,1876,247,1873,244xe" filled="true" fillcolor="#231f20" stroked="false">
                <v:path arrowok="t"/>
                <v:fill type="solid"/>
              </v:shape>
              <v:shape style="position:absolute;left:1729;top:228;width:153;height:109" coordorigin="1729,228" coordsize="153,109" path="m1846,228l1836,228,1830,230,1823,235,1819,238,1814,243,1811,249,1823,249,1828,244,1873,244,1862,232,1846,228xe" filled="true" fillcolor="#231f20" stroked="false">
                <v:path arrowok="t"/>
                <v:fill type="solid"/>
              </v:shape>
              <v:shape style="position:absolute;left:1729;top:228;width:153;height:109" coordorigin="1729,228" coordsize="153,109" path="m1795,228l1763,228,1753,237,1747,247,1759,247,1762,244,1809,244,1806,236,1795,228xe" filled="true" fillcolor="#231f20" stroked="false">
                <v:path arrowok="t"/>
                <v:fill type="solid"/>
              </v:shape>
            </v:group>
            <v:group style="position:absolute;left:1606;top:7;width:57;height:526" coordorigin="1606,7" coordsize="57,526">
              <v:shape style="position:absolute;left:1606;top:7;width:57;height:526" coordorigin="1606,7" coordsize="57,526" path="m1625,7l1608,16,1613,30,1617,46,1631,116,1638,178,1641,250,1641,277,1641,302,1637,372,1629,433,1614,502,1606,533,1628,524,1643,466,1655,389,1661,317,1662,262,1662,234,1657,160,1648,98,1633,33,1629,19,1625,7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spacing w:line="140" w:lineRule="atLeast"/>
        <w:ind w:left="1762" w:right="0" w:firstLine="0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sz w:val="14"/>
          <w:szCs w:val="14"/>
        </w:rPr>
        <w:pict>
          <v:group style="width:42.85pt;height:7.4pt;mso-position-horizontal-relative:char;mso-position-vertical-relative:line" coordorigin="0,0" coordsize="857,148">
            <v:group style="position:absolute;left:204;top:2;width:48;height:143" coordorigin="204,2" coordsize="48,143">
              <v:shape style="position:absolute;left:204;top:2;width:48;height:143" coordorigin="204,2" coordsize="48,143" path="m252,20l233,20,233,145,252,145,252,20xe" filled="true" fillcolor="#231f20" stroked="false">
                <v:path arrowok="t"/>
                <v:fill type="solid"/>
              </v:shape>
              <v:shape style="position:absolute;left:204;top:2;width:48;height:143" coordorigin="204,2" coordsize="48,143" path="m252,2l235,2,204,19,208,34,232,20,252,20,252,2xe" filled="true" fillcolor="#231f20" stroked="false">
                <v:path arrowok="t"/>
                <v:fill type="solid"/>
              </v:shape>
            </v:group>
            <v:group style="position:absolute;left:6;top:112;width:146;height:2" coordorigin="6,112" coordsize="146,2">
              <v:shape style="position:absolute;left:6;top:112;width:146;height:2" coordorigin="6,112" coordsize="146,0" path="m6,112l152,112e" filled="false" stroked="true" strokeweight=".6pt" strokecolor="#231f20">
                <v:path arrowok="t"/>
              </v:shape>
            </v:group>
            <v:group style="position:absolute;left:6;top:69;width:146;height:2" coordorigin="6,69" coordsize="146,2">
              <v:shape style="position:absolute;left:6;top:69;width:146;height:2" coordorigin="6,69" coordsize="146,0" path="m6,69l152,69e" filled="false" stroked="true" strokeweight=".5pt" strokecolor="#231f20">
                <v:path arrowok="t"/>
              </v:shape>
            </v:group>
            <v:group style="position:absolute;left:340;top:0;width:98;height:146" coordorigin="340,0" coordsize="98,146">
              <v:shape style="position:absolute;left:340;top:0;width:98;height:146" coordorigin="340,0" coordsize="98,146" path="m424,0l420,0,415,0,354,35,340,99,346,119,359,134,378,143,404,145,422,134,425,130,378,130,364,115,359,91,359,88,360,85,366,73,374,67,360,67,409,17,420,16,424,16,424,0xe" filled="true" fillcolor="#231f20" stroked="false">
                <v:path arrowok="t"/>
                <v:fill type="solid"/>
              </v:shape>
              <v:shape style="position:absolute;left:340;top:0;width:98;height:146" coordorigin="340,0" coordsize="98,146" path="m426,65l377,65,393,66,411,76,418,98,415,113,403,127,378,130,425,130,434,116,437,93,431,71,426,65xe" filled="true" fillcolor="#231f20" stroked="false">
                <v:path arrowok="t"/>
                <v:fill type="solid"/>
              </v:shape>
              <v:shape style="position:absolute;left:340;top:0;width:98;height:146" coordorigin="340,0" coordsize="98,146" path="m395,51l379,51,367,58,360,67,374,67,377,65,426,65,416,56,395,51xe" filled="true" fillcolor="#231f20" stroked="false">
                <v:path arrowok="t"/>
                <v:fill type="solid"/>
              </v:shape>
              <v:shape style="position:absolute;left:340;top:0;width:98;height:146" coordorigin="340,0" coordsize="98,146" path="m424,16l420,16,424,16xe" filled="true" fillcolor="#231f20" stroked="false">
                <v:path arrowok="t"/>
                <v:fill type="solid"/>
              </v:shape>
            </v:group>
            <v:group style="position:absolute;left:445;top:2;width:105;height:143" coordorigin="445,2" coordsize="105,143">
              <v:shape style="position:absolute;left:445;top:2;width:105;height:143" coordorigin="445,2" coordsize="105,143" path="m530,106l512,106,512,145,530,145,530,106xe" filled="true" fillcolor="#231f20" stroked="false">
                <v:path arrowok="t"/>
                <v:fill type="solid"/>
              </v:shape>
              <v:shape style="position:absolute;left:445;top:2;width:105;height:143" coordorigin="445,2" coordsize="105,143" path="m530,2l509,2,445,93,445,106,550,106,550,91,465,91,465,91,500,42,504,35,507,29,512,21,530,21,530,2xe" filled="true" fillcolor="#231f20" stroked="false">
                <v:path arrowok="t"/>
                <v:fill type="solid"/>
              </v:shape>
              <v:shape style="position:absolute;left:445;top:2;width:105;height:143" coordorigin="445,2" coordsize="105,143" path="m530,21l512,21,512,28,512,29,512,91,530,91,530,21xe" filled="true" fillcolor="#231f20" stroked="false">
                <v:path arrowok="t"/>
                <v:fill type="solid"/>
              </v:shape>
            </v:group>
            <v:group style="position:absolute;left:566;top:2;width:84;height:144" coordorigin="566,2" coordsize="84,144">
              <v:shape style="position:absolute;left:566;top:2;width:84;height:144" coordorigin="566,2" coordsize="84,144" path="m566,124l568,142,584,145,613,145,632,135,635,132,584,132,572,127,566,124xe" filled="true" fillcolor="#231f20" stroked="false">
                <v:path arrowok="t"/>
                <v:fill type="solid"/>
              </v:shape>
              <v:shape style="position:absolute;left:566;top:2;width:84;height:144" coordorigin="566,2" coordsize="84,144" path="m638,70l581,70,610,73,625,86,630,108,618,126,597,132,635,132,645,119,650,96,643,75,638,70xe" filled="true" fillcolor="#231f20" stroked="false">
                <v:path arrowok="t"/>
                <v:fill type="solid"/>
              </v:shape>
              <v:shape style="position:absolute;left:566;top:2;width:84;height:144" coordorigin="566,2" coordsize="84,144" path="m647,2l579,2,570,71,581,70,638,70,629,62,621,57,613,55,587,55,593,18,647,18,647,2xe" filled="true" fillcolor="#231f20" stroked="false">
                <v:path arrowok="t"/>
                <v:fill type="solid"/>
              </v:shape>
              <v:shape style="position:absolute;left:566;top:2;width:84;height:144" coordorigin="566,2" coordsize="84,144" path="m610,55l593,55,590,55,587,55,613,55,610,55xe" filled="true" fillcolor="#231f20" stroked="false">
                <v:path arrowok="t"/>
                <v:fill type="solid"/>
              </v:shape>
            </v:group>
            <v:group style="position:absolute;left:704;top:36;width:153;height:109" coordorigin="704,36" coordsize="153,109">
              <v:shape style="position:absolute;left:704;top:36;width:153;height:109" coordorigin="704,36" coordsize="153,109" path="m721,39l704,39,704,52,705,145,724,145,724,78,724,74,725,72,728,62,734,56,722,56,721,39xe" filled="true" fillcolor="#231f20" stroked="false">
                <v:path arrowok="t"/>
                <v:fill type="solid"/>
              </v:shape>
              <v:shape style="position:absolute;left:704;top:36;width:153;height:109" coordorigin="704,36" coordsize="153,109" path="m784,52l764,52,771,64,771,145,790,145,790,76,791,73,792,70,795,60,798,58,786,58,784,52xe" filled="true" fillcolor="#231f20" stroked="false">
                <v:path arrowok="t"/>
                <v:fill type="solid"/>
              </v:shape>
              <v:shape style="position:absolute;left:704;top:36;width:153;height:109" coordorigin="704,36" coordsize="153,109" path="m848,52l804,52,815,52,832,61,838,85,838,145,857,145,851,56,848,52xe" filled="true" fillcolor="#231f20" stroked="false">
                <v:path arrowok="t"/>
                <v:fill type="solid"/>
              </v:shape>
              <v:shape style="position:absolute;left:704;top:36;width:153;height:109" coordorigin="704,36" coordsize="153,109" path="m822,36l811,36,805,39,798,44,794,47,789,52,786,58,798,58,804,52,848,52,838,41,822,36xe" filled="true" fillcolor="#231f20" stroked="false">
                <v:path arrowok="t"/>
                <v:fill type="solid"/>
              </v:shape>
              <v:shape style="position:absolute;left:704;top:36;width:153;height:109" coordorigin="704,36" coordsize="153,109" path="m770,36l738,36,728,46,722,56,734,56,737,52,784,52,781,45,770,36xe" filled="true" fillcolor="#231f20" stroked="false">
                <v:path arrowok="t"/>
                <v:fill type="solid"/>
              </v:shape>
            </v:group>
            <v:group style="position:absolute;left:302;top:120;width:27;height:28" coordorigin="302,120" coordsize="27,28">
              <v:shape style="position:absolute;left:302;top:120;width:27;height:28" coordorigin="302,120" coordsize="27,28" path="m323,120l308,120,302,126,302,142,308,147,323,147,328,142,328,125,323,12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14"/>
          <w:szCs w:val="14"/>
        </w:rPr>
      </w:r>
    </w:p>
    <w:p>
      <w:pPr>
        <w:spacing w:line="240" w:lineRule="auto" w:before="11"/>
        <w:rPr>
          <w:rFonts w:ascii="Arial" w:hAnsi="Arial" w:cs="Arial" w:eastAsia="Arial"/>
          <w:sz w:val="12"/>
          <w:szCs w:val="1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Student</w:t>
      </w:r>
      <w:r>
        <w:rPr>
          <w:color w:val="4F61AB"/>
          <w:spacing w:val="-21"/>
        </w:rPr>
        <w:t> </w:t>
      </w:r>
      <w:r>
        <w:rPr>
          <w:color w:val="4F61AB"/>
          <w:spacing w:val="-1"/>
        </w:rPr>
        <w:t>Activity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2:</w:t>
      </w:r>
      <w:r>
        <w:rPr>
          <w:color w:val="4F61AB"/>
          <w:spacing w:val="-10"/>
        </w:rPr>
        <w:t> </w:t>
      </w:r>
      <w:r>
        <w:rPr>
          <w:color w:val="4F61AB"/>
        </w:rPr>
        <w:t>Measuring</w:t>
      </w:r>
      <w:r>
        <w:rPr>
          <w:color w:val="4F61AB"/>
          <w:spacing w:val="-11"/>
        </w:rPr>
        <w:t> </w:t>
      </w:r>
      <w:r>
        <w:rPr>
          <w:color w:val="4F61AB"/>
        </w:rPr>
        <w:t>in</w:t>
      </w:r>
      <w:r>
        <w:rPr>
          <w:color w:val="4F61AB"/>
          <w:spacing w:val="-10"/>
        </w:rPr>
        <w:t> </w:t>
      </w:r>
      <w:r>
        <w:rPr>
          <w:color w:val="4F61AB"/>
        </w:rPr>
        <w:t>SAE/Imperial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900" w:val="left" w:leader="none"/>
        </w:tabs>
        <w:spacing w:line="284" w:lineRule="auto" w:before="116" w:after="0"/>
        <w:ind w:left="900" w:right="1761" w:hanging="320"/>
        <w:jc w:val="left"/>
      </w:pPr>
      <w:r>
        <w:rPr>
          <w:color w:val="4C4D4F"/>
          <w:spacing w:val="-1"/>
        </w:rPr>
        <w:t>Answers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vary.</w:t>
      </w:r>
      <w:r>
        <w:rPr>
          <w:color w:val="4C4D4F"/>
        </w:rPr>
        <w:t> Some</w:t>
      </w:r>
      <w:r>
        <w:rPr>
          <w:color w:val="4C4D4F"/>
          <w:spacing w:val="-2"/>
        </w:rPr>
        <w:t> examples</w:t>
      </w:r>
      <w:r>
        <w:rPr>
          <w:color w:val="4C4D4F"/>
          <w:spacing w:val="-1"/>
        </w:rPr>
        <w:t> are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width of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thumb,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width 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postage</w:t>
      </w:r>
      <w:r>
        <w:rPr>
          <w:color w:val="4C4D4F"/>
          <w:spacing w:val="62"/>
        </w:rPr>
        <w:t> </w:t>
      </w:r>
      <w:r>
        <w:rPr>
          <w:color w:val="4C4D4F"/>
          <w:spacing w:val="-2"/>
        </w:rPr>
        <w:t>stamp,</w:t>
      </w:r>
      <w:r>
        <w:rPr>
          <w:color w:val="4C4D4F"/>
          <w:spacing w:val="-1"/>
        </w:rPr>
        <w:t> 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width of the </w:t>
      </w:r>
      <w:r>
        <w:rPr>
          <w:color w:val="4C4D4F"/>
        </w:rPr>
        <w:t>control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key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</w:t>
      </w:r>
      <w:r>
        <w:rPr>
          <w:color w:val="4C4D4F"/>
          <w:spacing w:val="-2"/>
        </w:rPr>
        <w:t>keyboard.</w:t>
      </w:r>
      <w:r>
        <w:rPr/>
      </w:r>
    </w:p>
    <w:p>
      <w:pPr>
        <w:pStyle w:val="BodyText"/>
        <w:spacing w:line="240" w:lineRule="auto" w:before="181"/>
        <w:ind w:left="580" w:right="0"/>
        <w:jc w:val="left"/>
      </w:pPr>
      <w:r>
        <w:rPr>
          <w:color w:val="4C4D4F"/>
          <w:spacing w:val="-1"/>
        </w:rPr>
        <w:t>2.</w:t>
      </w:r>
      <w:r>
        <w:rPr>
          <w:color w:val="4C4D4F"/>
        </w:rPr>
        <w:t> </w:t>
      </w:r>
      <w:r>
        <w:rPr>
          <w:color w:val="4C4D4F"/>
          <w:spacing w:val="12"/>
        </w:rPr>
        <w:t> </w:t>
      </w:r>
      <w:r>
        <w:rPr>
          <w:color w:val="4C4D4F"/>
          <w:spacing w:val="-1"/>
        </w:rPr>
        <w:t>a.</w:t>
      </w:r>
      <w:r>
        <w:rPr>
          <w:color w:val="4C4D4F"/>
        </w:rPr>
        <w:t>  </w:t>
      </w:r>
      <w:r>
        <w:rPr>
          <w:color w:val="4C4D4F"/>
          <w:spacing w:val="12"/>
        </w:rPr>
        <w:t> </w:t>
      </w:r>
      <w:r>
        <w:rPr>
          <w:color w:val="4C4D4F"/>
        </w:rPr>
        <w:t>A:</w:t>
      </w:r>
      <w:r>
        <w:rPr>
          <w:color w:val="4C4D4F"/>
          <w:spacing w:val="-1"/>
        </w:rPr>
        <w:t> </w:t>
      </w:r>
      <w:r>
        <w:rPr>
          <w:color w:val="4C4D4F"/>
          <w:spacing w:val="-8"/>
        </w:rPr>
        <w:t>1</w:t>
      </w:r>
      <w:r>
        <w:rPr>
          <w:color w:val="4C4D4F"/>
          <w:spacing w:val="-9"/>
        </w:rPr>
        <w:t>½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280" w:right="0"/>
        <w:jc w:val="left"/>
      </w:pPr>
      <w:r>
        <w:rPr/>
        <w:pict>
          <v:group style="position:absolute;margin-left:108.000397pt;margin-top:17.054373pt;width:94.8pt;height:22.2pt;mso-position-horizontal-relative:page;mso-position-vertical-relative:paragraph;z-index:-51640" coordorigin="2160,341" coordsize="1896,444">
            <v:group style="position:absolute;left:3830;top:570;width:133;height:2" coordorigin="3830,570" coordsize="133,2">
              <v:shape style="position:absolute;left:3830;top:570;width:133;height:2" coordorigin="3830,570" coordsize="133,0" path="m3830,570l3963,570e" filled="false" stroked="true" strokeweight=".501pt" strokecolor="#231f20">
                <v:path arrowok="t"/>
              </v:shape>
            </v:group>
            <v:group style="position:absolute;left:3848;top:635;width:99;height:150" coordorigin="3848,635" coordsize="99,150">
              <v:shape style="position:absolute;left:3848;top:635;width:99;height:150" coordorigin="3848,635" coordsize="99,150" path="m3937,651l3908,651,3915,653,3925,663,3928,669,3928,683,3887,730,3876,738,3868,746,3857,759,3853,765,3849,776,3848,780,3849,785,3947,785,3947,767,3874,767,3876,764,3878,760,3885,754,3892,748,3916,727,3925,719,3947,665,3942,655,3937,651xe" filled="true" fillcolor="#231f20" stroked="false">
                <v:path arrowok="t"/>
                <v:fill type="solid"/>
              </v:shape>
              <v:shape style="position:absolute;left:3848;top:635;width:99;height:150" coordorigin="3848,635" coordsize="99,150" path="m3914,635l3886,635,3875,639,3858,654,3853,664,3852,678,3871,680,3871,671,3873,664,3884,653,3891,651,3937,651,3926,639,3914,635xe" filled="true" fillcolor="#231f20" stroked="false">
                <v:path arrowok="t"/>
                <v:fill type="solid"/>
              </v:shape>
            </v:group>
            <v:group style="position:absolute;left:3847;top:341;width:98;height:152" coordorigin="3847,341" coordsize="98,152">
              <v:shape style="position:absolute;left:3847;top:341;width:98;height:152" coordorigin="3847,341" coordsize="98,152" path="m3865,449l3847,451,3848,463,3853,473,3870,489,3881,493,3909,493,3921,488,3932,478,3887,478,3881,476,3871,466,3867,459,3865,449xe" filled="true" fillcolor="#231f20" stroked="false">
                <v:path arrowok="t"/>
                <v:fill type="solid"/>
              </v:shape>
              <v:shape style="position:absolute;left:3847;top:341;width:98;height:152" coordorigin="3847,341" coordsize="98,152" path="m3933,418l3904,418,3911,421,3922,431,3925,438,3925,456,3922,463,3910,475,3903,478,3932,478,3939,470,3944,459,3944,437,3942,429,3933,418xe" filled="true" fillcolor="#231f20" stroked="false">
                <v:path arrowok="t"/>
                <v:fill type="solid"/>
              </v:shape>
              <v:shape style="position:absolute;left:3847;top:341;width:98;height:152" coordorigin="3847,341" coordsize="98,152" path="m3929,356l3901,356,3907,358,3916,367,3918,373,3918,388,3915,394,3903,402,3896,404,3885,404,3883,420,3888,419,3892,418,3933,418,3932,416,3925,412,3916,410,3923,407,3926,404,3896,404,3885,404,3927,404,3928,402,3935,392,3937,386,3937,373,3935,367,3929,356xe" filled="true" fillcolor="#231f20" stroked="false">
                <v:path arrowok="t"/>
                <v:fill type="solid"/>
              </v:shape>
              <v:shape style="position:absolute;left:3847;top:341;width:98;height:152" coordorigin="3847,341" coordsize="98,152" path="m3901,341l3882,341,3872,344,3856,358,3851,367,3849,380,3867,383,3868,374,3871,367,3881,358,3887,356,3929,356,3928,355,3923,350,3909,343,3901,341xe" filled="true" fillcolor="#231f20" stroked="false">
                <v:path arrowok="t"/>
                <v:fill type="solid"/>
              </v:shape>
            </v:group>
            <v:group style="position:absolute;left:4001;top:473;width:55;height:53" coordorigin="4001,473" coordsize="55,53">
              <v:shape style="position:absolute;left:4001;top:473;width:55;height:53" coordorigin="4001,473" coordsize="55,53" path="m4056,473l4035,473,4035,498,4040,526,4051,526,4056,498,4056,473xe" filled="true" fillcolor="#231f20" stroked="false">
                <v:path arrowok="t"/>
                <v:fill type="solid"/>
              </v:shape>
              <v:shape style="position:absolute;left:4001;top:473;width:55;height:53" coordorigin="4001,473" coordsize="55,53" path="m4022,473l4001,473,4001,498,4007,526,4018,526,4022,498,4022,473xe" filled="true" fillcolor="#231f20" stroked="false">
                <v:path arrowok="t"/>
                <v:fill type="solid"/>
              </v:shape>
            </v:group>
            <v:group style="position:absolute;left:3310;top:570;width:232;height:2" coordorigin="3310,570" coordsize="232,2">
              <v:shape style="position:absolute;left:3310;top:570;width:232;height:2" coordorigin="3310,570" coordsize="232,0" path="m3310,570l3542,570e" filled="false" stroked="true" strokeweight=".501pt" strokecolor="#231f20">
                <v:path arrowok="t"/>
              </v:shape>
            </v:group>
            <v:group style="position:absolute;left:3372;top:636;width:103;height:149" coordorigin="3372,636" coordsize="103,149">
              <v:shape style="position:absolute;left:3372;top:636;width:103;height:149" coordorigin="3372,636" coordsize="103,149" path="m3455,749l3437,749,3437,785,3455,785,3455,749xe" filled="true" fillcolor="#231f20" stroked="false">
                <v:path arrowok="t"/>
                <v:fill type="solid"/>
              </v:shape>
              <v:shape style="position:absolute;left:3372;top:636;width:103;height:149" coordorigin="3372,636" coordsize="103,149" path="m3455,636l3440,636,3372,732,3372,749,3475,749,3475,732,3390,732,3437,665,3455,665,3455,636xe" filled="true" fillcolor="#231f20" stroked="false">
                <v:path arrowok="t"/>
                <v:fill type="solid"/>
              </v:shape>
              <v:shape style="position:absolute;left:3372;top:636;width:103;height:149" coordorigin="3372,636" coordsize="103,149" path="m3455,665l3437,665,3437,732,3455,732,3455,665xe" filled="true" fillcolor="#231f20" stroked="false">
                <v:path arrowok="t"/>
                <v:fill type="solid"/>
              </v:shape>
            </v:group>
            <v:group style="position:absolute;left:3328;top:341;width:55;height:150" coordorigin="3328,341" coordsize="55,150">
              <v:shape style="position:absolute;left:3328;top:341;width:55;height:150" coordorigin="3328,341" coordsize="55,150" path="m3383,374l3364,374,3364,490,3383,490,3383,374xe" filled="true" fillcolor="#231f20" stroked="false">
                <v:path arrowok="t"/>
                <v:fill type="solid"/>
              </v:shape>
              <v:shape style="position:absolute;left:3328;top:341;width:55;height:150" coordorigin="3328,341" coordsize="55,150" path="m3383,341l3371,341,3368,348,3362,354,3347,368,3338,374,3328,378,3328,396,3364,374,3383,374,3383,341xe" filled="true" fillcolor="#231f20" stroked="false">
                <v:path arrowok="t"/>
                <v:fill type="solid"/>
              </v:shape>
            </v:group>
            <v:group style="position:absolute;left:3427;top:344;width:97;height:147" coordorigin="3427,344" coordsize="97,147">
              <v:shape style="position:absolute;left:3427;top:344;width:97;height:147" coordorigin="3427,344" coordsize="97,147" path="m3523,344l3427,344,3427,361,3499,362,3490,373,3460,431,3448,490,3467,484,3470,465,3475,445,3500,389,3523,358,3523,344xe" filled="true" fillcolor="#231f20" stroked="false">
                <v:path arrowok="t"/>
                <v:fill type="solid"/>
              </v:shape>
            </v:group>
            <v:group style="position:absolute;left:3581;top:473;width:55;height:53" coordorigin="3581,473" coordsize="55,53">
              <v:shape style="position:absolute;left:3581;top:473;width:55;height:53" coordorigin="3581,473" coordsize="55,53" path="m3635,473l3614,473,3614,498,3619,526,3630,526,3635,498,3635,473xe" filled="true" fillcolor="#231f20" stroked="false">
                <v:path arrowok="t"/>
                <v:fill type="solid"/>
              </v:shape>
              <v:shape style="position:absolute;left:3581;top:473;width:55;height:53" coordorigin="3581,473" coordsize="55,53" path="m3601,473l3581,473,3581,498,3586,526,3597,526,3601,498,3601,473xe" filled="true" fillcolor="#231f20" stroked="false">
                <v:path arrowok="t"/>
                <v:fill type="solid"/>
              </v:shape>
            </v:group>
            <v:group style="position:absolute;left:2822;top:570;width:133;height:2" coordorigin="2822,570" coordsize="133,2">
              <v:shape style="position:absolute;left:2822;top:570;width:133;height:2" coordorigin="2822,570" coordsize="133,0" path="m2822,570l2955,570e" filled="false" stroked="true" strokeweight=".501pt" strokecolor="#231f20">
                <v:path arrowok="t"/>
              </v:shape>
            </v:group>
            <v:group style="position:absolute;left:2729;top:473;width:55;height:150" coordorigin="2729,473" coordsize="55,150">
              <v:shape style="position:absolute;left:2729;top:473;width:55;height:150" coordorigin="2729,473" coordsize="55,150" path="m2784,506l2766,506,2766,622,2784,622,2784,506xe" filled="true" fillcolor="#231f20" stroked="false">
                <v:path arrowok="t"/>
                <v:fill type="solid"/>
              </v:shape>
              <v:shape style="position:absolute;left:2729;top:473;width:55;height:150" coordorigin="2729,473" coordsize="55,150" path="m2784,473l2772,473,2769,479,2764,486,2749,499,2740,505,2729,510,2729,528,2766,506,2784,506,2784,473xe" filled="true" fillcolor="#231f20" stroked="false">
                <v:path arrowok="t"/>
                <v:fill type="solid"/>
              </v:shape>
            </v:group>
            <v:group style="position:absolute;left:2861;top:341;width:55;height:150" coordorigin="2861,341" coordsize="55,150">
              <v:shape style="position:absolute;left:2861;top:341;width:55;height:150" coordorigin="2861,341" coordsize="55,150" path="m2916,374l2898,374,2898,490,2916,490,2916,374xe" filled="true" fillcolor="#231f20" stroked="false">
                <v:path arrowok="t"/>
                <v:fill type="solid"/>
              </v:shape>
              <v:shape style="position:absolute;left:2861;top:341;width:55;height:150" coordorigin="2861,341" coordsize="55,150" path="m2916,341l2904,341,2901,348,2896,354,2881,368,2872,374,2861,378,2861,396,2898,374,2916,374,2916,341xe" filled="true" fillcolor="#231f20" stroked="false">
                <v:path arrowok="t"/>
                <v:fill type="solid"/>
              </v:shape>
            </v:group>
            <v:group style="position:absolute;left:2841;top:635;width:99;height:150" coordorigin="2841,635" coordsize="99,150">
              <v:shape style="position:absolute;left:2841;top:635;width:99;height:150" coordorigin="2841,635" coordsize="99,150" path="m2930,651l2901,651,2907,653,2918,663,2920,669,2920,683,2879,730,2869,738,2861,746,2850,759,2846,765,2843,772,2842,776,2841,780,2841,785,2939,785,2939,767,2866,767,2868,764,2871,760,2877,754,2884,748,2908,727,2918,719,2939,665,2935,655,2930,651xe" filled="true" fillcolor="#231f20" stroked="false">
                <v:path arrowok="t"/>
                <v:fill type="solid"/>
              </v:shape>
              <v:shape style="position:absolute;left:2841;top:635;width:99;height:150" coordorigin="2841,635" coordsize="99,150" path="m2907,635l2879,635,2867,639,2851,654,2846,664,2844,678,2863,680,2863,671,2866,664,2876,653,2884,651,2930,651,2918,639,2907,635xe" filled="true" fillcolor="#231f20" stroked="false">
                <v:path arrowok="t"/>
                <v:fill type="solid"/>
              </v:shape>
            </v:group>
            <v:group style="position:absolute;left:2994;top:473;width:55;height:53" coordorigin="2994,473" coordsize="55,53">
              <v:shape style="position:absolute;left:2994;top:473;width:55;height:53" coordorigin="2994,473" coordsize="55,53" path="m3048,473l3028,473,3028,498,3033,526,3044,526,3048,498,3048,473xe" filled="true" fillcolor="#231f20" stroked="false">
                <v:path arrowok="t"/>
                <v:fill type="solid"/>
              </v:shape>
              <v:shape style="position:absolute;left:2994;top:473;width:55;height:53" coordorigin="2994,473" coordsize="55,53" path="m3015,473l2994,473,2994,498,2999,526,3010,526,3015,498,3015,473xe" filled="true" fillcolor="#231f20" stroked="false">
                <v:path arrowok="t"/>
                <v:fill type="solid"/>
              </v:shape>
            </v:group>
            <v:group style="position:absolute;left:2303;top:570;width:137;height:2" coordorigin="2303,570" coordsize="137,2">
              <v:shape style="position:absolute;left:2303;top:570;width:137;height:2" coordorigin="2303,570" coordsize="137,0" path="m2303,570l2440,570e" filled="false" stroked="true" strokeweight=".501pt" strokecolor="#231f20">
                <v:path arrowok="t"/>
              </v:shape>
            </v:group>
            <v:group style="position:absolute;left:2160;top:473;width:103;height:149" coordorigin="2160,473" coordsize="103,149">
              <v:shape style="position:absolute;left:2160;top:473;width:103;height:149" coordorigin="2160,473" coordsize="103,149" path="m2243,586l2224,586,2224,622,2243,622,2243,586xe" filled="true" fillcolor="#231f20" stroked="false">
                <v:path arrowok="t"/>
                <v:fill type="solid"/>
              </v:shape>
              <v:shape style="position:absolute;left:2160;top:473;width:103;height:149" coordorigin="2160,473" coordsize="103,149" path="m2243,473l2228,473,2160,570,2160,586,2263,586,2263,570,2178,570,2224,503,2243,503,2243,473xe" filled="true" fillcolor="#231f20" stroked="false">
                <v:path arrowok="t"/>
                <v:fill type="solid"/>
              </v:shape>
              <v:shape style="position:absolute;left:2160;top:473;width:103;height:149" coordorigin="2160,473" coordsize="103,149" path="m2243,503l2224,503,2224,570,2243,570,2243,503xe" filled="true" fillcolor="#231f20" stroked="false">
                <v:path arrowok="t"/>
                <v:fill type="solid"/>
              </v:shape>
            </v:group>
            <v:group style="position:absolute;left:2344;top:341;width:55;height:150" coordorigin="2344,341" coordsize="55,150">
              <v:shape style="position:absolute;left:2344;top:341;width:55;height:150" coordorigin="2344,341" coordsize="55,150" path="m2399,374l2381,374,2381,490,2399,490,2399,374xe" filled="true" fillcolor="#231f20" stroked="false">
                <v:path arrowok="t"/>
                <v:fill type="solid"/>
              </v:shape>
              <v:shape style="position:absolute;left:2344;top:341;width:55;height:150" coordorigin="2344,341" coordsize="55,150" path="m2399,341l2387,341,2384,348,2379,354,2364,368,2355,374,2344,378,2344,396,2381,374,2399,374,2399,341xe" filled="true" fillcolor="#231f20" stroked="false">
                <v:path arrowok="t"/>
                <v:fill type="solid"/>
              </v:shape>
            </v:group>
            <v:group style="position:absolute;left:2318;top:636;width:103;height:149" coordorigin="2318,636" coordsize="103,149">
              <v:shape style="position:absolute;left:2318;top:636;width:103;height:149" coordorigin="2318,636" coordsize="103,149" path="m2401,749l2382,749,2382,785,2401,785,2401,749xe" filled="true" fillcolor="#231f20" stroked="false">
                <v:path arrowok="t"/>
                <v:fill type="solid"/>
              </v:shape>
              <v:shape style="position:absolute;left:2318;top:636;width:103;height:149" coordorigin="2318,636" coordsize="103,149" path="m2401,636l2386,636,2318,732,2318,749,2421,749,2421,732,2336,732,2382,665,2401,665,2401,636xe" filled="true" fillcolor="#231f20" stroked="false">
                <v:path arrowok="t"/>
                <v:fill type="solid"/>
              </v:shape>
              <v:shape style="position:absolute;left:2318;top:636;width:103;height:149" coordorigin="2318,636" coordsize="103,149" path="m2401,665l2382,665,2382,732,2401,732,2401,665xe" filled="true" fillcolor="#231f20" stroked="false">
                <v:path arrowok="t"/>
                <v:fill type="solid"/>
              </v:shape>
            </v:group>
            <v:group style="position:absolute;left:2479;top:473;width:55;height:53" coordorigin="2479,473" coordsize="55,53">
              <v:shape style="position:absolute;left:2479;top:473;width:55;height:53" coordorigin="2479,473" coordsize="55,53" path="m2533,473l2512,473,2512,498,2517,526,2528,526,2533,498,2533,473xe" filled="true" fillcolor="#231f20" stroked="false">
                <v:path arrowok="t"/>
                <v:fill type="solid"/>
              </v:shape>
              <v:shape style="position:absolute;left:2479;top:473;width:55;height:53" coordorigin="2479,473" coordsize="55,53" path="m2500,473l2479,473,2479,498,2484,526,2495,526,2500,498,2500,473xe" filled="true" fillcolor="#231f20" stroked="false">
                <v:path arrowok="t"/>
                <v:fill type="solid"/>
              </v:shape>
            </v:group>
            <v:group style="position:absolute;left:2551;top:570;width:127;height:2" coordorigin="2551,570" coordsize="127,2">
              <v:shape style="position:absolute;left:2551;top:570;width:127;height:2" coordorigin="2551,570" coordsize="127,0" path="m2551,570l2677,570e" filled="false" stroked="true" strokeweight=".516pt" strokecolor="#231f20">
                <v:path arrowok="t"/>
              </v:shape>
            </v:group>
            <v:group style="position:absolute;left:3109;top:546;width:138;height:49" coordorigin="3109,546" coordsize="138,49">
              <v:shape style="position:absolute;left:3109;top:546;width:138;height:49" coordorigin="3109,546" coordsize="138,49" path="m3244,586l3112,586,3111,586,3110,588,3109,589,3109,591,3110,592,3111,594,3112,594,3244,594,3245,594,3247,592,3247,591,3247,589,3247,588,3245,586,3244,586xe" filled="true" fillcolor="#231f20" stroked="false">
                <v:path arrowok="t"/>
                <v:fill type="solid"/>
              </v:shape>
              <v:shape style="position:absolute;left:3109;top:546;width:138;height:49" coordorigin="3109,546" coordsize="138,49" path="m3244,546l3112,546,3111,546,3110,548,3109,549,3109,551,3110,552,3111,554,3112,554,3244,554,3245,554,3247,552,3247,551,3247,549,3247,548,3245,546,3244,546xe" filled="true" fillcolor="#231f20" stroked="false">
                <v:path arrowok="t"/>
                <v:fill type="solid"/>
              </v:shape>
            </v:group>
            <v:group style="position:absolute;left:3653;top:570;width:127;height:2" coordorigin="3653,570" coordsize="127,2">
              <v:shape style="position:absolute;left:3653;top:570;width:127;height:2" coordorigin="3653,570" coordsize="127,0" path="m3653,570l3779,570e" filled="false" stroked="true" strokeweight=".516pt" strokecolor="#231f20">
                <v:path arrowok="t"/>
              </v:shape>
            </v:group>
            <w10:wrap type="none"/>
          </v:group>
        </w:pict>
      </w:r>
      <w:r>
        <w:rPr>
          <w:color w:val="4C4D4F"/>
          <w:spacing w:val="-3"/>
        </w:rPr>
        <w:t>B: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4¼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3302" w:val="left" w:leader="none"/>
        </w:tabs>
        <w:spacing w:line="240" w:lineRule="auto"/>
        <w:ind w:left="919" w:right="0"/>
        <w:jc w:val="left"/>
      </w:pPr>
      <w:r>
        <w:rPr>
          <w:color w:val="4C4D4F"/>
          <w:spacing w:val="-3"/>
          <w:w w:val="95"/>
        </w:rPr>
        <w:t>b.</w:t>
        <w:tab/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points 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2¾" </w:t>
      </w:r>
      <w:r>
        <w:rPr>
          <w:color w:val="4C4D4F"/>
        </w:rPr>
        <w:t>apart.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222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.55pt;height:22.2pt;mso-position-horizontal-relative:char;mso-position-vertical-relative:line" coordorigin="0,0" coordsize="951,444">
            <v:group style="position:absolute;left:721;top:229;width:137;height:2" coordorigin="721,229" coordsize="137,2">
              <v:shape style="position:absolute;left:721;top:229;width:137;height:2" coordorigin="721,229" coordsize="137,0" path="m721,229l857,229e" filled="false" stroked="true" strokeweight=".501pt" strokecolor="#231f20">
                <v:path arrowok="t"/>
              </v:shape>
            </v:group>
            <v:group style="position:absolute;left:736;top:295;width:103;height:149" coordorigin="736,295" coordsize="103,149">
              <v:shape style="position:absolute;left:736;top:295;width:103;height:149" coordorigin="736,295" coordsize="103,149" path="m818,408l800,408,800,443,818,443,818,408xe" filled="true" fillcolor="#231f20" stroked="false">
                <v:path arrowok="t"/>
                <v:fill type="solid"/>
              </v:shape>
              <v:shape style="position:absolute;left:736;top:295;width:103;height:149" coordorigin="736,295" coordsize="103,149" path="m818,295l803,295,736,391,736,408,838,408,838,391,754,391,800,324,818,324,818,295xe" filled="true" fillcolor="#231f20" stroked="false">
                <v:path arrowok="t"/>
                <v:fill type="solid"/>
              </v:shape>
              <v:shape style="position:absolute;left:736;top:295;width:103;height:149" coordorigin="736,295" coordsize="103,149" path="m818,324l800,324,800,391,818,391,818,324xe" filled="true" fillcolor="#231f20" stroked="false">
                <v:path arrowok="t"/>
                <v:fill type="solid"/>
              </v:shape>
            </v:group>
            <v:group style="position:absolute;left:742;top:0;width:97;height:152" coordorigin="742,0" coordsize="97,152">
              <v:shape style="position:absolute;left:742;top:0;width:97;height:152" coordorigin="742,0" coordsize="97,152" path="m806,0l749,32,742,101,747,121,756,136,772,148,792,152,801,152,809,150,823,141,827,137,787,137,782,135,772,129,768,125,763,113,762,107,762,91,765,84,775,73,759,73,778,20,782,17,787,15,829,15,815,3,806,0xe" filled="true" fillcolor="#231f20" stroked="false">
                <v:path arrowok="t"/>
                <v:fill type="solid"/>
              </v:shape>
              <v:shape style="position:absolute;left:742;top:0;width:97;height:152" coordorigin="742,0" coordsize="97,152" path="m829,69l800,69,807,72,817,84,820,91,820,113,817,121,806,134,800,137,827,137,829,135,837,119,839,110,839,87,835,75,829,69xe" filled="true" fillcolor="#231f20" stroked="false">
                <v:path arrowok="t"/>
                <v:fill type="solid"/>
              </v:shape>
              <v:shape style="position:absolute;left:742;top:0;width:97;height:152" coordorigin="742,0" coordsize="97,152" path="m807,53l788,53,781,54,769,61,763,66,759,73,775,73,776,72,783,69,829,69,817,57,807,53xe" filled="true" fillcolor="#231f20" stroked="false">
                <v:path arrowok="t"/>
                <v:fill type="solid"/>
              </v:shape>
              <v:shape style="position:absolute;left:742;top:0;width:97;height:152" coordorigin="742,0" coordsize="97,152" path="m829,15l800,15,806,18,811,23,814,26,816,31,818,38,836,37,835,25,830,16,829,15xe" filled="true" fillcolor="#231f20" stroked="false">
                <v:path arrowok="t"/>
                <v:fill type="solid"/>
              </v:shape>
            </v:group>
            <v:group style="position:absolute;left:896;top:132;width:55;height:53" coordorigin="896,132" coordsize="55,53">
              <v:shape style="position:absolute;left:896;top:132;width:55;height:53" coordorigin="896,132" coordsize="55,53" path="m951,132l930,132,930,156,935,185,946,185,951,156,951,132xe" filled="true" fillcolor="#231f20" stroked="false">
                <v:path arrowok="t"/>
                <v:fill type="solid"/>
              </v:shape>
              <v:shape style="position:absolute;left:896;top:132;width:55;height:53" coordorigin="896,132" coordsize="55,53" path="m917,132l896,132,896,156,901,185,913,185,917,156,917,132xe" filled="true" fillcolor="#231f20" stroked="false">
                <v:path arrowok="t"/>
                <v:fill type="solid"/>
              </v:shape>
            </v:group>
            <v:group style="position:absolute;left:201;top:229;width:232;height:2" coordorigin="201,229" coordsize="232,2">
              <v:shape style="position:absolute;left:201;top:229;width:232;height:2" coordorigin="201,229" coordsize="232,0" path="m201,229l432,229e" filled="false" stroked="true" strokeweight=".501pt" strokecolor="#231f20">
                <v:path arrowok="t"/>
              </v:shape>
            </v:group>
            <v:group style="position:absolute;left:263;top:295;width:103;height:149" coordorigin="263,295" coordsize="103,149">
              <v:shape style="position:absolute;left:263;top:295;width:103;height:149" coordorigin="263,295" coordsize="103,149" path="m345,408l327,408,327,443,345,443,345,408xe" filled="true" fillcolor="#231f20" stroked="false">
                <v:path arrowok="t"/>
                <v:fill type="solid"/>
              </v:shape>
              <v:shape style="position:absolute;left:263;top:295;width:103;height:149" coordorigin="263,295" coordsize="103,149" path="m345,295l331,295,263,391,263,408,366,408,366,391,281,391,327,324,345,324,345,295xe" filled="true" fillcolor="#231f20" stroked="false">
                <v:path arrowok="t"/>
                <v:fill type="solid"/>
              </v:shape>
              <v:shape style="position:absolute;left:263;top:295;width:103;height:149" coordorigin="263,295" coordsize="103,149" path="m345,324l327,324,327,391,345,391,345,324xe" filled="true" fillcolor="#231f20" stroked="false">
                <v:path arrowok="t"/>
                <v:fill type="solid"/>
              </v:shape>
            </v:group>
            <v:group style="position:absolute;left:218;top:0;width:55;height:150" coordorigin="218,0" coordsize="55,150">
              <v:shape style="position:absolute;left:218;top:0;width:55;height:150" coordorigin="218,0" coordsize="55,150" path="m273,33l255,33,255,149,273,149,273,33xe" filled="true" fillcolor="#231f20" stroked="false">
                <v:path arrowok="t"/>
                <v:fill type="solid"/>
              </v:shape>
              <v:shape style="position:absolute;left:218;top:0;width:55;height:150" coordorigin="218,0" coordsize="55,150" path="m273,0l261,0,258,6,253,13,238,27,229,32,218,37,218,55,255,33,273,33,273,0xe" filled="true" fillcolor="#231f20" stroked="false">
                <v:path arrowok="t"/>
                <v:fill type="solid"/>
              </v:shape>
            </v:group>
            <v:group style="position:absolute;left:318;top:3;width:97;height:147" coordorigin="318,3" coordsize="97,147">
              <v:shape style="position:absolute;left:318;top:3;width:97;height:147" coordorigin="318,3" coordsize="97,147" path="m414,3l318,3,318,20,390,21,381,32,351,90,339,149,358,143,361,124,366,104,391,48,414,17,414,3xe" filled="true" fillcolor="#231f20" stroked="false">
                <v:path arrowok="t"/>
                <v:fill type="solid"/>
              </v:shape>
            </v:group>
            <v:group style="position:absolute;left:471;top:132;width:55;height:53" coordorigin="471,132" coordsize="55,53">
              <v:shape style="position:absolute;left:471;top:132;width:55;height:53" coordorigin="471,132" coordsize="55,53" path="m526,132l505,132,505,156,510,185,521,185,526,156,526,132xe" filled="true" fillcolor="#231f20" stroked="false">
                <v:path arrowok="t"/>
                <v:fill type="solid"/>
              </v:shape>
              <v:shape style="position:absolute;left:471;top:132;width:55;height:53" coordorigin="471,132" coordsize="55,53" path="m492,132l471,132,471,156,476,185,488,185,492,156,492,132xe" filled="true" fillcolor="#231f20" stroked="false">
                <v:path arrowok="t"/>
                <v:fill type="solid"/>
              </v:shape>
            </v:group>
            <v:group style="position:absolute;left:0;top:204;width:138;height:49" coordorigin="0,204" coordsize="138,49">
              <v:shape style="position:absolute;left:0;top:204;width:138;height:49" coordorigin="0,204" coordsize="138,49" path="m135,245l3,245,2,245,0,247,0,248,0,250,0,251,2,253,3,253,135,253,136,253,137,251,138,250,138,248,137,247,136,245,135,245xe" filled="true" fillcolor="#231f20" stroked="false">
                <v:path arrowok="t"/>
                <v:fill type="solid"/>
              </v:shape>
              <v:shape style="position:absolute;left:0;top:204;width:138;height:49" coordorigin="0,204" coordsize="138,49" path="m135,204l3,204,2,205,0,207,0,208,0,210,0,211,2,212,3,213,135,213,136,212,137,211,138,210,138,208,137,207,136,205,135,204xe" filled="true" fillcolor="#231f20" stroked="false">
                <v:path arrowok="t"/>
                <v:fill type="solid"/>
              </v:shape>
            </v:group>
            <v:group style="position:absolute;left:543;top:229;width:127;height:2" coordorigin="543,229" coordsize="127,2">
              <v:shape style="position:absolute;left:543;top:229;width:127;height:2" coordorigin="543,229" coordsize="127,0" path="m543,229l670,229e" filled="false" stroked="true" strokeweight=".516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222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.8pt;height:22.2pt;mso-position-horizontal-relative:char;mso-position-vertical-relative:line" coordorigin="0,0" coordsize="496,444">
            <v:group style="position:absolute;left:201;top:229;width:202;height:2" coordorigin="201,229" coordsize="202,2">
              <v:shape style="position:absolute;left:201;top:229;width:202;height:2" coordorigin="201,229" coordsize="202,0" path="m201,229l402,229e" filled="false" stroked="true" strokeweight=".501pt" strokecolor="#231f20">
                <v:path arrowok="t"/>
              </v:shape>
            </v:group>
            <v:group style="position:absolute;left:248;top:295;width:103;height:149" coordorigin="248,295" coordsize="103,149">
              <v:shape style="position:absolute;left:248;top:295;width:103;height:149" coordorigin="248,295" coordsize="103,149" path="m331,408l312,408,312,443,331,443,331,408xe" filled="true" fillcolor="#231f20" stroked="false">
                <v:path arrowok="t"/>
                <v:fill type="solid"/>
              </v:shape>
              <v:shape style="position:absolute;left:248;top:295;width:103;height:149" coordorigin="248,295" coordsize="103,149" path="m331,295l316,295,248,391,248,408,351,408,351,391,266,391,312,324,331,324,331,295xe" filled="true" fillcolor="#231f20" stroked="false">
                <v:path arrowok="t"/>
                <v:fill type="solid"/>
              </v:shape>
              <v:shape style="position:absolute;left:248;top:295;width:103;height:149" coordorigin="248,295" coordsize="103,149" path="m331,324l312,324,312,391,331,391,331,324xe" filled="true" fillcolor="#231f20" stroked="false">
                <v:path arrowok="t"/>
                <v:fill type="solid"/>
              </v:shape>
            </v:group>
            <v:group style="position:absolute;left:218;top:0;width:55;height:150" coordorigin="218,0" coordsize="55,150">
              <v:shape style="position:absolute;left:218;top:0;width:55;height:150" coordorigin="218,0" coordsize="55,150" path="m273,33l255,33,255,149,273,149,273,33xe" filled="true" fillcolor="#231f20" stroked="false">
                <v:path arrowok="t"/>
                <v:fill type="solid"/>
              </v:shape>
              <v:shape style="position:absolute;left:218;top:0;width:55;height:150" coordorigin="218,0" coordsize="55,150" path="m273,0l261,0,258,6,253,13,238,27,229,32,218,37,218,55,255,33,273,33,273,0xe" filled="true" fillcolor="#231f20" stroked="false">
                <v:path arrowok="t"/>
                <v:fill type="solid"/>
              </v:shape>
            </v:group>
            <v:group style="position:absolute;left:331;top:0;width:55;height:150" coordorigin="331,0" coordsize="55,150">
              <v:shape style="position:absolute;left:331;top:0;width:55;height:150" coordorigin="331,0" coordsize="55,150" path="m385,33l367,33,367,149,385,149,385,33xe" filled="true" fillcolor="#231f20" stroked="false">
                <v:path arrowok="t"/>
                <v:fill type="solid"/>
              </v:shape>
              <v:shape style="position:absolute;left:331;top:0;width:55;height:150" coordorigin="331,0" coordsize="55,150" path="m385,0l374,0,370,6,365,13,350,27,341,32,331,37,331,55,367,33,385,33,385,0xe" filled="true" fillcolor="#231f20" stroked="false">
                <v:path arrowok="t"/>
                <v:fill type="solid"/>
              </v:shape>
            </v:group>
            <v:group style="position:absolute;left:441;top:132;width:55;height:53" coordorigin="441,132" coordsize="55,53">
              <v:shape style="position:absolute;left:441;top:132;width:55;height:53" coordorigin="441,132" coordsize="55,53" path="m496,132l475,132,475,156,480,185,491,185,496,156,496,132xe" filled="true" fillcolor="#231f20" stroked="false">
                <v:path arrowok="t"/>
                <v:fill type="solid"/>
              </v:shape>
              <v:shape style="position:absolute;left:441;top:132;width:55;height:53" coordorigin="441,132" coordsize="55,53" path="m462,132l441,132,441,156,446,185,457,185,462,156,462,132xe" filled="true" fillcolor="#231f20" stroked="false">
                <v:path arrowok="t"/>
                <v:fill type="solid"/>
              </v:shape>
            </v:group>
            <v:group style="position:absolute;left:0;top:204;width:138;height:49" coordorigin="0,204" coordsize="138,49">
              <v:shape style="position:absolute;left:0;top:204;width:138;height:49" coordorigin="0,204" coordsize="138,49" path="m135,245l3,245,2,245,0,247,0,248,0,250,0,251,2,253,3,253,135,253,136,253,137,251,138,250,138,248,137,247,136,245,135,245xe" filled="true" fillcolor="#231f20" stroked="false">
                <v:path arrowok="t"/>
                <v:fill type="solid"/>
              </v:shape>
              <v:shape style="position:absolute;left:0;top:204;width:138;height:49" coordorigin="0,204" coordsize="138,49" path="m135,204l3,204,2,205,0,207,0,207,0,210,0,211,2,212,3,213,135,213,136,212,137,211,138,210,138,207,137,207,136,205,135,204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222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.45pt;height:22.2pt;mso-position-horizontal-relative:char;mso-position-vertical-relative:line" coordorigin="0,0" coordsize="569,444">
            <v:group style="position:absolute;left:338;top:229;width:137;height:2" coordorigin="338,229" coordsize="137,2">
              <v:shape style="position:absolute;left:338;top:229;width:137;height:2" coordorigin="338,229" coordsize="137,0" path="m338,229l475,229e" filled="false" stroked="true" strokeweight=".501pt" strokecolor="#231f20">
                <v:path arrowok="t"/>
              </v:shape>
            </v:group>
            <v:group style="position:absolute;left:203;top:131;width:99;height:150" coordorigin="203,131" coordsize="99,150">
              <v:shape style="position:absolute;left:203;top:131;width:99;height:150" coordorigin="203,131" coordsize="99,150" path="m292,146l262,146,269,149,274,154,279,159,282,165,282,179,241,226,230,234,222,242,211,255,207,261,203,272,203,276,203,280,301,280,301,263,228,263,230,260,233,256,239,250,246,244,257,234,270,223,301,161,297,151,292,146xe" filled="true" fillcolor="#231f20" stroked="false">
                <v:path arrowok="t"/>
                <v:fill type="solid"/>
              </v:shape>
              <v:shape style="position:absolute;left:203;top:131;width:99;height:150" coordorigin="203,131" coordsize="99,150" path="m269,131l240,131,229,135,212,150,208,160,206,174,225,176,225,167,228,160,238,149,245,146,292,146,280,135,269,131xe" filled="true" fillcolor="#231f20" stroked="false">
                <v:path arrowok="t"/>
                <v:fill type="solid"/>
              </v:shape>
            </v:group>
            <v:group style="position:absolute;left:357;top:0;width:98;height:152" coordorigin="357,0" coordsize="98,152">
              <v:shape style="position:absolute;left:357;top:0;width:98;height:152" coordorigin="357,0" coordsize="98,152" path="m376,107l357,110,359,122,363,132,381,148,391,152,419,152,431,147,442,137,397,137,391,134,381,125,378,118,376,107xe" filled="true" fillcolor="#231f20" stroked="false">
                <v:path arrowok="t"/>
                <v:fill type="solid"/>
              </v:shape>
              <v:shape style="position:absolute;left:357;top:0;width:98;height:152" coordorigin="357,0" coordsize="98,152" path="m444,77l415,77,422,80,432,90,435,97,435,114,432,122,420,134,413,137,442,137,450,129,455,118,455,96,452,88,444,77xe" filled="true" fillcolor="#231f20" stroked="false">
                <v:path arrowok="t"/>
                <v:fill type="solid"/>
              </v:shape>
              <v:shape style="position:absolute;left:357;top:0;width:98;height:152" coordorigin="357,0" coordsize="98,152" path="m439,15l411,15,417,17,426,26,429,31,429,47,425,53,413,61,406,63,395,63,393,79,398,77,403,77,444,77,442,75,436,71,427,69,434,66,437,63,406,63,395,63,437,63,439,61,442,56,446,51,447,45,447,31,445,25,439,15xe" filled="true" fillcolor="#231f20" stroked="false">
                <v:path arrowok="t"/>
                <v:fill type="solid"/>
              </v:shape>
              <v:shape style="position:absolute;left:357;top:0;width:98;height:152" coordorigin="357,0" coordsize="98,152" path="m412,0l392,0,382,3,366,17,361,26,359,38,377,42,379,33,382,26,391,17,397,15,439,15,438,13,433,9,419,2,412,0xe" filled="true" fillcolor="#231f20" stroked="false">
                <v:path arrowok="t"/>
                <v:fill type="solid"/>
              </v:shape>
            </v:group>
            <v:group style="position:absolute;left:353;top:295;width:103;height:149" coordorigin="353,295" coordsize="103,149">
              <v:shape style="position:absolute;left:353;top:295;width:103;height:149" coordorigin="353,295" coordsize="103,149" path="m436,408l417,408,417,443,436,443,436,408xe" filled="true" fillcolor="#231f20" stroked="false">
                <v:path arrowok="t"/>
                <v:fill type="solid"/>
              </v:shape>
              <v:shape style="position:absolute;left:353;top:295;width:103;height:149" coordorigin="353,295" coordsize="103,149" path="m436,295l421,295,353,391,353,408,456,408,456,391,371,391,417,324,436,324,436,295xe" filled="true" fillcolor="#231f20" stroked="false">
                <v:path arrowok="t"/>
                <v:fill type="solid"/>
              </v:shape>
              <v:shape style="position:absolute;left:353;top:295;width:103;height:149" coordorigin="353,295" coordsize="103,149" path="m436,324l417,324,417,391,436,391,436,324xe" filled="true" fillcolor="#231f20" stroked="false">
                <v:path arrowok="t"/>
                <v:fill type="solid"/>
              </v:shape>
            </v:group>
            <v:group style="position:absolute;left:514;top:132;width:55;height:53" coordorigin="514,132" coordsize="55,53">
              <v:shape style="position:absolute;left:514;top:132;width:55;height:53" coordorigin="514,132" coordsize="55,53" path="m568,132l547,132,547,156,552,185,563,185,568,156,568,132xe" filled="true" fillcolor="#231f20" stroked="false">
                <v:path arrowok="t"/>
                <v:fill type="solid"/>
              </v:shape>
              <v:shape style="position:absolute;left:514;top:132;width:55;height:53" coordorigin="514,132" coordsize="55,53" path="m535,132l514,132,514,156,519,185,530,185,535,156,535,132xe" filled="true" fillcolor="#231f20" stroked="false">
                <v:path arrowok="t"/>
                <v:fill type="solid"/>
              </v:shape>
            </v:group>
            <v:group style="position:absolute;left:0;top:204;width:138;height:49" coordorigin="0,204" coordsize="138,49">
              <v:shape style="position:absolute;left:0;top:204;width:138;height:49" coordorigin="0,204" coordsize="138,49" path="m135,245l3,245,2,245,0,247,0,248,0,250,0,251,2,252,3,253,135,253,136,252,137,251,138,250,138,248,137,247,136,245,135,245xe" filled="true" fillcolor="#231f20" stroked="false">
                <v:path arrowok="t"/>
                <v:fill type="solid"/>
              </v:shape>
              <v:shape style="position:absolute;left:0;top:204;width:138;height:49" coordorigin="0,204" coordsize="138,49" path="m135,204l3,204,2,205,0,206,0,207,0,210,0,211,2,212,3,213,135,213,136,212,137,211,138,210,138,207,137,206,136,205,135,204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9"/>
        </w:numPr>
        <w:tabs>
          <w:tab w:pos="1461" w:val="left" w:leader="none"/>
        </w:tabs>
        <w:spacing w:line="240" w:lineRule="auto" w:before="72" w:after="0"/>
        <w:ind w:left="1440" w:right="0" w:hanging="320"/>
        <w:jc w:val="left"/>
      </w:pPr>
      <w:r>
        <w:rPr>
          <w:color w:val="4C4D4F"/>
          <w:spacing w:val="-2"/>
        </w:rPr>
        <w:t>Lt </w:t>
      </w:r>
      <w:r>
        <w:rPr>
          <w:rFonts w:ascii="Arial"/>
          <w:i/>
          <w:color w:val="4C4D4F"/>
          <w:spacing w:val="3"/>
        </w:rPr>
        <w:t>x</w:t>
      </w:r>
      <w:r>
        <w:rPr>
          <w:color w:val="4C4D4F"/>
          <w:spacing w:val="3"/>
        </w:rPr>
        <w:t>=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distance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feet.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2240" w:h="15840"/>
          <w:pgMar w:header="630" w:footer="643" w:top="1080" w:bottom="840" w:left="340" w:right="880"/>
        </w:sectPr>
      </w:pPr>
    </w:p>
    <w:p>
      <w:pPr>
        <w:tabs>
          <w:tab w:pos="1802" w:val="left" w:leader="none"/>
          <w:tab w:pos="2231" w:val="left" w:leader="none"/>
        </w:tabs>
        <w:spacing w:line="316" w:lineRule="exact" w:before="25"/>
        <w:ind w:left="1492" w:right="0" w:hanging="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w w:val="99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ab/>
      </w:r>
      <w:r>
        <w:rPr>
          <w:rFonts w:ascii="Arial"/>
          <w:i/>
          <w:color w:val="231F20"/>
          <w:sz w:val="22"/>
          <w:u w:val="single" w:color="231F20"/>
        </w:rPr>
        <w:t>x</w:t>
        <w:tab/>
      </w:r>
      <w:r>
        <w:rPr>
          <w:rFonts w:ascii="Arial"/>
          <w:i/>
          <w:color w:val="231F20"/>
          <w:sz w:val="22"/>
        </w:rPr>
      </w:r>
      <w:r>
        <w:rPr>
          <w:rFonts w:ascii="Arial"/>
          <w:color w:val="231F20"/>
          <w:position w:val="-13"/>
          <w:sz w:val="22"/>
        </w:rPr>
        <w:t>=</w:t>
      </w:r>
      <w:r>
        <w:rPr>
          <w:rFonts w:ascii="Arial"/>
          <w:color w:val="231F20"/>
          <w:w w:val="99"/>
          <w:position w:val="-13"/>
          <w:sz w:val="22"/>
        </w:rPr>
        <w:t> </w:t>
      </w:r>
      <w:r>
        <w:rPr>
          <w:rFonts w:ascii="Arial"/>
          <w:color w:val="231F20"/>
          <w:spacing w:val="-2"/>
          <w:sz w:val="22"/>
        </w:rPr>
        <w:t>215</w:t>
      </w:r>
      <w:r>
        <w:rPr>
          <w:rFonts w:ascii="Arial"/>
          <w:color w:val="231F20"/>
          <w:spacing w:val="28"/>
          <w:sz w:val="22"/>
        </w:rPr>
        <w:t> </w:t>
      </w:r>
      <w:r>
        <w:rPr>
          <w:rFonts w:ascii="Arial"/>
          <w:color w:val="231F20"/>
          <w:spacing w:val="-3"/>
          <w:sz w:val="22"/>
        </w:rPr>
        <w:t>yd</w:t>
      </w:r>
      <w:r>
        <w:rPr>
          <w:rFonts w:ascii="Arial"/>
          <w:sz w:val="22"/>
        </w:rPr>
      </w:r>
    </w:p>
    <w:p>
      <w:pPr>
        <w:spacing w:before="198"/>
        <w:ind w:left="0" w:right="0" w:firstLine="0"/>
        <w:jc w:val="righ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x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=</w:t>
      </w:r>
      <w:r>
        <w:rPr>
          <w:rFonts w:ascii="Arial"/>
          <w:sz w:val="22"/>
        </w:rPr>
      </w:r>
    </w:p>
    <w:p>
      <w:pPr>
        <w:pStyle w:val="BodyText"/>
        <w:tabs>
          <w:tab w:pos="544" w:val="left" w:leader="none"/>
        </w:tabs>
        <w:spacing w:line="300" w:lineRule="auto" w:before="72"/>
        <w:ind w:left="65" w:right="8016" w:hanging="4"/>
        <w:jc w:val="left"/>
        <w:rPr>
          <w:rFonts w:ascii="Arial" w:hAnsi="Arial" w:cs="Arial" w:eastAsia="Arial"/>
        </w:rPr>
      </w:pPr>
      <w:r>
        <w:rPr/>
        <w:br w:type="column"/>
      </w:r>
      <w:r>
        <w:rPr>
          <w:rFonts w:ascii="Arial"/>
          <w:color w:val="231F20"/>
          <w:w w:val="99"/>
        </w:rPr>
      </w:r>
      <w:r>
        <w:rPr>
          <w:rFonts w:ascii="Arial"/>
          <w:color w:val="231F20"/>
          <w:spacing w:val="-7"/>
          <w:w w:val="99"/>
          <w:u w:val="single" w:color="231F20"/>
        </w:rPr>
        <w:t> </w:t>
      </w:r>
      <w:r>
        <w:rPr>
          <w:rFonts w:ascii="Arial"/>
          <w:color w:val="231F20"/>
          <w:u w:val="single" w:color="231F20"/>
        </w:rPr>
        <w:t>1</w:t>
      </w:r>
      <w:r>
        <w:rPr>
          <w:rFonts w:ascii="Arial"/>
          <w:color w:val="231F20"/>
          <w:spacing w:val="7"/>
          <w:w w:val="99"/>
          <w:u w:val="single" w:color="231F20"/>
        </w:rPr>
        <w:t> </w:t>
      </w:r>
      <w:r>
        <w:rPr>
          <w:rFonts w:ascii="Arial"/>
          <w:color w:val="231F20"/>
          <w:spacing w:val="-4"/>
          <w:w w:val="99"/>
          <w:u w:val="single" w:color="231F20"/>
        </w:rPr>
        <w:t>ft</w:t>
      </w:r>
      <w:r>
        <w:rPr>
          <w:rFonts w:ascii="Arial"/>
          <w:color w:val="231F20"/>
          <w:w w:val="99"/>
          <w:u w:val="single" w:color="231F20"/>
        </w:rPr>
        <w:t> </w:t>
      </w:r>
      <w:r>
        <w:rPr>
          <w:rFonts w:ascii="Arial"/>
          <w:color w:val="231F20"/>
          <w:u w:val="single" w:color="231F20"/>
        </w:rPr>
        <w:tab/>
      </w:r>
      <w:r>
        <w:rPr>
          <w:rFonts w:ascii="Arial"/>
          <w:color w:val="231F20"/>
        </w:rPr>
      </w:r>
      <w:r>
        <w:rPr>
          <w:rFonts w:ascii="Arial"/>
          <w:color w:val="231F20"/>
          <w:spacing w:val="21"/>
        </w:rPr>
        <w:t> </w:t>
      </w:r>
      <w:r>
        <w:rPr>
          <w:rFonts w:ascii="Arial"/>
          <w:color w:val="231F20"/>
        </w:rPr>
        <w:t>3 </w:t>
      </w:r>
      <w:r>
        <w:rPr>
          <w:rFonts w:ascii="Arial"/>
          <w:color w:val="231F20"/>
          <w:spacing w:val="26"/>
        </w:rPr>
        <w:t>y</w:t>
      </w:r>
      <w:r>
        <w:rPr>
          <w:rFonts w:ascii="Arial"/>
          <w:color w:val="231F20"/>
        </w:rPr>
        <w:t>d</w:t>
      </w:r>
      <w:r>
        <w:rPr>
          <w:rFonts w:ascii="Arial"/>
        </w:rPr>
      </w:r>
    </w:p>
    <w:p>
      <w:pPr>
        <w:pStyle w:val="BodyText"/>
        <w:tabs>
          <w:tab w:pos="1449" w:val="left" w:leader="none"/>
        </w:tabs>
        <w:spacing w:line="300" w:lineRule="auto" w:before="10"/>
        <w:ind w:left="510" w:right="7111" w:hanging="446"/>
        <w:jc w:val="left"/>
        <w:rPr>
          <w:rFonts w:ascii="Arial" w:hAnsi="Arial" w:cs="Arial" w:eastAsia="Arial"/>
        </w:rPr>
      </w:pPr>
      <w:r>
        <w:rPr>
          <w:rFonts w:ascii="Arial"/>
          <w:color w:val="231F20"/>
        </w:rPr>
      </w:r>
      <w:r>
        <w:rPr>
          <w:rFonts w:ascii="Arial"/>
          <w:color w:val="231F20"/>
          <w:spacing w:val="-4"/>
          <w:u w:val="single" w:color="231F20"/>
        </w:rPr>
        <w:t>(1</w:t>
      </w:r>
      <w:r>
        <w:rPr>
          <w:rFonts w:ascii="Arial"/>
          <w:color w:val="231F20"/>
          <w:spacing w:val="19"/>
          <w:u w:val="single" w:color="231F20"/>
        </w:rPr>
        <w:t> </w:t>
      </w:r>
      <w:r>
        <w:rPr>
          <w:rFonts w:ascii="Arial"/>
          <w:color w:val="231F20"/>
          <w:spacing w:val="-4"/>
          <w:u w:val="single" w:color="231F20"/>
        </w:rPr>
        <w:t>ft)(215</w:t>
      </w:r>
      <w:r>
        <w:rPr>
          <w:rFonts w:ascii="Arial"/>
          <w:color w:val="231F20"/>
          <w:spacing w:val="-9"/>
          <w:u w:val="single" w:color="231F20"/>
        </w:rPr>
        <w:t> </w:t>
      </w:r>
      <w:r>
        <w:rPr>
          <w:rFonts w:ascii="Arial"/>
          <w:color w:val="231F20"/>
          <w:spacing w:val="-3"/>
          <w:u w:val="single" w:color="231F20"/>
        </w:rPr>
        <w:t>yd</w:t>
      </w:r>
      <w:r>
        <w:rPr>
          <w:rFonts w:ascii="Arial"/>
          <w:color w:val="231F20"/>
          <w:spacing w:val="-24"/>
          <w:u w:val="single" w:color="231F20"/>
        </w:rPr>
        <w:t> </w:t>
      </w:r>
      <w:r>
        <w:rPr>
          <w:rFonts w:ascii="Arial"/>
          <w:color w:val="231F20"/>
          <w:u w:val="single" w:color="231F20"/>
        </w:rPr>
        <w:t>)</w:t>
      </w:r>
      <w:r>
        <w:rPr>
          <w:rFonts w:ascii="Arial"/>
          <w:color w:val="231F20"/>
          <w:w w:val="99"/>
          <w:u w:val="single" w:color="231F20"/>
        </w:rPr>
        <w:t> </w:t>
      </w:r>
      <w:r>
        <w:rPr>
          <w:rFonts w:ascii="Arial"/>
          <w:color w:val="231F20"/>
          <w:u w:val="single" w:color="231F20"/>
        </w:rPr>
        <w:tab/>
      </w:r>
      <w:r>
        <w:rPr>
          <w:rFonts w:ascii="Arial"/>
          <w:color w:val="231F20"/>
        </w:rPr>
      </w:r>
      <w:r>
        <w:rPr>
          <w:rFonts w:ascii="Arial"/>
          <w:color w:val="231F20"/>
          <w:spacing w:val="21"/>
        </w:rPr>
        <w:t> </w:t>
      </w:r>
      <w:r>
        <w:rPr>
          <w:rFonts w:ascii="Arial"/>
          <w:color w:val="231F20"/>
          <w:w w:val="95"/>
        </w:rPr>
        <w:t>3</w:t>
      </w:r>
      <w:r>
        <w:rPr>
          <w:rFonts w:ascii="Arial"/>
          <w:color w:val="231F20"/>
          <w:spacing w:val="30"/>
          <w:w w:val="95"/>
        </w:rPr>
        <w:t> </w:t>
      </w:r>
      <w:r>
        <w:rPr>
          <w:rFonts w:ascii="Arial"/>
          <w:color w:val="231F20"/>
          <w:spacing w:val="-3"/>
        </w:rPr>
        <w:t>yd</w:t>
      </w:r>
      <w:r>
        <w:rPr>
          <w:rFonts w:ascii="Arial"/>
        </w:rPr>
      </w:r>
    </w:p>
    <w:p>
      <w:pPr>
        <w:spacing w:after="0" w:line="30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080" w:bottom="280" w:left="340" w:right="880"/>
          <w:cols w:num="2" w:equalWidth="0">
            <w:col w:w="2417" w:space="40"/>
            <w:col w:w="8563"/>
          </w:cols>
        </w:sectPr>
      </w:pPr>
    </w:p>
    <w:p>
      <w:pPr>
        <w:pStyle w:val="BodyText"/>
        <w:spacing w:line="240" w:lineRule="auto" w:before="10"/>
        <w:ind w:left="2117" w:right="0"/>
        <w:jc w:val="left"/>
        <w:rPr>
          <w:rFonts w:ascii="Arial" w:hAnsi="Arial" w:cs="Arial" w:eastAsia="Arial"/>
        </w:rPr>
      </w:pPr>
      <w:r>
        <w:rPr>
          <w:rFonts w:ascii="Arial"/>
          <w:i/>
          <w:color w:val="231F20"/>
        </w:rPr>
        <w:t>x</w:t>
      </w:r>
      <w:r>
        <w:rPr>
          <w:rFonts w:ascii="Arial"/>
          <w:i/>
          <w:color w:val="231F20"/>
          <w:spacing w:val="-2"/>
        </w:rPr>
        <w:t> </w:t>
      </w:r>
      <w:r>
        <w:rPr>
          <w:rFonts w:ascii="Arial"/>
          <w:color w:val="231F20"/>
        </w:rPr>
        <w:t>=</w:t>
      </w:r>
      <w:r>
        <w:rPr>
          <w:rFonts w:ascii="Arial"/>
          <w:color w:val="231F20"/>
          <w:spacing w:val="31"/>
        </w:rPr>
        <w:t> </w:t>
      </w:r>
      <w:r>
        <w:rPr>
          <w:rFonts w:ascii="Arial"/>
          <w:color w:val="231F20"/>
          <w:spacing w:val="-2"/>
        </w:rPr>
        <w:t>645</w:t>
      </w:r>
      <w:r>
        <w:rPr>
          <w:rFonts w:ascii="Arial"/>
          <w:color w:val="231F20"/>
          <w:spacing w:val="28"/>
        </w:rPr>
        <w:t> </w:t>
      </w:r>
      <w:r>
        <w:rPr>
          <w:rFonts w:ascii="Arial"/>
          <w:color w:val="231F20"/>
          <w:spacing w:val="-5"/>
        </w:rPr>
        <w:t>ft</w:t>
      </w:r>
      <w:r>
        <w:rPr>
          <w:rFonts w:ascii="Arial"/>
        </w:rPr>
      </w:r>
    </w:p>
    <w:p>
      <w:pPr>
        <w:spacing w:line="240" w:lineRule="auto" w:before="4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2"/>
        <w:ind w:left="14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distance between</w:t>
      </w:r>
      <w:r>
        <w:rPr>
          <w:color w:val="4C4D4F"/>
          <w:spacing w:val="-2"/>
        </w:rPr>
        <w:t> Nidal’s</w:t>
      </w:r>
      <w:r>
        <w:rPr>
          <w:color w:val="4C4D4F"/>
        </w:rPr>
        <w:t> </w:t>
      </w:r>
      <w:r>
        <w:rPr>
          <w:color w:val="4C4D4F"/>
          <w:spacing w:val="-1"/>
        </w:rPr>
        <w:t>home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school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approximately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645</w:t>
      </w:r>
      <w:r>
        <w:rPr>
          <w:color w:val="4C4D4F"/>
          <w:spacing w:val="-1"/>
        </w:rPr>
        <w:t> </w:t>
      </w:r>
      <w:r>
        <w:rPr>
          <w:color w:val="4C4D4F"/>
          <w:spacing w:val="2"/>
        </w:rPr>
        <w:t>ft.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1"/>
          <w:numId w:val="9"/>
        </w:numPr>
        <w:tabs>
          <w:tab w:pos="1460" w:val="left" w:leader="none"/>
        </w:tabs>
        <w:spacing w:line="284" w:lineRule="auto" w:before="0" w:after="0"/>
        <w:ind w:left="1440" w:right="751" w:hanging="320"/>
        <w:jc w:val="left"/>
      </w:pPr>
      <w:r>
        <w:rPr>
          <w:color w:val="4C4D4F"/>
          <w:spacing w:val="-1"/>
        </w:rPr>
        <w:t>Student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include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diagram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support </w:t>
      </w:r>
      <w:r>
        <w:rPr>
          <w:color w:val="4C4D4F"/>
          <w:spacing w:val="-1"/>
        </w:rPr>
        <w:t>their solution </w:t>
      </w:r>
      <w:r>
        <w:rPr>
          <w:color w:val="4C4D4F"/>
        </w:rPr>
        <w:t>or</w:t>
      </w:r>
      <w:r>
        <w:rPr>
          <w:color w:val="4C4D4F"/>
          <w:spacing w:val="-1"/>
        </w:rPr>
        <w:t> as an </w:t>
      </w:r>
      <w:r>
        <w:rPr>
          <w:color w:val="4C4D4F"/>
          <w:spacing w:val="-2"/>
        </w:rPr>
        <w:t>alternative </w:t>
      </w:r>
      <w:r>
        <w:rPr>
          <w:color w:val="4C4D4F"/>
          <w:spacing w:val="-1"/>
        </w:rPr>
        <w:t>to calculating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67"/>
          <w:w w:val="99"/>
        </w:rPr>
        <w:t> </w:t>
      </w:r>
      <w:r>
        <w:rPr>
          <w:color w:val="4C4D4F"/>
          <w:spacing w:val="-2"/>
        </w:rPr>
        <w:t>mathematically.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solution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calculation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shown </w:t>
      </w:r>
      <w:r>
        <w:rPr>
          <w:color w:val="4C4D4F"/>
          <w:spacing w:val="-3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3"/>
          <w:szCs w:val="3"/>
        </w:rPr>
      </w:pPr>
    </w:p>
    <w:p>
      <w:pPr>
        <w:tabs>
          <w:tab w:pos="2271" w:val="left" w:leader="none"/>
          <w:tab w:pos="2762" w:val="left" w:leader="none"/>
        </w:tabs>
        <w:spacing w:line="60" w:lineRule="atLeast"/>
        <w:ind w:left="1440" w:right="0" w:firstLine="0"/>
        <w:rPr>
          <w:rFonts w:ascii="Arial" w:hAnsi="Arial" w:cs="Arial" w:eastAsia="Arial"/>
          <w:sz w:val="19"/>
          <w:szCs w:val="19"/>
        </w:rPr>
      </w:pPr>
      <w:r>
        <w:rPr>
          <w:rFonts w:ascii="Arial"/>
          <w:position w:val="1"/>
          <w:sz w:val="16"/>
        </w:rPr>
        <w:pict>
          <v:group style="width:5.3pt;height:8.2pt;mso-position-horizontal-relative:char;mso-position-vertical-relative:line" coordorigin="0,0" coordsize="106,164">
            <v:group style="position:absolute;left:0;top:0;width:106;height:164" coordorigin="0,0" coordsize="106,164">
              <v:shape style="position:absolute;left:0;top:0;width:106;height:164" coordorigin="0,0" coordsize="106,164" path="m66,0l38,0,27,4,11,20,6,30,7,49,8,56,16,67,22,71,30,74,21,76,13,81,3,95,0,104,0,128,5,140,15,150,32,160,53,163,74,160,91,149,93,147,47,147,41,146,31,140,27,136,22,125,20,120,20,105,23,98,35,85,43,82,93,82,85,77,75,74,83,71,89,67,89,66,45,66,39,64,29,54,27,49,27,34,29,28,39,19,45,16,90,16,78,4,66,0xe" filled="true" fillcolor="#231f20" stroked="false">
                <v:path arrowok="t"/>
                <v:fill type="solid"/>
              </v:shape>
              <v:shape style="position:absolute;left:0;top:0;width:106;height:164" coordorigin="0,0" coordsize="106,164" path="m93,82l62,82,70,85,82,98,85,105,85,124,82,132,70,144,62,147,93,147,100,140,105,128,105,105,103,96,93,82xe" filled="true" fillcolor="#231f20" stroked="false">
                <v:path arrowok="t"/>
                <v:fill type="solid"/>
              </v:shape>
              <v:shape style="position:absolute;left:0;top:0;width:106;height:164" coordorigin="0,0" coordsize="106,164" path="m90,16l60,16,66,19,76,28,78,34,78,49,76,54,67,64,60,66,89,66,97,56,99,49,99,30,95,20,90,1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1"/>
          <w:sz w:val="16"/>
        </w:rPr>
      </w:r>
      <w:r>
        <w:rPr>
          <w:rFonts w:ascii="Times New Roman"/>
          <w:spacing w:val="31"/>
          <w:position w:val="1"/>
          <w:sz w:val="16"/>
        </w:rPr>
        <w:t> </w:t>
      </w:r>
      <w:r>
        <w:rPr>
          <w:rFonts w:ascii="Arial"/>
          <w:spacing w:val="31"/>
          <w:position w:val="1"/>
          <w:sz w:val="16"/>
        </w:rPr>
        <w:pict>
          <v:group style="width:7.55pt;height:8.25pt;mso-position-horizontal-relative:char;mso-position-vertical-relative:line" coordorigin="0,0" coordsize="151,165">
            <v:group style="position:absolute;left:0;top:0;width:68;height:163" coordorigin="0,0" coordsize="68,163">
              <v:shape style="position:absolute;left:0;top:0;width:68;height:163" coordorigin="0,0" coordsize="68,163" path="m37,62l17,62,17,163,37,163,37,62xe" filled="true" fillcolor="#231f20" stroked="false">
                <v:path arrowok="t"/>
                <v:fill type="solid"/>
              </v:shape>
              <v:shape style="position:absolute;left:0;top:0;width:68;height:163" coordorigin="0,0" coordsize="68,163" path="m59,47l0,47,0,62,59,62,59,47xe" filled="true" fillcolor="#231f20" stroked="false">
                <v:path arrowok="t"/>
                <v:fill type="solid"/>
              </v:shape>
              <v:shape style="position:absolute;left:0;top:0;width:68;height:163" coordorigin="0,0" coordsize="68,163" path="m55,0l41,0,34,2,25,8,21,12,18,21,17,27,17,47,37,47,37,29,38,24,43,19,47,18,65,18,68,2,61,1,55,0xe" filled="true" fillcolor="#231f20" stroked="false">
                <v:path arrowok="t"/>
                <v:fill type="solid"/>
              </v:shape>
              <v:shape style="position:absolute;left:0;top:0;width:68;height:163" coordorigin="0,0" coordsize="68,163" path="m65,18l57,18,61,18,65,19,65,18xe" filled="true" fillcolor="#231f20" stroked="false">
                <v:path arrowok="t"/>
                <v:fill type="solid"/>
              </v:shape>
            </v:group>
            <v:group style="position:absolute;left:94;top:6;width:57;height:158" coordorigin="94,6" coordsize="57,158">
              <v:shape style="position:absolute;left:94;top:6;width:57;height:158" coordorigin="94,6" coordsize="57,158" path="m128,62l108,62,108,142,128,164,140,164,145,163,150,162,148,146,136,146,134,145,131,143,129,142,128,139,128,135,128,62xe" filled="true" fillcolor="#231f20" stroked="false">
                <v:path arrowok="t"/>
                <v:fill type="solid"/>
              </v:shape>
              <v:shape style="position:absolute;left:94;top:6;width:57;height:158" coordorigin="94,6" coordsize="57,158" path="m147,145l144,145,141,146,148,146,147,145xe" filled="true" fillcolor="#231f20" stroked="false">
                <v:path arrowok="t"/>
                <v:fill type="solid"/>
              </v:shape>
              <v:shape style="position:absolute;left:94;top:6;width:57;height:158" coordorigin="94,6" coordsize="57,158" path="m147,47l94,47,94,62,147,62,147,47xe" filled="true" fillcolor="#231f20" stroked="false">
                <v:path arrowok="t"/>
                <v:fill type="solid"/>
              </v:shape>
              <v:shape style="position:absolute;left:94;top:6;width:57;height:158" coordorigin="94,6" coordsize="57,158" path="m128,6l108,18,108,47,128,47,128,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31"/>
          <w:position w:val="1"/>
          <w:sz w:val="16"/>
        </w:rPr>
      </w:r>
      <w:r>
        <w:rPr>
          <w:rFonts w:ascii="Times New Roman"/>
          <w:spacing w:val="77"/>
          <w:position w:val="1"/>
          <w:sz w:val="6"/>
        </w:rPr>
        <w:t> </w:t>
      </w:r>
      <w:r>
        <w:rPr>
          <w:rFonts w:ascii="Arial"/>
          <w:spacing w:val="77"/>
          <w:position w:val="6"/>
          <w:sz w:val="6"/>
        </w:rPr>
        <w:pict>
          <v:group style="width:5.3pt;height:3.35pt;mso-position-horizontal-relative:char;mso-position-vertical-relative:line" coordorigin="0,0" coordsize="106,67">
            <v:group style="position:absolute;left:0;top:0;width:106;height:67" coordorigin="0,0" coordsize="106,67">
              <v:shape style="position:absolute;left:0;top:0;width:106;height:67" coordorigin="0,0" coordsize="106,67" path="m106,48l0,48,0,67,106,67,106,48xe" filled="true" fillcolor="#231f20" stroked="false">
                <v:path arrowok="t"/>
                <v:fill type="solid"/>
              </v:shape>
              <v:shape style="position:absolute;left:0;top:0;width:106;height:67" coordorigin="0,0" coordsize="106,67" path="m106,0l0,0,0,18,106,18,106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77"/>
          <w:position w:val="6"/>
          <w:sz w:val="6"/>
        </w:rPr>
      </w:r>
      <w:r>
        <w:rPr>
          <w:rFonts w:ascii="Times New Roman"/>
          <w:spacing w:val="74"/>
          <w:position w:val="6"/>
          <w:sz w:val="6"/>
        </w:rPr>
        <w:t> </w:t>
      </w:r>
      <w:r>
        <w:rPr>
          <w:rFonts w:ascii="Arial"/>
          <w:spacing w:val="74"/>
          <w:position w:val="1"/>
          <w:sz w:val="16"/>
        </w:rPr>
        <w:pict>
          <v:group style="width:5.3pt;height:8.2pt;mso-position-horizontal-relative:char;mso-position-vertical-relative:line" coordorigin="0,0" coordsize="106,164">
            <v:group style="position:absolute;left:0;top:0;width:106;height:164" coordorigin="0,0" coordsize="106,164">
              <v:shape style="position:absolute;left:0;top:0;width:106;height:164" coordorigin="0,0" coordsize="106,164" path="m66,0l38,0,27,4,11,20,6,30,7,49,8,56,16,67,22,71,30,74,21,76,13,81,3,95,0,104,0,128,5,140,15,150,32,160,53,163,74,160,91,149,93,147,47,147,41,146,31,140,27,136,22,125,20,120,20,105,23,98,35,85,43,82,93,82,85,77,75,74,83,71,89,67,89,66,45,66,39,64,29,54,27,49,27,34,29,28,39,19,45,16,90,16,78,4,66,0xe" filled="true" fillcolor="#231f20" stroked="false">
                <v:path arrowok="t"/>
                <v:fill type="solid"/>
              </v:shape>
              <v:shape style="position:absolute;left:0;top:0;width:106;height:164" coordorigin="0,0" coordsize="106,164" path="m93,82l62,82,70,85,82,98,85,105,85,124,82,132,70,144,62,147,93,147,100,140,105,128,105,105,103,96,93,82xe" filled="true" fillcolor="#231f20" stroked="false">
                <v:path arrowok="t"/>
                <v:fill type="solid"/>
              </v:shape>
              <v:shape style="position:absolute;left:0;top:0;width:106;height:164" coordorigin="0,0" coordsize="106,164" path="m90,16l60,16,66,19,76,28,78,34,78,49,76,54,67,64,60,66,89,66,97,56,99,49,99,30,95,20,90,1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74"/>
          <w:position w:val="1"/>
          <w:sz w:val="16"/>
        </w:rPr>
      </w:r>
      <w:r>
        <w:rPr>
          <w:rFonts w:ascii="Arial"/>
          <w:spacing w:val="74"/>
          <w:position w:val="1"/>
          <w:sz w:val="16"/>
        </w:rPr>
        <w:tab/>
      </w:r>
      <w:r>
        <w:rPr>
          <w:rFonts w:ascii="Arial"/>
          <w:spacing w:val="74"/>
          <w:position w:val="3"/>
          <w:sz w:val="9"/>
        </w:rPr>
        <w:pict>
          <v:group style="width:4.8pt;height:4.8pt;mso-position-horizontal-relative:char;mso-position-vertical-relative:line" coordorigin="0,0" coordsize="96,96">
            <v:group style="position:absolute;left:0;top:0;width:96;height:96" coordorigin="0,0" coordsize="96,96">
              <v:shape style="position:absolute;left:0;top:0;width:96;height:96" coordorigin="0,0" coordsize="96,96" path="m13,0l0,13,34,48,0,82,13,95,48,61,74,61,61,47,74,34,48,34,13,0xe" filled="true" fillcolor="#231f20" stroked="false">
                <v:path arrowok="t"/>
                <v:fill type="solid"/>
              </v:shape>
              <v:shape style="position:absolute;left:0;top:0;width:96;height:96" coordorigin="0,0" coordsize="96,96" path="m74,61l48,61,82,95,95,82,74,61xe" filled="true" fillcolor="#231f20" stroked="false">
                <v:path arrowok="t"/>
                <v:fill type="solid"/>
              </v:shape>
              <v:shape style="position:absolute;left:0;top:0;width:96;height:96" coordorigin="0,0" coordsize="96,96" path="m82,0l48,34,74,34,95,13,82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74"/>
          <w:position w:val="3"/>
          <w:sz w:val="9"/>
        </w:rPr>
      </w:r>
      <w:r>
        <w:rPr>
          <w:rFonts w:ascii="Times New Roman"/>
          <w:spacing w:val="69"/>
          <w:position w:val="3"/>
          <w:sz w:val="6"/>
        </w:rPr>
        <w:t> </w:t>
      </w:r>
      <w:r>
        <w:rPr>
          <w:rFonts w:ascii="Arial"/>
          <w:spacing w:val="69"/>
          <w:position w:val="1"/>
          <w:sz w:val="16"/>
        </w:rPr>
        <w:pict>
          <v:group style="width:10.5pt;height:8.0500pt;mso-position-horizontal-relative:char;mso-position-vertical-relative:line" coordorigin="0,0" coordsize="210,161">
            <v:group style="position:absolute;left:0;top:0;width:59;height:161" coordorigin="0,0" coordsize="59,161">
              <v:shape style="position:absolute;left:0;top:0;width:59;height:161" coordorigin="0,0" coordsize="59,161" path="m59,35l39,35,39,160,59,160,59,35xe" filled="true" fillcolor="#231f20" stroked="false">
                <v:path arrowok="t"/>
                <v:fill type="solid"/>
              </v:shape>
              <v:shape style="position:absolute;left:0;top:0;width:59;height:161" coordorigin="0,0" coordsize="59,161" path="m59,0l46,0,43,7,37,14,21,29,11,35,0,40,0,59,39,35,59,35,59,0xe" filled="true" fillcolor="#231f20" stroked="false">
                <v:path arrowok="t"/>
                <v:fill type="solid"/>
              </v:shape>
            </v:group>
            <v:group style="position:absolute;left:104;top:0;width:106;height:161" coordorigin="104,0" coordsize="106,161">
              <v:shape style="position:absolute;left:104;top:0;width:106;height:161" coordorigin="104,0" coordsize="106,161" path="m200,16l168,16,176,19,187,30,189,36,189,51,145,101,134,111,125,119,113,133,109,140,106,147,105,151,104,156,104,160,210,160,210,142,131,142,134,138,136,135,143,127,151,121,164,110,181,94,210,32,205,21,200,16xe" filled="true" fillcolor="#231f20" stroked="false">
                <v:path arrowok="t"/>
                <v:fill type="solid"/>
              </v:shape>
              <v:shape style="position:absolute;left:104;top:0;width:106;height:161" coordorigin="104,0" coordsize="106,161" path="m175,0l145,0,132,4,114,20,109,31,108,46,128,48,128,38,131,30,142,19,150,16,200,16,187,4,175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69"/>
          <w:position w:val="1"/>
          <w:sz w:val="16"/>
        </w:rPr>
      </w:r>
      <w:r>
        <w:rPr>
          <w:rFonts w:ascii="Arial"/>
          <w:spacing w:val="69"/>
          <w:position w:val="1"/>
          <w:sz w:val="16"/>
        </w:rPr>
        <w:tab/>
      </w:r>
      <w:r>
        <w:rPr>
          <w:rFonts w:ascii="Arial"/>
          <w:spacing w:val="69"/>
          <w:sz w:val="19"/>
        </w:rPr>
        <w:pict>
          <v:group style="width:7.1pt;height:9.6pt;mso-position-horizontal-relative:char;mso-position-vertical-relative:line" coordorigin="0,0" coordsize="142,192">
            <v:group style="position:absolute;left:11;top:11;width:2;height:170" coordorigin="11,11" coordsize="2,170">
              <v:shape style="position:absolute;left:11;top:11;width:2;height:170" coordorigin="11,11" coordsize="0,170" path="m11,11l11,180e" filled="false" stroked="true" strokeweight="1.081pt" strokecolor="#231f20">
                <v:path arrowok="t"/>
              </v:shape>
            </v:group>
            <v:group style="position:absolute;left:48;top:62;width:95;height:119" coordorigin="48,62" coordsize="95,119">
              <v:shape style="position:absolute;left:48;top:62;width:95;height:119" coordorigin="48,62" coordsize="95,119" path="m65,65l48,65,48,180,67,180,68,102,70,92,83,82,84,81,65,81,65,65xe" filled="true" fillcolor="#231f20" stroked="false">
                <v:path arrowok="t"/>
                <v:fill type="solid"/>
              </v:shape>
              <v:shape style="position:absolute;left:48;top:62;width:95;height:119" coordorigin="48,62" coordsize="95,119" path="m137,79l103,79,108,80,116,85,118,88,120,92,121,96,122,102,122,180,142,180,142,100,142,94,140,85,138,80,137,79xe" filled="true" fillcolor="#231f20" stroked="false">
                <v:path arrowok="t"/>
                <v:fill type="solid"/>
              </v:shape>
              <v:shape style="position:absolute;left:48;top:62;width:95;height:119" coordorigin="48,62" coordsize="95,119" path="m109,62l101,62,80,67,65,81,84,81,90,79,137,79,132,72,127,68,116,63,109,6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69"/>
          <w:sz w:val="19"/>
        </w:rPr>
      </w:r>
    </w:p>
    <w:p>
      <w:pPr>
        <w:spacing w:line="240" w:lineRule="auto" w:before="7"/>
        <w:rPr>
          <w:rFonts w:ascii="Arial" w:hAnsi="Arial" w:cs="Arial" w:eastAsia="Arial"/>
          <w:sz w:val="9"/>
          <w:szCs w:val="9"/>
        </w:rPr>
      </w:pPr>
    </w:p>
    <w:p>
      <w:pPr>
        <w:tabs>
          <w:tab w:pos="2081" w:val="left" w:leader="none"/>
          <w:tab w:pos="2408" w:val="left" w:leader="none"/>
        </w:tabs>
        <w:spacing w:line="60" w:lineRule="atLeast"/>
        <w:ind w:left="1860" w:right="0" w:firstLine="0"/>
        <w:rPr>
          <w:rFonts w:ascii="Arial" w:hAnsi="Arial" w:cs="Arial" w:eastAsia="Arial"/>
          <w:sz w:val="19"/>
          <w:szCs w:val="19"/>
        </w:rPr>
      </w:pPr>
      <w:r>
        <w:rPr>
          <w:rFonts w:ascii="Arial"/>
          <w:position w:val="6"/>
          <w:sz w:val="6"/>
        </w:rPr>
        <w:pict>
          <v:group style="width:5.3pt;height:3.35pt;mso-position-horizontal-relative:char;mso-position-vertical-relative:line" coordorigin="0,0" coordsize="106,67">
            <v:group style="position:absolute;left:0;top:0;width:106;height:67" coordorigin="0,0" coordsize="106,67">
              <v:shape style="position:absolute;left:0;top:0;width:106;height:67" coordorigin="0,0" coordsize="106,67" path="m106,48l0,48,0,67,106,67,106,48xe" filled="true" fillcolor="#231f20" stroked="false">
                <v:path arrowok="t"/>
                <v:fill type="solid"/>
              </v:shape>
              <v:shape style="position:absolute;left:0;top:0;width:106;height:67" coordorigin="0,0" coordsize="106,67" path="m106,0l0,0,0,18,106,18,106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6"/>
          <w:sz w:val="6"/>
        </w:rPr>
      </w:r>
      <w:r>
        <w:rPr>
          <w:rFonts w:ascii="Arial"/>
          <w:position w:val="6"/>
          <w:sz w:val="6"/>
        </w:rPr>
        <w:tab/>
      </w:r>
      <w:r>
        <w:rPr>
          <w:rFonts w:ascii="Arial"/>
          <w:position w:val="1"/>
          <w:sz w:val="16"/>
        </w:rPr>
        <w:pict>
          <v:group style="width:11.35pt;height:8.2pt;mso-position-horizontal-relative:char;mso-position-vertical-relative:line" coordorigin="0,0" coordsize="227,164">
            <v:group style="position:absolute;left:0;top:0;width:105;height:164" coordorigin="0,0" coordsize="105,164">
              <v:shape style="position:absolute;left:0;top:0;width:105;height:164" coordorigin="0,0" coordsize="105,164" path="m22,122l3,124,5,136,9,146,25,160,35,163,60,163,70,160,82,151,85,147,41,147,35,145,26,137,23,131,22,122xe" filled="true" fillcolor="#231f20" stroked="false">
                <v:path arrowok="t"/>
                <v:fill type="solid"/>
              </v:shape>
              <v:shape style="position:absolute;left:0;top:0;width:105;height:164" coordorigin="0,0" coordsize="105,164" path="m105,85l85,85,86,97,85,105,54,147,85,147,92,138,102,114,104,96,105,85xe" filled="true" fillcolor="#231f20" stroked="false">
                <v:path arrowok="t"/>
                <v:fill type="solid"/>
              </v:shape>
              <v:shape style="position:absolute;left:0;top:0;width:105;height:164" coordorigin="0,0" coordsize="105,164" path="m61,0l3,33,0,54,3,75,14,92,23,101,34,106,55,106,63,104,76,97,82,91,83,89,43,89,36,86,23,73,20,65,20,43,23,34,36,20,44,16,89,16,87,14,70,3,61,0xe" filled="true" fillcolor="#231f20" stroked="false">
                <v:path arrowok="t"/>
                <v:fill type="solid"/>
              </v:shape>
              <v:shape style="position:absolute;left:0;top:0;width:105;height:164" coordorigin="0,0" coordsize="105,164" path="m89,16l61,16,68,20,80,33,83,42,83,65,80,73,69,86,61,89,83,89,85,85,105,85,105,70,103,49,98,32,94,22,89,16xe" filled="true" fillcolor="#231f20" stroked="false">
                <v:path arrowok="t"/>
                <v:fill type="solid"/>
              </v:shape>
            </v:group>
            <v:group style="position:absolute;left:121;top:1;width:106;height:162" coordorigin="121,1" coordsize="106,162">
              <v:shape style="position:absolute;left:121;top:1;width:106;height:162" coordorigin="121,1" coordsize="106,162" path="m165,1l122,66,121,90,121,93,156,159,176,163,186,163,194,161,202,156,210,152,214,147,170,147,165,145,155,139,151,134,148,128,145,122,143,115,143,98,146,90,158,78,140,78,165,18,171,16,215,16,206,8,191,2,165,1xe" filled="true" fillcolor="#231f20" stroked="false">
                <v:path arrowok="t"/>
                <v:fill type="solid"/>
              </v:shape>
              <v:shape style="position:absolute;left:121;top:1;width:106;height:162" coordorigin="121,1" coordsize="106,162" path="m215,74l184,74,192,77,197,84,203,90,206,98,206,121,203,130,191,144,184,147,214,147,216,145,220,137,224,128,226,119,226,93,222,81,215,74xe" filled="true" fillcolor="#231f20" stroked="false">
                <v:path arrowok="t"/>
                <v:fill type="solid"/>
              </v:shape>
              <v:shape style="position:absolute;left:121;top:1;width:106;height:162" coordorigin="121,1" coordsize="106,162" path="m192,57l172,57,165,59,151,66,145,71,140,78,158,78,159,77,166,74,215,74,203,62,192,57xe" filled="true" fillcolor="#231f20" stroked="false">
                <v:path arrowok="t"/>
                <v:fill type="solid"/>
              </v:shape>
              <v:shape style="position:absolute;left:121;top:1;width:106;height:162" coordorigin="121,1" coordsize="106,162" path="m215,16l185,16,191,19,197,25,200,28,202,34,204,41,224,40,222,27,217,18,215,1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1"/>
          <w:sz w:val="16"/>
        </w:rPr>
      </w:r>
      <w:r>
        <w:rPr>
          <w:rFonts w:ascii="Arial"/>
          <w:position w:val="1"/>
          <w:sz w:val="16"/>
        </w:rPr>
        <w:tab/>
      </w:r>
      <w:r>
        <w:rPr>
          <w:rFonts w:ascii="Arial"/>
          <w:sz w:val="19"/>
        </w:rPr>
        <w:pict>
          <v:group style="width:7.1pt;height:9.6pt;mso-position-horizontal-relative:char;mso-position-vertical-relative:line" coordorigin="0,0" coordsize="142,192">
            <v:group style="position:absolute;left:11;top:11;width:2;height:170" coordorigin="11,11" coordsize="2,170">
              <v:shape style="position:absolute;left:11;top:11;width:2;height:170" coordorigin="11,11" coordsize="0,170" path="m11,11l11,180e" filled="false" stroked="true" strokeweight="1.081pt" strokecolor="#231f20">
                <v:path arrowok="t"/>
              </v:shape>
            </v:group>
            <v:group style="position:absolute;left:48;top:62;width:95;height:119" coordorigin="48,62" coordsize="95,119">
              <v:shape style="position:absolute;left:48;top:62;width:95;height:119" coordorigin="48,62" coordsize="95,119" path="m65,65l48,65,48,180,67,180,68,102,70,92,83,82,84,81,65,81,65,65xe" filled="true" fillcolor="#231f20" stroked="false">
                <v:path arrowok="t"/>
                <v:fill type="solid"/>
              </v:shape>
              <v:shape style="position:absolute;left:48;top:62;width:95;height:119" coordorigin="48,62" coordsize="95,119" path="m137,79l103,79,108,80,116,85,118,88,121,96,122,102,122,180,142,180,142,100,142,94,140,85,138,80,137,79xe" filled="true" fillcolor="#231f20" stroked="false">
                <v:path arrowok="t"/>
                <v:fill type="solid"/>
              </v:shape>
              <v:shape style="position:absolute;left:48;top:62;width:95;height:119" coordorigin="48,62" coordsize="95,119" path="m109,62l101,62,80,67,65,81,84,81,90,79,137,79,132,72,127,68,116,63,109,6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9"/>
        </w:rPr>
      </w: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tabs>
          <w:tab w:pos="2318" w:val="left" w:leader="none"/>
        </w:tabs>
        <w:spacing w:line="160" w:lineRule="atLeast"/>
        <w:ind w:left="1478" w:right="0" w:firstLine="0"/>
        <w:rPr>
          <w:rFonts w:ascii="Arial" w:hAnsi="Arial" w:cs="Arial" w:eastAsia="Arial"/>
          <w:sz w:val="16"/>
          <w:szCs w:val="16"/>
        </w:rPr>
      </w:pPr>
      <w:r>
        <w:rPr>
          <w:rFonts w:ascii="Arial"/>
          <w:position w:val="15"/>
          <w:sz w:val="16"/>
        </w:rPr>
        <w:pict>
          <v:group style="width:11.3pt;height:8.15pt;mso-position-horizontal-relative:char;mso-position-vertical-relative:line" coordorigin="0,0" coordsize="226,163">
            <v:group style="position:absolute;left:0;top:0;width:105;height:163" coordorigin="0,0" coordsize="105,163">
              <v:shape style="position:absolute;left:0;top:0;width:105;height:163" coordorigin="0,0" coordsize="105,163" path="m22,121l3,123,5,136,9,145,25,159,35,163,59,163,70,159,81,151,85,146,41,146,35,144,26,136,23,130,22,121xe" filled="true" fillcolor="#231f20" stroked="false">
                <v:path arrowok="t"/>
                <v:fill type="solid"/>
              </v:shape>
              <v:shape style="position:absolute;left:0;top:0;width:105;height:163" coordorigin="0,0" coordsize="105,163" path="m104,85l85,85,85,97,84,105,54,146,85,146,91,138,101,114,104,96,104,85xe" filled="true" fillcolor="#231f20" stroked="false">
                <v:path arrowok="t"/>
                <v:fill type="solid"/>
              </v:shape>
              <v:shape style="position:absolute;left:0;top:0;width:105;height:163" coordorigin="0,0" coordsize="105,163" path="m60,0l3,33,0,54,3,75,14,92,23,101,34,106,55,106,62,104,76,96,81,91,83,89,43,89,35,85,23,73,20,65,20,43,23,34,36,20,44,16,89,16,87,14,70,3,60,0xe" filled="true" fillcolor="#231f20" stroked="false">
                <v:path arrowok="t"/>
                <v:fill type="solid"/>
              </v:shape>
              <v:shape style="position:absolute;left:0;top:0;width:105;height:163" coordorigin="0,0" coordsize="105,163" path="m89,16l61,16,68,19,80,33,83,42,83,65,80,73,68,85,61,89,83,89,85,85,104,85,105,70,103,49,98,32,94,22,89,16xe" filled="true" fillcolor="#231f20" stroked="false">
                <v:path arrowok="t"/>
                <v:fill type="solid"/>
              </v:shape>
            </v:group>
            <v:group style="position:absolute;left:120;top:1;width:105;height:162" coordorigin="120,1" coordsize="105,162">
              <v:shape style="position:absolute;left:120;top:1;width:105;height:162" coordorigin="120,1" coordsize="105,162" path="m165,1l122,65,120,90,121,93,155,159,176,163,185,163,194,160,209,151,213,146,170,146,164,145,154,138,150,134,144,121,143,115,143,98,146,90,157,78,140,78,165,18,170,16,214,16,206,8,191,2,165,1xe" filled="true" fillcolor="#231f20" stroked="false">
                <v:path arrowok="t"/>
                <v:fill type="solid"/>
              </v:shape>
              <v:shape style="position:absolute;left:120;top:1;width:105;height:162" coordorigin="120,1" coordsize="105,162" path="m214,74l183,74,191,77,203,90,205,98,205,121,202,130,191,143,184,146,213,146,215,145,223,127,225,118,225,93,221,81,214,74xe" filled="true" fillcolor="#231f20" stroked="false">
                <v:path arrowok="t"/>
                <v:fill type="solid"/>
              </v:shape>
              <v:shape style="position:absolute;left:120;top:1;width:105;height:162" coordorigin="120,1" coordsize="105,162" path="m191,57l171,57,164,58,150,65,144,71,140,78,157,78,158,77,166,74,214,74,203,61,191,57xe" filled="true" fillcolor="#231f20" stroked="false">
                <v:path arrowok="t"/>
                <v:fill type="solid"/>
              </v:shape>
              <v:shape style="position:absolute;left:120;top:1;width:105;height:162" coordorigin="120,1" coordsize="105,162" path="m214,16l184,16,191,19,196,24,199,28,201,33,203,41,223,40,221,27,216,18,214,1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15"/>
          <w:sz w:val="16"/>
        </w:rPr>
      </w:r>
      <w:r>
        <w:rPr>
          <w:rFonts w:ascii="Arial"/>
          <w:position w:val="15"/>
          <w:sz w:val="16"/>
        </w:rPr>
        <w:tab/>
      </w:r>
      <w:r>
        <w:rPr>
          <w:rFonts w:ascii="Arial"/>
          <w:sz w:val="16"/>
        </w:rPr>
        <w:pict>
          <v:group style="width:5.25pt;height:8.1pt;mso-position-horizontal-relative:char;mso-position-vertical-relative:line" coordorigin="0,0" coordsize="105,162">
            <v:group style="position:absolute;left:0;top:0;width:105;height:162" coordorigin="0,0" coordsize="105,162">
              <v:shape style="position:absolute;left:0;top:0;width:105;height:162" coordorigin="0,0" coordsize="105,162" path="m45,0l1,63,0,88,0,92,35,157,55,161,65,161,73,159,88,150,92,145,49,145,44,143,33,137,29,132,24,120,22,114,22,97,25,88,37,76,19,76,44,16,50,15,94,15,85,7,70,1,45,0xe" filled="true" fillcolor="#231f20" stroked="false">
                <v:path arrowok="t"/>
                <v:fill type="solid"/>
              </v:shape>
              <v:shape style="position:absolute;left:0;top:0;width:105;height:162" coordorigin="0,0" coordsize="105,162" path="m94,72l63,72,70,76,82,88,85,97,85,119,82,128,70,142,63,145,92,145,94,143,103,126,105,117,105,92,100,79,94,72xe" filled="true" fillcolor="#231f20" stroked="false">
                <v:path arrowok="t"/>
                <v:fill type="solid"/>
              </v:shape>
              <v:shape style="position:absolute;left:0;top:0;width:105;height:162" coordorigin="0,0" coordsize="105,162" path="m71,55l50,55,43,57,30,64,24,69,19,76,37,76,38,76,45,72,94,72,82,60,71,55xe" filled="true" fillcolor="#231f20" stroked="false">
                <v:path arrowok="t"/>
                <v:fill type="solid"/>
              </v:shape>
              <v:shape style="position:absolute;left:0;top:0;width:105;height:162" coordorigin="0,0" coordsize="105,162" path="m94,15l63,15,70,17,75,23,78,27,81,32,83,40,102,38,101,26,96,16,94,15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6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455" w:lineRule="auto" w:before="72"/>
        <w:ind w:left="1460" w:right="5961"/>
        <w:jc w:val="left"/>
      </w:pPr>
      <w:r>
        <w:rPr/>
        <w:pict>
          <v:group style="position:absolute;margin-left:89.731499pt;margin-top:-30.38784pt;width:37.450pt;height:15pt;mso-position-horizontal-relative:page;mso-position-vertical-relative:paragraph;z-index:5776" coordorigin="1795,-608" coordsize="749,300">
            <v:group style="position:absolute;left:1800;top:-552;width:570;height:2" coordorigin="1800,-552" coordsize="570,2">
              <v:shape style="position:absolute;left:1800;top:-552;width:570;height:2" coordorigin="1800,-552" coordsize="570,0" path="m1800,-552l2369,-552e" filled="false" stroked="true" strokeweight=".537pt" strokecolor="#231f20">
                <v:path arrowok="t"/>
              </v:shape>
            </v:group>
            <v:group style="position:absolute;left:1828;top:-479;width:59;height:160" coordorigin="1828,-479" coordsize="59,160">
              <v:shape style="position:absolute;left:1828;top:-479;width:59;height:160" coordorigin="1828,-479" coordsize="59,160" path="m1887,-444l1867,-444,1867,-319,1887,-319,1887,-444xe" filled="true" fillcolor="#231f20" stroked="false">
                <v:path arrowok="t"/>
                <v:fill type="solid"/>
              </v:shape>
              <v:shape style="position:absolute;left:1828;top:-479;width:59;height:160" coordorigin="1828,-479" coordsize="59,160" path="m1887,-479l1874,-479,1871,-472,1865,-465,1848,-450,1839,-444,1828,-439,1828,-420,1867,-444,1887,-444,1887,-479xe" filled="true" fillcolor="#231f20" stroked="false">
                <v:path arrowok="t"/>
                <v:fill type="solid"/>
              </v:shape>
            </v:group>
            <v:group style="position:absolute;left:1933;top:-478;width:105;height:162" coordorigin="1933,-478" coordsize="105,162">
              <v:shape style="position:absolute;left:1933;top:-478;width:105;height:162" coordorigin="1933,-478" coordsize="105,162" path="m1978,-478l1935,-414,1933,-389,1934,-386,1968,-320,1989,-316,1998,-316,2007,-319,2022,-328,2026,-332,1983,-332,1977,-334,1967,-340,1963,-345,1957,-357,1956,-364,1956,-381,1959,-389,1970,-401,1953,-401,1978,-461,1983,-463,2027,-463,2019,-470,2004,-477,1978,-478xe" filled="true" fillcolor="#231f20" stroked="false">
                <v:path arrowok="t"/>
                <v:fill type="solid"/>
              </v:shape>
              <v:shape style="position:absolute;left:1933;top:-478;width:105;height:162" coordorigin="1933,-478" coordsize="105,162" path="m2027,-405l1996,-405,2004,-402,2016,-389,2018,-381,2018,-358,2015,-349,2004,-336,1997,-332,2026,-332,2028,-334,2036,-352,2038,-361,2038,-386,2034,-398,2027,-405xe" filled="true" fillcolor="#231f20" stroked="false">
                <v:path arrowok="t"/>
                <v:fill type="solid"/>
              </v:shape>
              <v:shape style="position:absolute;left:1933;top:-478;width:105;height:162" coordorigin="1933,-478" coordsize="105,162" path="m2004,-422l1984,-422,1977,-421,1963,-414,1957,-408,1953,-401,1970,-401,1971,-402,1979,-405,2027,-405,2016,-418,2004,-422xe" filled="true" fillcolor="#231f20" stroked="false">
                <v:path arrowok="t"/>
                <v:fill type="solid"/>
              </v:shape>
              <v:shape style="position:absolute;left:1933;top:-478;width:105;height:162" coordorigin="1933,-478" coordsize="105,162" path="m2027,-463l1997,-463,2004,-460,2009,-454,2012,-451,2014,-445,2016,-438,2036,-439,2034,-452,2029,-461,2027,-463xe" filled="true" fillcolor="#231f20" stroked="false">
                <v:path arrowok="t"/>
                <v:fill type="solid"/>
              </v:shape>
            </v:group>
            <v:group style="position:absolute;left:2149;top:-488;width:2;height:169" coordorigin="2149,-488" coordsize="2,169">
              <v:shape style="position:absolute;left:2149;top:-488;width:2;height:169" coordorigin="2149,-488" coordsize="0,169" path="m2149,-488l2149,-319e" filled="false" stroked="true" strokeweight="1.077pt" strokecolor="#231f20">
                <v:path arrowok="t"/>
              </v:shape>
            </v:group>
            <v:group style="position:absolute;left:2186;top:-437;width:94;height:118" coordorigin="2186,-437" coordsize="94,118">
              <v:shape style="position:absolute;left:2186;top:-437;width:94;height:118" coordorigin="2186,-437" coordsize="94,118" path="m2204,-434l2186,-434,2186,-319,2206,-319,2206,-397,2209,-407,2221,-417,2222,-418,2204,-418,2204,-434xe" filled="true" fillcolor="#231f20" stroked="false">
                <v:path arrowok="t"/>
                <v:fill type="solid"/>
              </v:shape>
              <v:shape style="position:absolute;left:2186;top:-437;width:94;height:118" coordorigin="2186,-437" coordsize="94,118" path="m2275,-420l2241,-420,2246,-419,2254,-414,2256,-411,2259,-403,2260,-397,2260,-319,2280,-319,2280,-399,2279,-405,2277,-415,2275,-419,2275,-420xe" filled="true" fillcolor="#231f20" stroked="false">
                <v:path arrowok="t"/>
                <v:fill type="solid"/>
              </v:shape>
              <v:shape style="position:absolute;left:2186;top:-437;width:94;height:118" coordorigin="2186,-437" coordsize="94,118" path="m2247,-437l2239,-437,2219,-432,2204,-418,2222,-418,2228,-420,2275,-420,2270,-427,2265,-431,2254,-436,2247,-437xe" filled="true" fillcolor="#231f20" stroked="false">
                <v:path arrowok="t"/>
                <v:fill type="solid"/>
              </v:shape>
            </v:group>
            <v:group style="position:absolute;left:2438;top:-608;width:106;height:67" coordorigin="2438,-608" coordsize="106,67">
              <v:shape style="position:absolute;left:2438;top:-608;width:106;height:67" coordorigin="2438,-608" coordsize="106,67" path="m2543,-559l2438,-559,2438,-541,2543,-541,2543,-559xe" filled="true" fillcolor="#231f20" stroked="false">
                <v:path arrowok="t"/>
                <v:fill type="solid"/>
              </v:shape>
              <v:shape style="position:absolute;left:2438;top:-608;width:106;height:67" coordorigin="2438,-608" coordsize="106,67" path="m2543,-608l2438,-608,2438,-590,2543,-590,2543,-608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07.172997pt;margin-top:-41.076839pt;width:7.1pt;height:9.550pt;mso-position-horizontal-relative:page;mso-position-vertical-relative:paragraph;z-index:5800" coordorigin="2143,-822" coordsize="142,191">
            <v:group style="position:absolute;left:2154;top:-811;width:2;height:169" coordorigin="2154,-811" coordsize="2,169">
              <v:shape style="position:absolute;left:2154;top:-811;width:2;height:169" coordorigin="2154,-811" coordsize="0,169" path="m2154,-811l2154,-642e" filled="false" stroked="true" strokeweight="1.077pt" strokecolor="#231f20">
                <v:path arrowok="t"/>
              </v:shape>
            </v:group>
            <v:group style="position:absolute;left:2191;top:-760;width:94;height:118" coordorigin="2191,-760" coordsize="94,118">
              <v:shape style="position:absolute;left:2191;top:-760;width:94;height:118" coordorigin="2191,-760" coordsize="94,118" path="m2209,-757l2191,-757,2191,-642,2211,-642,2211,-720,2214,-730,2226,-740,2227,-741,2209,-741,2209,-757xe" filled="true" fillcolor="#231f20" stroked="false">
                <v:path arrowok="t"/>
                <v:fill type="solid"/>
              </v:shape>
              <v:shape style="position:absolute;left:2191;top:-760;width:94;height:118" coordorigin="2191,-760" coordsize="94,118" path="m2280,-743l2246,-743,2251,-742,2259,-737,2261,-734,2264,-726,2265,-720,2265,-642,2285,-642,2285,-722,2284,-728,2283,-737,2281,-742,2280,-743xe" filled="true" fillcolor="#231f20" stroked="false">
                <v:path arrowok="t"/>
                <v:fill type="solid"/>
              </v:shape>
              <v:shape style="position:absolute;left:2191;top:-760;width:94;height:118" coordorigin="2191,-760" coordsize="94,118" path="m2252,-760l2244,-760,2224,-755,2209,-741,2227,-741,2233,-743,2280,-743,2275,-750,2270,-754,2259,-759,2252,-760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6 </w:t>
      </w:r>
      <w:r>
        <w:rPr>
          <w:rFonts w:ascii="Arial"/>
          <w:color w:val="4C4D4F"/>
          <w:spacing w:val="-1"/>
        </w:rPr>
        <w:t>studs</w:t>
      </w:r>
      <w:r>
        <w:rPr>
          <w:rFonts w:ascii="Arial"/>
          <w:color w:val="4C4D4F"/>
        </w:rPr>
        <w:t> after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first.</w:t>
      </w:r>
      <w:r>
        <w:rPr>
          <w:rFonts w:ascii="Arial"/>
          <w:color w:val="4C4D4F"/>
          <w:spacing w:val="21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</w:rPr>
        <w:t>7</w:t>
      </w:r>
      <w:r>
        <w:rPr>
          <w:color w:val="4C4D4F"/>
          <w:spacing w:val="-1"/>
        </w:rPr>
        <w:t> studs behind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sheet.</w:t>
      </w:r>
      <w:r>
        <w:rPr/>
      </w:r>
    </w:p>
    <w:p>
      <w:pPr>
        <w:pStyle w:val="BodyText"/>
        <w:numPr>
          <w:ilvl w:val="1"/>
          <w:numId w:val="9"/>
        </w:numPr>
        <w:tabs>
          <w:tab w:pos="4085" w:val="left" w:leader="none"/>
        </w:tabs>
        <w:spacing w:line="240" w:lineRule="auto" w:before="176" w:after="0"/>
        <w:ind w:left="4084" w:right="0" w:hanging="2964"/>
        <w:jc w:val="left"/>
      </w:pPr>
      <w:r>
        <w:rPr/>
        <w:pict>
          <v:group style="position:absolute;margin-left:123.6866pt;margin-top:17.179958pt;width:8.0500pt;height:11.8pt;mso-position-horizontal-relative:page;mso-position-vertical-relative:paragraph;z-index:-50632" coordorigin="2474,344" coordsize="161,236">
            <v:group style="position:absolute;left:2479;top:349;width:150;height:2" coordorigin="2479,349" coordsize="150,2">
              <v:shape style="position:absolute;left:2479;top:349;width:150;height:2" coordorigin="2479,349" coordsize="150,0" path="m2479,349l2629,349e" filled="false" stroked="true" strokeweight=".531pt" strokecolor="#231f20">
                <v:path arrowok="t"/>
              </v:shape>
            </v:group>
            <v:group style="position:absolute;left:2494;top:421;width:105;height:159" coordorigin="2494,421" coordsize="105,159">
              <v:shape style="position:absolute;left:2494;top:421;width:105;height:159" coordorigin="2494,421" coordsize="105,159" path="m2589,437l2558,437,2565,439,2576,450,2578,456,2578,471,2535,521,2524,530,2515,538,2504,551,2499,558,2497,565,2495,570,2494,574,2494,579,2599,579,2599,560,2521,560,2523,557,2526,553,2533,546,2540,540,2553,529,2570,514,2598,452,2594,442,2589,437xe" filled="true" fillcolor="#231f20" stroked="false">
                <v:path arrowok="t"/>
                <v:fill type="solid"/>
              </v:shape>
              <v:shape style="position:absolute;left:2494;top:421;width:105;height:159" coordorigin="2494,421" coordsize="105,159" path="m2564,421l2534,421,2522,425,2505,440,2499,451,2498,466,2518,468,2518,458,2521,451,2532,439,2540,437,2589,437,2576,425,2564,421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93.056503pt;margin-top:12.281459pt;width:10.4pt;height:8.0500pt;mso-position-horizontal-relative:page;mso-position-vertical-relative:paragraph;z-index:-50608" coordorigin="1861,246" coordsize="208,161">
            <v:group style="position:absolute;left:1861;top:246;width:58;height:159" coordorigin="1861,246" coordsize="58,159">
              <v:shape style="position:absolute;left:1861;top:246;width:58;height:159" coordorigin="1861,246" coordsize="58,159" path="m1919,281l1900,281,1900,404,1919,404,1919,281xe" filled="true" fillcolor="#231f20" stroked="false">
                <v:path arrowok="t"/>
                <v:fill type="solid"/>
              </v:shape>
              <v:shape style="position:absolute;left:1861;top:246;width:58;height:159" coordorigin="1861,246" coordsize="58,159" path="m1919,246l1907,246,1903,252,1898,259,1881,274,1872,280,1861,285,1861,304,1900,281,1919,281,1919,246xe" filled="true" fillcolor="#231f20" stroked="false">
                <v:path arrowok="t"/>
                <v:fill type="solid"/>
              </v:shape>
            </v:group>
            <v:group style="position:absolute;left:1966;top:246;width:103;height:161" coordorigin="1966,246" coordsize="103,161">
              <v:shape style="position:absolute;left:1966;top:246;width:103;height:161" coordorigin="1966,246" coordsize="103,161" path="m2026,246l2006,246,1997,249,1967,304,1966,326,1966,334,1990,401,2002,406,2029,406,2039,403,2054,391,2054,391,2009,391,2001,386,1991,370,1987,352,1986,326,1987,308,1990,287,1996,273,2001,265,2008,262,2053,262,2051,259,2046,254,2033,247,2026,246xe" filled="true" fillcolor="#231f20" stroked="false">
                <v:path arrowok="t"/>
                <v:fill type="solid"/>
              </v:shape>
              <v:shape style="position:absolute;left:1966;top:246;width:103;height:161" coordorigin="1966,246" coordsize="103,161" path="m2053,262l2026,262,2034,266,2042,278,2046,291,2048,312,2049,343,2046,364,2040,378,2034,386,2026,391,2054,391,2059,382,2064,367,2068,349,2069,326,2069,310,2068,298,2063,280,2060,272,2053,262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17.150299pt;margin-top:12.281759pt;width:2.9pt;height:7.95pt;mso-position-horizontal-relative:page;mso-position-vertical-relative:paragraph;z-index:-50584" coordorigin="2343,246" coordsize="58,159">
            <v:shape style="position:absolute;left:2343;top:246;width:58;height:159" coordorigin="2343,246" coordsize="58,159" path="m2401,281l2382,281,2382,404,2401,404,2401,281xe" filled="true" fillcolor="#231f20" stroked="false">
              <v:path arrowok="t"/>
              <v:fill type="solid"/>
            </v:shape>
            <v:shape style="position:absolute;left:2343;top:246;width:58;height:159" coordorigin="2343,246" coordsize="58,159" path="m2401,246l2389,246,2385,252,2379,259,2363,274,2354,280,2343,285,2343,304,2382,281,2401,281,2401,246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5.003998pt;margin-top:11.297159pt;width:17.45pt;height:9.450pt;mso-position-horizontal-relative:page;mso-position-vertical-relative:paragraph;z-index:-50560" coordorigin="2700,226" coordsize="349,189">
            <v:group style="position:absolute;left:2711;top:237;width:2;height:168" coordorigin="2711,237" coordsize="2,168">
              <v:shape style="position:absolute;left:2711;top:237;width:2;height:168" coordorigin="2711,237" coordsize="0,168" path="m2711,237l2711,404e" filled="false" stroked="true" strokeweight="1.067pt" strokecolor="#231f20">
                <v:path arrowok="t"/>
              </v:shape>
            </v:group>
            <v:group style="position:absolute;left:2782;top:287;width:93;height:117" coordorigin="2782,287" coordsize="93,117">
              <v:shape style="position:absolute;left:2782;top:287;width:93;height:117" coordorigin="2782,287" coordsize="93,117" path="m2800,290l2782,290,2782,404,2802,404,2802,326,2805,317,2817,306,2818,306,2800,306,2800,290xe" filled="true" fillcolor="#231f20" stroked="false">
                <v:path arrowok="t"/>
                <v:fill type="solid"/>
              </v:shape>
              <v:shape style="position:absolute;left:2782;top:287;width:93;height:117" coordorigin="2782,287" coordsize="93,117" path="m2870,304l2837,304,2842,305,2849,310,2852,313,2855,321,2856,326,2856,404,2875,404,2875,325,2875,318,2873,309,2871,305,2870,304xe" filled="true" fillcolor="#231f20" stroked="false">
                <v:path arrowok="t"/>
                <v:fill type="solid"/>
              </v:shape>
              <v:shape style="position:absolute;left:2782;top:287;width:93;height:117" coordorigin="2782,287" coordsize="93,117" path="m2843,287l2835,287,2815,292,2800,306,2818,306,2824,304,2870,304,2865,297,2861,293,2849,288,2843,287xe" filled="true" fillcolor="#231f20" stroked="false">
                <v:path arrowok="t"/>
                <v:fill type="solid"/>
              </v:shape>
            </v:group>
            <v:group style="position:absolute;left:2944;top:313;width:104;height:66" coordorigin="2944,313" coordsize="104,66">
              <v:shape style="position:absolute;left:2944;top:313;width:104;height:66" coordorigin="2944,313" coordsize="104,66" path="m3048,361l2944,361,2944,379,3048,379,3048,361xe" filled="true" fillcolor="#231f20" stroked="false">
                <v:path arrowok="t"/>
                <v:fill type="solid"/>
              </v:shape>
              <v:shape style="position:absolute;left:2944;top:313;width:104;height:66" coordorigin="2944,313" coordsize="104,66" path="m3048,313l2944,313,2944,331,3048,331,3048,313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58.893906pt;margin-top:12.281759pt;width:10.3pt;height:8.0500pt;mso-position-horizontal-relative:page;mso-position-vertical-relative:paragraph;z-index:-50536" coordorigin="3178,246" coordsize="206,161">
            <v:group style="position:absolute;left:3178;top:246;width:58;height:159" coordorigin="3178,246" coordsize="58,159">
              <v:shape style="position:absolute;left:3178;top:246;width:58;height:159" coordorigin="3178,246" coordsize="58,159" path="m3236,281l3217,281,3217,404,3236,404,3236,281xe" filled="true" fillcolor="#231f20" stroked="false">
                <v:path arrowok="t"/>
                <v:fill type="solid"/>
              </v:shape>
              <v:shape style="position:absolute;left:3178;top:246;width:58;height:159" coordorigin="3178,246" coordsize="58,159" path="m3236,246l3223,246,3220,252,3214,259,3198,274,3189,280,3178,285,3178,304,3217,281,3236,281,3236,246xe" filled="true" fillcolor="#231f20" stroked="false">
                <v:path arrowok="t"/>
                <v:fill type="solid"/>
              </v:shape>
            </v:group>
            <v:group style="position:absolute;left:3279;top:248;width:105;height:158" coordorigin="3279,248" coordsize="105,158">
              <v:shape style="position:absolute;left:3279;top:248;width:105;height:158" coordorigin="3279,248" coordsize="105,158" path="m3300,361l3279,363,3281,376,3286,386,3297,396,3313,404,3336,406,3356,400,3368,391,3322,391,3316,388,3305,378,3301,371,3300,361xe" filled="true" fillcolor="#231f20" stroked="false">
                <v:path arrowok="t"/>
                <v:fill type="solid"/>
              </v:shape>
              <v:shape style="position:absolute;left:3279;top:248;width:105;height:158" coordorigin="3279,248" coordsize="105,158" path="m3372,316l3340,316,3348,320,3360,332,3363,341,3363,364,3360,373,3347,387,3339,391,3368,391,3371,387,3380,377,3384,365,3384,335,3379,323,3372,316xe" filled="true" fillcolor="#231f20" stroked="false">
                <v:path arrowok="t"/>
                <v:fill type="solid"/>
              </v:shape>
              <v:shape style="position:absolute;left:3279;top:248;width:105;height:158" coordorigin="3279,248" coordsize="105,158" path="m3376,248l3298,248,3283,329,3301,332,3304,327,3308,323,3318,318,3323,316,3372,316,3365,309,3305,309,3314,267,3376,267,3376,248xe" filled="true" fillcolor="#231f20" stroked="false">
                <v:path arrowok="t"/>
                <v:fill type="solid"/>
              </v:shape>
              <v:shape style="position:absolute;left:3279;top:248;width:105;height:158" coordorigin="3279,248" coordsize="105,158" path="m3349,299l3324,299,3315,303,3305,309,3365,309,3360,304,3349,299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72.785004pt;margin-top:11.297159pt;width:8.75pt;height:9.450pt;mso-position-horizontal-relative:page;mso-position-vertical-relative:paragraph;z-index:-50512" coordorigin="3456,226" coordsize="175,189">
            <v:group style="position:absolute;left:3466;top:237;width:2;height:168" coordorigin="3466,237" coordsize="2,168">
              <v:shape style="position:absolute;left:3466;top:237;width:2;height:168" coordorigin="3466,237" coordsize="0,168" path="m3466,237l3466,404e" filled="false" stroked="true" strokeweight="1.067pt" strokecolor="#231f20">
                <v:path arrowok="t"/>
              </v:shape>
            </v:group>
            <v:group style="position:absolute;left:3538;top:287;width:93;height:117" coordorigin="3538,287" coordsize="93,117">
              <v:shape style="position:absolute;left:3538;top:287;width:93;height:117" coordorigin="3538,287" coordsize="93,117" path="m3555,290l3538,290,3538,404,3557,404,3557,326,3560,317,3572,306,3574,306,3555,306,3555,290xe" filled="true" fillcolor="#231f20" stroked="false">
                <v:path arrowok="t"/>
                <v:fill type="solid"/>
              </v:shape>
              <v:shape style="position:absolute;left:3538;top:287;width:93;height:117" coordorigin="3538,287" coordsize="93,117" path="m3626,304l3593,304,3597,305,3605,310,3607,313,3609,317,3610,321,3611,326,3611,404,3631,404,3631,325,3630,318,3628,309,3626,305,3626,304xe" filled="true" fillcolor="#231f20" stroked="false">
                <v:path arrowok="t"/>
                <v:fill type="solid"/>
              </v:shape>
              <v:shape style="position:absolute;left:3538;top:287;width:93;height:117" coordorigin="3538,287" coordsize="93,117" path="m3598,287l3591,287,3570,292,3555,306,3574,306,3579,304,3626,304,3621,297,3616,293,3605,288,3598,287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08.224602pt;margin-top:14.956959pt;width:4.7pt;height:4.7pt;mso-position-horizontal-relative:page;mso-position-vertical-relative:paragraph;z-index:-50488" coordorigin="2164,299" coordsize="94,94">
            <v:shape style="position:absolute;left:2164;top:299;width:94;height:94" coordorigin="2164,299" coordsize="94,94" path="m2178,299l2165,312,2198,346,2164,380,2177,393,2211,359,2238,359,2224,346,2237,333,2211,333,2178,299xe" filled="true" fillcolor="#231f20" stroked="false">
              <v:path arrowok="t"/>
              <v:fill type="solid"/>
            </v:shape>
            <v:shape style="position:absolute;left:2164;top:299;width:94;height:94" coordorigin="2164,299" coordsize="94,94" path="m2238,359l2211,359,2245,393,2258,380,2238,359xe" filled="true" fillcolor="#231f20" stroked="false">
              <v:path arrowok="t"/>
              <v:fill type="solid"/>
            </v:shape>
            <v:shape style="position:absolute;left:2164;top:299;width:94;height:94" coordorigin="2164,299" coordsize="94,94" path="m2245,299l2211,333,2237,333,2258,312,2245,299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25.7127pt;margin-top:5.195759pt;width:2.9pt;height:7.95pt;mso-position-horizontal-relative:page;mso-position-vertical-relative:paragraph;z-index:-50464" coordorigin="2514,104" coordsize="58,159">
            <v:shape style="position:absolute;left:2514;top:104;width:58;height:159" coordorigin="2514,104" coordsize="58,159" path="m2572,139l2553,139,2553,262,2572,262,2572,139xe" filled="true" fillcolor="#231f20" stroked="false">
              <v:path arrowok="t"/>
              <v:fill type="solid"/>
            </v:shape>
            <v:shape style="position:absolute;left:2514;top:104;width:58;height:159" coordorigin="2514,104" coordsize="58,159" path="m2572,104l2560,104,2556,111,2551,118,2535,132,2525,138,2514,143,2514,162,2553,139,2572,139,2572,104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stack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1</w:t>
      </w:r>
      <w:r>
        <w:rPr>
          <w:color w:val="4C4D4F"/>
          <w:spacing w:val="-2"/>
        </w:rPr>
        <w:t> </w:t>
      </w:r>
      <w:r>
        <w:rPr>
          <w:color w:val="4C4D4F"/>
          <w:spacing w:val="3"/>
        </w:rPr>
        <w:t>ft</w:t>
      </w:r>
      <w:r>
        <w:rPr>
          <w:color w:val="4C4D4F"/>
        </w:rPr>
        <w:t> 3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high.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tabs>
          <w:tab w:pos="2826" w:val="left" w:leader="none"/>
          <w:tab w:pos="3133" w:val="left" w:leader="none"/>
          <w:tab w:pos="3601" w:val="left" w:leader="none"/>
        </w:tabs>
        <w:spacing w:line="60" w:lineRule="atLeast"/>
        <w:ind w:left="2602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/>
          <w:position w:val="6"/>
          <w:sz w:val="6"/>
        </w:rPr>
        <w:pict>
          <v:group style="width:5.2pt;height:3.3pt;mso-position-horizontal-relative:char;mso-position-vertical-relative:line" coordorigin="0,0" coordsize="104,66">
            <v:group style="position:absolute;left:0;top:0;width:104;height:66" coordorigin="0,0" coordsize="104,66">
              <v:shape style="position:absolute;left:0;top:0;width:104;height:66" coordorigin="0,0" coordsize="104,66" path="m104,48l0,48,0,66,104,66,104,48xe" filled="true" fillcolor="#231f20" stroked="false">
                <v:path arrowok="t"/>
                <v:fill type="solid"/>
              </v:shape>
              <v:shape style="position:absolute;left:0;top:0;width:104;height:66" coordorigin="0,0" coordsize="104,66" path="m104,0l0,0,0,18,104,18,104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6"/>
          <w:sz w:val="6"/>
        </w:rPr>
      </w:r>
      <w:r>
        <w:rPr>
          <w:rFonts w:ascii="Arial"/>
          <w:position w:val="6"/>
          <w:sz w:val="6"/>
        </w:rPr>
        <w:tab/>
      </w:r>
      <w:r>
        <w:rPr>
          <w:rFonts w:ascii="Arial"/>
          <w:position w:val="1"/>
          <w:sz w:val="15"/>
        </w:rPr>
        <w:pict>
          <v:group style="width:10.35pt;height:7.95pt;mso-position-horizontal-relative:char;mso-position-vertical-relative:line" coordorigin="0,0" coordsize="207,159">
            <v:group style="position:absolute;left:0;top:0;width:58;height:159" coordorigin="0,0" coordsize="58,159">
              <v:shape style="position:absolute;left:0;top:0;width:58;height:159" coordorigin="0,0" coordsize="58,159" path="m58,35l39,35,39,158,58,158,58,35xe" filled="true" fillcolor="#231f20" stroked="false">
                <v:path arrowok="t"/>
                <v:fill type="solid"/>
              </v:shape>
              <v:shape style="position:absolute;left:0;top:0;width:58;height:159" coordorigin="0,0" coordsize="58,159" path="m58,0l46,0,42,7,36,14,20,28,11,34,0,40,0,58,39,35,58,35,58,0xe" filled="true" fillcolor="#231f20" stroked="false">
                <v:path arrowok="t"/>
                <v:fill type="solid"/>
              </v:shape>
            </v:group>
            <v:group style="position:absolute;left:102;top:0;width:105;height:159" coordorigin="102,0" coordsize="105,159">
              <v:shape style="position:absolute;left:102;top:0;width:105;height:159" coordorigin="102,0" coordsize="105,159" path="m197,16l166,16,173,19,184,29,187,36,187,51,143,100,132,109,123,117,112,131,108,138,103,149,102,153,103,158,207,158,207,140,129,140,132,136,134,133,141,126,148,119,161,109,178,93,207,31,202,21,197,16xe" filled="true" fillcolor="#231f20" stroked="false">
                <v:path arrowok="t"/>
                <v:fill type="solid"/>
              </v:shape>
              <v:shape style="position:absolute;left:102;top:0;width:105;height:159" coordorigin="102,0" coordsize="105,159" path="m173,0l142,0,131,4,113,19,108,31,106,46,126,48,126,38,129,30,140,19,148,16,197,16,184,4,173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1"/>
          <w:sz w:val="15"/>
        </w:rPr>
      </w:r>
      <w:r>
        <w:rPr>
          <w:rFonts w:ascii="Arial"/>
          <w:position w:val="1"/>
          <w:sz w:val="15"/>
        </w:rPr>
        <w:tab/>
      </w:r>
      <w:r>
        <w:rPr>
          <w:rFonts w:ascii="Arial"/>
          <w:sz w:val="18"/>
        </w:rPr>
        <w:pict>
          <v:group style="width:7pt;height:9.450pt;mso-position-horizontal-relative:char;mso-position-vertical-relative:line" coordorigin="0,0" coordsize="140,189">
            <v:group style="position:absolute;left:11;top:11;width:2;height:168" coordorigin="11,11" coordsize="2,168">
              <v:shape style="position:absolute;left:11;top:11;width:2;height:168" coordorigin="11,11" coordsize="0,168" path="m11,11l11,178e" filled="false" stroked="true" strokeweight="1.067pt" strokecolor="#231f20">
                <v:path arrowok="t"/>
              </v:shape>
            </v:group>
            <v:group style="position:absolute;left:47;top:61;width:93;height:117" coordorigin="47,61" coordsize="93,117">
              <v:shape style="position:absolute;left:47;top:61;width:93;height:117" coordorigin="47,61" coordsize="93,117" path="m65,64l47,64,47,178,66,178,67,101,69,91,81,81,83,80,65,80,65,64xe" filled="true" fillcolor="#231f20" stroked="false">
                <v:path arrowok="t"/>
                <v:fill type="solid"/>
              </v:shape>
              <v:shape style="position:absolute;left:47;top:61;width:93;height:117" coordorigin="47,61" coordsize="93,117" path="m135,78l102,78,106,79,114,84,117,87,118,91,120,95,120,101,120,178,140,178,140,99,139,92,138,83,136,79,135,78xe" filled="true" fillcolor="#231f20" stroked="false">
                <v:path arrowok="t"/>
                <v:fill type="solid"/>
              </v:shape>
              <v:shape style="position:absolute;left:47;top:61;width:93;height:117" coordorigin="47,61" coordsize="93,117" path="m108,61l100,61,79,66,65,80,83,80,89,78,135,78,130,71,126,67,114,62,108,61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Times New Roman"/>
          <w:spacing w:val="71"/>
          <w:sz w:val="6"/>
        </w:rPr>
        <w:t> </w:t>
      </w:r>
      <w:r>
        <w:rPr>
          <w:rFonts w:ascii="Arial"/>
          <w:spacing w:val="71"/>
          <w:position w:val="4"/>
          <w:sz w:val="10"/>
        </w:rPr>
        <w:pict>
          <v:group style="width:5.2pt;height:5.25pt;mso-position-horizontal-relative:char;mso-position-vertical-relative:line" coordorigin="0,0" coordsize="104,105">
            <v:group style="position:absolute;left:0;top:0;width:104;height:105" coordorigin="0,0" coordsize="104,105">
              <v:shape style="position:absolute;left:0;top:0;width:104;height:105" coordorigin="0,0" coordsize="104,105" path="m61,61l43,61,43,104,61,104,61,61xe" filled="true" fillcolor="#231f20" stroked="false">
                <v:path arrowok="t"/>
                <v:fill type="solid"/>
              </v:shape>
              <v:shape style="position:absolute;left:0;top:0;width:104;height:105" coordorigin="0,0" coordsize="104,105" path="m104,43l0,43,0,61,104,61,104,43xe" filled="true" fillcolor="#231f20" stroked="false">
                <v:path arrowok="t"/>
                <v:fill type="solid"/>
              </v:shape>
              <v:shape style="position:absolute;left:0;top:0;width:104;height:105" coordorigin="0,0" coordsize="104,105" path="m61,0l43,0,43,43,61,43,61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71"/>
          <w:position w:val="4"/>
          <w:sz w:val="10"/>
        </w:rPr>
      </w:r>
      <w:r>
        <w:rPr>
          <w:rFonts w:ascii="Arial"/>
          <w:spacing w:val="71"/>
          <w:position w:val="4"/>
          <w:sz w:val="10"/>
        </w:rPr>
        <w:tab/>
      </w:r>
      <w:r>
        <w:rPr>
          <w:rFonts w:ascii="Arial"/>
          <w:spacing w:val="71"/>
          <w:position w:val="1"/>
          <w:sz w:val="16"/>
        </w:rPr>
        <w:pict>
          <v:group style="width:5.2pt;height:8.0500pt;mso-position-horizontal-relative:char;mso-position-vertical-relative:line" coordorigin="0,0" coordsize="104,161">
            <v:group style="position:absolute;left:0;top:0;width:104;height:161" coordorigin="0,0" coordsize="104,161">
              <v:shape style="position:absolute;left:0;top:0;width:104;height:161" coordorigin="0,0" coordsize="104,161" path="m19,114l0,117,1,130,7,140,25,157,36,161,51,161,71,157,88,147,90,145,43,145,36,142,25,133,22,125,19,114xe" filled="true" fillcolor="#231f20" stroked="false">
                <v:path arrowok="t"/>
                <v:fill type="solid"/>
              </v:shape>
              <v:shape style="position:absolute;left:0;top:0;width:104;height:161" coordorigin="0,0" coordsize="104,161" path="m92,81l61,81,68,84,80,96,83,103,83,121,79,129,67,142,59,145,90,145,98,137,103,125,103,101,101,93,92,81xe" filled="true" fillcolor="#231f20" stroked="false">
                <v:path arrowok="t"/>
                <v:fill type="solid"/>
              </v:shape>
              <v:shape style="position:absolute;left:0;top:0;width:104;height:161" coordorigin="0,0" coordsize="104,161" path="m87,16l57,16,64,18,73,28,76,33,76,49,72,56,59,65,52,67,40,67,38,84,44,82,48,81,92,81,90,79,83,75,74,73,81,70,84,67,43,67,40,67,84,67,86,65,90,59,94,54,95,48,95,33,93,27,87,16xe" filled="true" fillcolor="#231f20" stroked="false">
                <v:path arrowok="t"/>
                <v:fill type="solid"/>
              </v:shape>
              <v:shape style="position:absolute;left:0;top:0;width:104;height:161" coordorigin="0,0" coordsize="104,161" path="m58,0l37,0,26,4,10,18,4,28,2,41,21,44,23,35,26,28,36,18,42,16,87,16,86,14,80,9,66,2,58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71"/>
          <w:position w:val="1"/>
          <w:sz w:val="16"/>
        </w:rPr>
      </w:r>
      <w:r>
        <w:rPr>
          <w:rFonts w:ascii="Times New Roman"/>
          <w:spacing w:val="67"/>
          <w:position w:val="1"/>
          <w:sz w:val="6"/>
        </w:rPr>
        <w:t> </w:t>
      </w:r>
      <w:r>
        <w:rPr>
          <w:rFonts w:ascii="Arial"/>
          <w:spacing w:val="67"/>
          <w:sz w:val="18"/>
        </w:rPr>
        <w:pict>
          <v:group style="width:8.75pt;height:9.450pt;mso-position-horizontal-relative:char;mso-position-vertical-relative:line" coordorigin="0,0" coordsize="175,189">
            <v:group style="position:absolute;left:11;top:11;width:2;height:168" coordorigin="11,11" coordsize="2,168">
              <v:shape style="position:absolute;left:11;top:11;width:2;height:168" coordorigin="11,11" coordsize="0,168" path="m11,11l11,178e" filled="false" stroked="true" strokeweight="1.067pt" strokecolor="#231f20">
                <v:path arrowok="t"/>
              </v:shape>
            </v:group>
            <v:group style="position:absolute;left:82;top:61;width:93;height:117" coordorigin="82,61" coordsize="93,117">
              <v:shape style="position:absolute;left:82;top:61;width:93;height:117" coordorigin="82,61" coordsize="93,117" path="m100,64l82,64,82,178,101,178,102,101,104,91,116,81,118,80,100,80,100,64xe" filled="true" fillcolor="#231f20" stroked="false">
                <v:path arrowok="t"/>
                <v:fill type="solid"/>
              </v:shape>
              <v:shape style="position:absolute;left:82;top:61;width:93;height:117" coordorigin="82,61" coordsize="93,117" path="m170,78l137,78,141,79,149,84,152,87,153,91,155,95,155,101,155,178,175,178,175,99,174,92,173,83,171,79,170,78xe" filled="true" fillcolor="#231f20" stroked="false">
                <v:path arrowok="t"/>
                <v:fill type="solid"/>
              </v:shape>
              <v:shape style="position:absolute;left:82;top:61;width:93;height:117" coordorigin="82,61" coordsize="93,117" path="m143,61l135,61,114,66,100,80,118,80,123,78,170,78,165,71,161,67,149,62,143,61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67"/>
          <w:sz w:val="18"/>
        </w:rPr>
      </w:r>
    </w:p>
    <w:p>
      <w:pPr>
        <w:spacing w:line="240" w:lineRule="auto" w:before="2"/>
        <w:rPr>
          <w:rFonts w:ascii="Arial" w:hAnsi="Arial" w:cs="Arial" w:eastAsia="Arial"/>
          <w:sz w:val="10"/>
          <w:szCs w:val="10"/>
        </w:rPr>
      </w:pPr>
    </w:p>
    <w:p>
      <w:pPr>
        <w:tabs>
          <w:tab w:pos="2826" w:val="left" w:leader="none"/>
          <w:tab w:pos="3409" w:val="left" w:leader="none"/>
        </w:tabs>
        <w:spacing w:line="60" w:lineRule="atLeast"/>
        <w:ind w:left="2602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/>
          <w:position w:val="6"/>
          <w:sz w:val="6"/>
        </w:rPr>
        <w:pict>
          <v:group style="width:5.2pt;height:3.3pt;mso-position-horizontal-relative:char;mso-position-vertical-relative:line" coordorigin="0,0" coordsize="104,66">
            <v:group style="position:absolute;left:0;top:0;width:104;height:66" coordorigin="0,0" coordsize="104,66">
              <v:shape style="position:absolute;left:0;top:0;width:104;height:66" coordorigin="0,0" coordsize="104,66" path="m104,48l0,48,0,66,104,66,104,48xe" filled="true" fillcolor="#231f20" stroked="false">
                <v:path arrowok="t"/>
                <v:fill type="solid"/>
              </v:shape>
              <v:shape style="position:absolute;left:0;top:0;width:104;height:66" coordorigin="0,0" coordsize="104,66" path="m104,0l0,0,0,18,104,18,104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6"/>
          <w:sz w:val="6"/>
        </w:rPr>
      </w:r>
      <w:r>
        <w:rPr>
          <w:rFonts w:ascii="Arial"/>
          <w:position w:val="6"/>
          <w:sz w:val="6"/>
        </w:rPr>
        <w:tab/>
      </w:r>
      <w:r>
        <w:rPr>
          <w:rFonts w:ascii="Arial"/>
          <w:position w:val="1"/>
          <w:sz w:val="15"/>
        </w:rPr>
        <w:pict>
          <v:group style="width:2.9pt;height:7.95pt;mso-position-horizontal-relative:char;mso-position-vertical-relative:line" coordorigin="0,0" coordsize="58,159">
            <v:group style="position:absolute;left:0;top:0;width:58;height:159" coordorigin="0,0" coordsize="58,159">
              <v:shape style="position:absolute;left:0;top:0;width:58;height:159" coordorigin="0,0" coordsize="58,159" path="m58,35l39,35,39,158,58,158,58,35xe" filled="true" fillcolor="#231f20" stroked="false">
                <v:path arrowok="t"/>
                <v:fill type="solid"/>
              </v:shape>
              <v:shape style="position:absolute;left:0;top:0;width:58;height:159" coordorigin="0,0" coordsize="58,159" path="m58,0l46,0,42,7,36,14,20,28,11,34,0,40,0,58,39,35,58,35,58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1"/>
          <w:sz w:val="15"/>
        </w:rPr>
      </w:r>
      <w:r>
        <w:rPr>
          <w:rFonts w:ascii="Times New Roman"/>
          <w:spacing w:val="72"/>
          <w:position w:val="1"/>
          <w:sz w:val="6"/>
        </w:rPr>
        <w:t> </w:t>
      </w:r>
      <w:r>
        <w:rPr>
          <w:rFonts w:ascii="Arial"/>
          <w:spacing w:val="72"/>
          <w:position w:val="1"/>
          <w:sz w:val="16"/>
        </w:rPr>
        <w:pict>
          <v:group style="width:7.45pt;height:8.1pt;mso-position-horizontal-relative:char;mso-position-vertical-relative:line" coordorigin="0,0" coordsize="149,162">
            <v:group style="position:absolute;left:0;top:0;width:67;height:161" coordorigin="0,0" coordsize="67,161">
              <v:shape style="position:absolute;left:0;top:0;width:67;height:161" coordorigin="0,0" coordsize="67,161" path="m36,61l17,61,17,160,36,160,36,61xe" filled="true" fillcolor="#231f20" stroked="false">
                <v:path arrowok="t"/>
                <v:fill type="solid"/>
              </v:shape>
              <v:shape style="position:absolute;left:0;top:0;width:67;height:161" coordorigin="0,0" coordsize="67,161" path="m59,46l0,46,0,61,59,61,59,46xe" filled="true" fillcolor="#231f20" stroked="false">
                <v:path arrowok="t"/>
                <v:fill type="solid"/>
              </v:shape>
              <v:shape style="position:absolute;left:0;top:0;width:67;height:161" coordorigin="0,0" coordsize="67,161" path="m54,0l40,0,34,2,29,5,24,8,21,12,18,21,17,26,17,46,36,46,36,29,38,24,42,19,47,18,64,18,67,2,60,1,54,0xe" filled="true" fillcolor="#231f20" stroked="false">
                <v:path arrowok="t"/>
                <v:fill type="solid"/>
              </v:shape>
              <v:shape style="position:absolute;left:0;top:0;width:67;height:161" coordorigin="0,0" coordsize="67,161" path="m64,18l56,18,60,18,64,19,64,18xe" filled="true" fillcolor="#231f20" stroked="false">
                <v:path arrowok="t"/>
                <v:fill type="solid"/>
              </v:shape>
            </v:group>
            <v:group style="position:absolute;left:93;top:6;width:56;height:156" coordorigin="93,6" coordsize="56,156">
              <v:shape style="position:absolute;left:93;top:6;width:56;height:156" coordorigin="93,6" coordsize="56,156" path="m126,61l107,61,107,140,107,146,111,153,113,156,117,158,121,161,127,162,138,162,143,161,148,160,145,144,134,144,132,143,129,141,128,140,126,137,126,133,126,61xe" filled="true" fillcolor="#231f20" stroked="false">
                <v:path arrowok="t"/>
                <v:fill type="solid"/>
              </v:shape>
              <v:shape style="position:absolute;left:93;top:6;width:56;height:156" coordorigin="93,6" coordsize="56,156" path="m145,143l142,143,139,144,145,144,145,143xe" filled="true" fillcolor="#231f20" stroked="false">
                <v:path arrowok="t"/>
                <v:fill type="solid"/>
              </v:shape>
              <v:shape style="position:absolute;left:93;top:6;width:56;height:156" coordorigin="93,6" coordsize="56,156" path="m145,46l93,46,93,61,145,61,145,46xe" filled="true" fillcolor="#231f20" stroked="false">
                <v:path arrowok="t"/>
                <v:fill type="solid"/>
              </v:shape>
              <v:shape style="position:absolute;left:93;top:6;width:56;height:156" coordorigin="93,6" coordsize="56,156" path="m126,6l107,18,107,46,126,46,126,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72"/>
          <w:position w:val="1"/>
          <w:sz w:val="16"/>
        </w:rPr>
      </w:r>
      <w:r>
        <w:rPr>
          <w:rFonts w:ascii="Times New Roman"/>
          <w:spacing w:val="55"/>
          <w:position w:val="1"/>
          <w:sz w:val="6"/>
        </w:rPr>
        <w:t> </w:t>
      </w:r>
      <w:r>
        <w:rPr>
          <w:rFonts w:ascii="Arial"/>
          <w:spacing w:val="55"/>
          <w:position w:val="1"/>
          <w:sz w:val="16"/>
        </w:rPr>
        <w:pict>
          <v:group style="width:5.2pt;height:8.0500pt;mso-position-horizontal-relative:char;mso-position-vertical-relative:line" coordorigin="0,0" coordsize="104,161">
            <v:group style="position:absolute;left:0;top:0;width:104;height:161" coordorigin="0,0" coordsize="104,161">
              <v:shape style="position:absolute;left:0;top:0;width:104;height:161" coordorigin="0,0" coordsize="104,161" path="m19,114l0,117,1,130,7,140,25,157,36,161,51,161,71,157,88,147,90,145,43,145,36,142,25,133,22,125,19,114xe" filled="true" fillcolor="#231f20" stroked="false">
                <v:path arrowok="t"/>
                <v:fill type="solid"/>
              </v:shape>
              <v:shape style="position:absolute;left:0;top:0;width:104;height:161" coordorigin="0,0" coordsize="104,161" path="m92,81l61,81,68,84,80,96,83,103,83,121,79,129,67,142,59,145,90,145,98,137,103,125,103,101,101,93,92,81xe" filled="true" fillcolor="#231f20" stroked="false">
                <v:path arrowok="t"/>
                <v:fill type="solid"/>
              </v:shape>
              <v:shape style="position:absolute;left:0;top:0;width:104;height:161" coordorigin="0,0" coordsize="104,161" path="m87,16l57,16,64,18,73,28,76,33,76,49,72,56,59,65,52,67,40,67,38,84,44,82,48,81,92,81,90,79,83,75,74,73,81,70,84,67,43,67,40,67,84,67,86,65,90,59,94,54,95,48,95,33,93,27,87,16xe" filled="true" fillcolor="#231f20" stroked="false">
                <v:path arrowok="t"/>
                <v:fill type="solid"/>
              </v:shape>
              <v:shape style="position:absolute;left:0;top:0;width:104;height:161" coordorigin="0,0" coordsize="104,161" path="m58,0l37,0,26,4,10,18,4,28,2,41,21,44,23,35,26,28,36,18,42,16,87,16,86,14,80,9,66,2,58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55"/>
          <w:position w:val="1"/>
          <w:sz w:val="16"/>
        </w:rPr>
      </w:r>
      <w:r>
        <w:rPr>
          <w:rFonts w:ascii="Arial"/>
          <w:spacing w:val="55"/>
          <w:position w:val="1"/>
          <w:sz w:val="16"/>
        </w:rPr>
        <w:tab/>
      </w:r>
      <w:r>
        <w:rPr>
          <w:rFonts w:ascii="Arial"/>
          <w:spacing w:val="55"/>
          <w:sz w:val="18"/>
        </w:rPr>
        <w:pict>
          <v:group style="width:7pt;height:9.450pt;mso-position-horizontal-relative:char;mso-position-vertical-relative:line" coordorigin="0,0" coordsize="140,189">
            <v:group style="position:absolute;left:11;top:11;width:2;height:168" coordorigin="11,11" coordsize="2,168">
              <v:shape style="position:absolute;left:11;top:11;width:2;height:168" coordorigin="11,11" coordsize="0,168" path="m11,11l11,178e" filled="false" stroked="true" strokeweight="1.067pt" strokecolor="#231f20">
                <v:path arrowok="t"/>
              </v:shape>
            </v:group>
            <v:group style="position:absolute;left:47;top:61;width:93;height:117" coordorigin="47,61" coordsize="93,117">
              <v:shape style="position:absolute;left:47;top:61;width:93;height:117" coordorigin="47,61" coordsize="93,117" path="m65,64l47,64,47,178,66,178,67,101,69,91,81,81,83,80,65,80,65,64xe" filled="true" fillcolor="#231f20" stroked="false">
                <v:path arrowok="t"/>
                <v:fill type="solid"/>
              </v:shape>
              <v:shape style="position:absolute;left:47;top:61;width:93;height:117" coordorigin="47,61" coordsize="93,117" path="m135,78l102,78,106,79,114,84,117,87,118,91,120,95,120,101,120,178,140,178,140,99,139,92,138,83,136,79,135,78xe" filled="true" fillcolor="#231f20" stroked="false">
                <v:path arrowok="t"/>
                <v:fill type="solid"/>
              </v:shape>
              <v:shape style="position:absolute;left:47;top:61;width:93;height:117" coordorigin="47,61" coordsize="93,117" path="m108,61l100,61,80,66,65,80,83,80,89,78,135,78,130,71,126,67,114,62,108,61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55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188"/>
        <w:ind w:left="1120" w:right="0"/>
        <w:jc w:val="left"/>
      </w:pPr>
      <w:r>
        <w:rPr>
          <w:color w:val="4C4D4F"/>
          <w:spacing w:val="-1"/>
        </w:rPr>
        <w:t>6.</w:t>
      </w:r>
      <w:r>
        <w:rPr>
          <w:color w:val="4C4D4F"/>
        </w:rPr>
        <w:t> </w:t>
      </w:r>
      <w:r>
        <w:rPr>
          <w:color w:val="4C4D4F"/>
          <w:spacing w:val="13"/>
        </w:rPr>
        <w:t> </w:t>
      </w:r>
      <w:r>
        <w:rPr>
          <w:color w:val="4C4D4F"/>
        </w:rPr>
        <w:t>1</w:t>
      </w:r>
      <w:r>
        <w:rPr>
          <w:color w:val="4C4D4F"/>
          <w:spacing w:val="-1"/>
        </w:rPr>
        <w:t> mi</w:t>
      </w:r>
      <w:r>
        <w:rPr>
          <w:color w:val="4C4D4F"/>
          <w:spacing w:val="-2"/>
        </w:rPr>
        <w:t> </w:t>
      </w:r>
      <w:r>
        <w:rPr>
          <w:color w:val="4C4D4F"/>
        </w:rPr>
        <w:t>= </w:t>
      </w:r>
      <w:r>
        <w:rPr>
          <w:color w:val="4C4D4F"/>
          <w:spacing w:val="-4"/>
        </w:rPr>
        <w:t>1760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yd</w:t>
      </w:r>
      <w:r>
        <w:rPr/>
      </w:r>
    </w:p>
    <w:p>
      <w:pPr>
        <w:pStyle w:val="BodyText"/>
        <w:spacing w:line="240" w:lineRule="auto" w:before="47"/>
        <w:ind w:left="1440" w:right="0"/>
        <w:jc w:val="left"/>
      </w:pPr>
      <w:r>
        <w:rPr/>
        <w:pict>
          <v:group style="position:absolute;margin-left:163.201096pt;margin-top:66.780457pt;width:17.95pt;height:8.1pt;mso-position-horizontal-relative:page;mso-position-vertical-relative:paragraph;z-index:-50440" coordorigin="3264,1336" coordsize="359,162">
            <v:group style="position:absolute;left:3264;top:1336;width:110;height:158" coordorigin="3264,1336" coordsize="110,158">
              <v:shape style="position:absolute;left:3264;top:1336;width:110;height:158" coordorigin="3264,1336" coordsize="110,158" path="m3352,1456l3333,1456,3333,1494,3352,1494,3352,1456xe" filled="true" fillcolor="#231f20" stroked="false">
                <v:path arrowok="t"/>
                <v:fill type="solid"/>
              </v:shape>
              <v:shape style="position:absolute;left:3264;top:1336;width:110;height:158" coordorigin="3264,1336" coordsize="110,158" path="m3352,1336l3336,1336,3264,1439,3264,1456,3373,1456,3373,1439,3283,1439,3333,1367,3352,1367,3352,1336xe" filled="true" fillcolor="#231f20" stroked="false">
                <v:path arrowok="t"/>
                <v:fill type="solid"/>
              </v:shape>
              <v:shape style="position:absolute;left:3264;top:1336;width:110;height:158" coordorigin="3264,1336" coordsize="110,158" path="m3352,1367l3333,1367,3333,1439,3352,1439,3352,1367xe" filled="true" fillcolor="#231f20" stroked="false">
                <v:path arrowok="t"/>
                <v:fill type="solid"/>
              </v:shape>
            </v:group>
            <v:group style="position:absolute;left:3392;top:1336;width:110;height:158" coordorigin="3392,1336" coordsize="110,158">
              <v:shape style="position:absolute;left:3392;top:1336;width:110;height:158" coordorigin="3392,1336" coordsize="110,158" path="m3480,1456l3461,1456,3461,1494,3480,1494,3480,1456xe" filled="true" fillcolor="#231f20" stroked="false">
                <v:path arrowok="t"/>
                <v:fill type="solid"/>
              </v:shape>
              <v:shape style="position:absolute;left:3392;top:1336;width:110;height:158" coordorigin="3392,1336" coordsize="110,158" path="m3480,1336l3465,1336,3392,1439,3392,1456,3502,1456,3502,1439,3412,1439,3461,1367,3480,1367,3480,1336xe" filled="true" fillcolor="#231f20" stroked="false">
                <v:path arrowok="t"/>
                <v:fill type="solid"/>
              </v:shape>
              <v:shape style="position:absolute;left:3392;top:1336;width:110;height:158" coordorigin="3392,1336" coordsize="110,158" path="m3480,1367l3461,1367,3461,1439,3480,1439,3480,1367xe" filled="true" fillcolor="#231f20" stroked="false">
                <v:path arrowok="t"/>
                <v:fill type="solid"/>
              </v:shape>
            </v:group>
            <v:group style="position:absolute;left:3392;top:1336;width:110;height:158" coordorigin="3392,1336" coordsize="110,158">
              <v:shape style="position:absolute;left:3392;top:1336;width:110;height:158" coordorigin="3392,1336" coordsize="110,158" path="m3480,1456l3461,1456,3461,1494,3480,1494,3480,1456xe" filled="true" fillcolor="#231f20" stroked="false">
                <v:path arrowok="t"/>
                <v:fill type="solid"/>
              </v:shape>
              <v:shape style="position:absolute;left:3392;top:1336;width:110;height:158" coordorigin="3392,1336" coordsize="110,158" path="m3480,1336l3465,1336,3392,1439,3392,1456,3502,1456,3502,1439,3412,1439,3461,1367,3480,1367,3480,1336xe" filled="true" fillcolor="#231f20" stroked="false">
                <v:path arrowok="t"/>
                <v:fill type="solid"/>
              </v:shape>
              <v:shape style="position:absolute;left:3392;top:1336;width:110;height:158" coordorigin="3392,1336" coordsize="110,158" path="m3480,1367l3461,1367,3461,1439,3480,1439,3480,1367xe" filled="true" fillcolor="#231f20" stroked="false">
                <v:path arrowok="t"/>
                <v:fill type="solid"/>
              </v:shape>
            </v:group>
            <v:group style="position:absolute;left:3519;top:1336;width:103;height:162" coordorigin="3519,1336" coordsize="103,162">
              <v:shape style="position:absolute;left:3519;top:1336;width:103;height:162" coordorigin="3519,1336" coordsize="103,162" path="m3579,1336l3559,1336,3550,1339,3520,1394,3519,1416,3519,1424,3543,1491,3555,1497,3582,1497,3592,1494,3607,1481,3607,1481,3562,1481,3554,1477,3544,1460,3540,1442,3539,1416,3540,1398,3543,1377,3549,1363,3554,1355,3561,1352,3606,1352,3605,1349,3599,1344,3587,1337,3579,1336xe" filled="true" fillcolor="#231f20" stroked="false">
                <v:path arrowok="t"/>
                <v:fill type="solid"/>
              </v:shape>
              <v:shape style="position:absolute;left:3519;top:1336;width:103;height:162" coordorigin="3519,1336" coordsize="103,162" path="m3606,1352l3579,1352,3587,1356,3595,1368,3599,1381,3601,1402,3602,1433,3599,1454,3593,1468,3587,1477,3579,1481,3607,1481,3613,1473,3618,1457,3621,1439,3622,1416,3622,1401,3621,1388,3616,1370,3613,1362,3606,1352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C4D4F"/>
          <w:spacing w:val="-2"/>
        </w:rPr>
        <w:t>Let</w:t>
      </w:r>
      <w:r>
        <w:rPr>
          <w:color w:val="4C4D4F"/>
          <w:spacing w:val="-1"/>
        </w:rPr>
        <w:t> </w:t>
      </w:r>
      <w:r>
        <w:rPr>
          <w:color w:val="4C4D4F"/>
        </w:rPr>
        <w:t>x</w:t>
      </w:r>
      <w:r>
        <w:rPr>
          <w:color w:val="4C4D4F"/>
          <w:spacing w:val="-1"/>
        </w:rPr>
        <w:t> </w:t>
      </w:r>
      <w:r>
        <w:rPr>
          <w:color w:val="4C4D4F"/>
        </w:rPr>
        <w:t>=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distance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miles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"/>
          <w:szCs w:val="3"/>
        </w:rPr>
      </w:pPr>
    </w:p>
    <w:p>
      <w:pPr>
        <w:tabs>
          <w:tab w:pos="3055" w:val="left" w:leader="none"/>
          <w:tab w:pos="3237" w:val="left" w:leader="none"/>
        </w:tabs>
        <w:spacing w:line="110" w:lineRule="atLeast"/>
        <w:ind w:left="2119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/>
          <w:position w:val="1"/>
          <w:sz w:val="11"/>
        </w:rPr>
        <w:pict>
          <v:group style="width:5.95pt;height:5.75pt;mso-position-horizontal-relative:char;mso-position-vertical-relative:line" coordorigin="0,0" coordsize="119,115">
            <v:group style="position:absolute;left:0;top:0;width:119;height:115" coordorigin="0,0" coordsize="119,115">
              <v:shape style="position:absolute;left:0;top:0;width:119;height:115" coordorigin="0,0" coordsize="119,115" path="m43,0l21,0,50,56,0,114,24,114,58,73,78,73,71,58,84,42,62,42,59,35,56,28,43,0xe" filled="true" fillcolor="#231f20" stroked="false">
                <v:path arrowok="t"/>
                <v:fill type="solid"/>
              </v:shape>
              <v:shape style="position:absolute;left:0;top:0;width:119;height:115" coordorigin="0,0" coordsize="119,115" path="m78,73l58,73,62,80,64,86,78,114,100,114,78,73xe" filled="true" fillcolor="#231f20" stroked="false">
                <v:path arrowok="t"/>
                <v:fill type="solid"/>
              </v:shape>
              <v:shape style="position:absolute;left:0;top:0;width:119;height:115" coordorigin="0,0" coordsize="119,115" path="m119,0l95,0,62,42,84,42,119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1"/>
          <w:sz w:val="11"/>
        </w:rPr>
      </w:r>
      <w:r>
        <w:rPr>
          <w:rFonts w:ascii="Arial"/>
          <w:position w:val="1"/>
          <w:sz w:val="11"/>
        </w:rPr>
        <w:tab/>
      </w:r>
      <w:r>
        <w:rPr>
          <w:rFonts w:ascii="Arial"/>
          <w:position w:val="1"/>
          <w:sz w:val="15"/>
        </w:rPr>
        <w:pict>
          <v:group style="width:2.95pt;height:7.95pt;mso-position-horizontal-relative:char;mso-position-vertical-relative:line" coordorigin="0,0" coordsize="59,159">
            <v:group style="position:absolute;left:0;top:0;width:59;height:159" coordorigin="0,0" coordsize="59,159">
              <v:shape style="position:absolute;left:0;top:0;width:59;height:159" coordorigin="0,0" coordsize="59,159" path="m58,35l39,35,39,159,58,159,58,35xe" filled="true" fillcolor="#231f20" stroked="false">
                <v:path arrowok="t"/>
                <v:fill type="solid"/>
              </v:shape>
              <v:shape style="position:absolute;left:0;top:0;width:59;height:159" coordorigin="0,0" coordsize="59,159" path="m58,0l46,0,42,7,37,14,20,28,11,35,0,40,0,58,39,35,58,35,58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1"/>
          <w:sz w:val="15"/>
        </w:rPr>
      </w:r>
      <w:r>
        <w:rPr>
          <w:rFonts w:ascii="Arial"/>
          <w:position w:val="1"/>
          <w:sz w:val="15"/>
        </w:rPr>
        <w:tab/>
      </w:r>
      <w:r>
        <w:rPr>
          <w:rFonts w:ascii="Arial"/>
          <w:sz w:val="18"/>
        </w:rPr>
        <w:pict>
          <v:group style="width:10pt;height:9.450pt;mso-position-horizontal-relative:char;mso-position-vertical-relative:line" coordorigin="0,0" coordsize="200,189">
            <v:group style="position:absolute;left:0;top:61;width:156;height:117" coordorigin="0,61" coordsize="156,117">
              <v:shape style="position:absolute;left:0;top:61;width:156;height:117" coordorigin="0,61" coordsize="156,117" path="m17,64l0,64,0,178,19,178,19,109,20,101,25,89,28,85,37,80,17,80,17,64xe" filled="true" fillcolor="#231f20" stroked="false">
                <v:path arrowok="t"/>
                <v:fill type="solid"/>
              </v:shape>
              <v:shape style="position:absolute;left:0;top:61;width:156;height:117" coordorigin="0,61" coordsize="156,117" path="m83,78l55,78,60,80,66,89,68,95,68,178,87,178,87,100,90,91,100,81,84,81,83,78xe" filled="true" fillcolor="#231f20" stroked="false">
                <v:path arrowok="t"/>
                <v:fill type="solid"/>
              </v:shape>
              <v:shape style="position:absolute;left:0;top:61;width:156;height:117" coordorigin="0,61" coordsize="156,117" path="m152,78l120,78,124,79,130,83,133,86,135,93,136,98,136,178,155,178,155,86,152,78xe" filled="true" fillcolor="#231f20" stroked="false">
                <v:path arrowok="t"/>
                <v:fill type="solid"/>
              </v:shape>
              <v:shape style="position:absolute;left:0;top:61;width:156;height:117" coordorigin="0,61" coordsize="156,117" path="m131,61l119,61,100,66,84,81,100,81,101,81,107,78,152,78,152,77,140,64,131,61xe" filled="true" fillcolor="#231f20" stroked="false">
                <v:path arrowok="t"/>
                <v:fill type="solid"/>
              </v:shape>
              <v:shape style="position:absolute;left:0;top:61;width:156;height:117" coordorigin="0,61" coordsize="156,117" path="m61,61l17,80,37,80,37,80,42,78,83,78,82,75,78,70,67,63,61,61xe" filled="true" fillcolor="#231f20" stroked="false">
                <v:path arrowok="t"/>
                <v:fill type="solid"/>
              </v:shape>
            </v:group>
            <v:group style="position:absolute;left:189;top:11;width:2;height:168" coordorigin="189,11" coordsize="2,168">
              <v:shape style="position:absolute;left:189;top:11;width:2;height:168" coordorigin="189,11" coordsize="0,168" path="m189,11l189,178e" filled="false" stroked="true" strokeweight="1.069pt" strokecolor="#231f20">
                <v:path arrowok="t"/>
              </v:shape>
            </v:group>
          </v:group>
        </w:pict>
      </w:r>
      <w:r>
        <w:rPr>
          <w:rFonts w:ascii="Arial"/>
          <w:sz w:val="18"/>
        </w:rPr>
      </w:r>
    </w:p>
    <w:p>
      <w:pPr>
        <w:tabs>
          <w:tab w:pos="2843" w:val="left" w:leader="none"/>
        </w:tabs>
        <w:spacing w:line="200" w:lineRule="atLeast"/>
        <w:ind w:left="178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47.55pt;height:16.650pt;mso-position-horizontal-relative:char;mso-position-vertical-relative:line" coordorigin="0,0" coordsize="951,333">
            <v:group style="position:absolute;left:5;top:56;width:773;height:2" coordorigin="5,56" coordsize="773,2">
              <v:shape style="position:absolute;left:5;top:56;width:773;height:2" coordorigin="5,56" coordsize="773,0" path="m5,56l778,56e" filled="false" stroked="true" strokeweight=".533pt" strokecolor="#231f20">
                <v:path arrowok="t"/>
              </v:shape>
            </v:group>
            <v:group style="position:absolute;left:26;top:129;width:110;height:158" coordorigin="26,129" coordsize="110,158">
              <v:shape style="position:absolute;left:26;top:129;width:110;height:158" coordorigin="26,129" coordsize="110,158" path="m114,249l94,249,94,286,114,286,114,249xe" filled="true" fillcolor="#231f20" stroked="false">
                <v:path arrowok="t"/>
                <v:fill type="solid"/>
              </v:shape>
              <v:shape style="position:absolute;left:26;top:129;width:110;height:158" coordorigin="26,129" coordsize="110,158" path="m114,129l98,129,26,231,26,249,135,249,135,231,45,231,94,160,114,160,114,129xe" filled="true" fillcolor="#231f20" stroked="false">
                <v:path arrowok="t"/>
                <v:fill type="solid"/>
              </v:shape>
              <v:shape style="position:absolute;left:26;top:129;width:110;height:158" coordorigin="26,129" coordsize="110,158" path="m114,160l94,160,94,231,114,231,114,160xe" filled="true" fillcolor="#231f20" stroked="false">
                <v:path arrowok="t"/>
                <v:fill type="solid"/>
              </v:shape>
            </v:group>
            <v:group style="position:absolute;left:146;top:129;width:110;height:158" coordorigin="146,129" coordsize="110,158">
              <v:shape style="position:absolute;left:146;top:129;width:110;height:158" coordorigin="146,129" coordsize="110,158" path="m234,249l214,249,214,286,234,286,234,249xe" filled="true" fillcolor="#231f20" stroked="false">
                <v:path arrowok="t"/>
                <v:fill type="solid"/>
              </v:shape>
              <v:shape style="position:absolute;left:146;top:129;width:110;height:158" coordorigin="146,129" coordsize="110,158" path="m234,129l218,129,146,231,146,249,255,249,255,231,165,231,214,160,234,160,234,129xe" filled="true" fillcolor="#231f20" stroked="false">
                <v:path arrowok="t"/>
                <v:fill type="solid"/>
              </v:shape>
              <v:shape style="position:absolute;left:146;top:129;width:110;height:158" coordorigin="146,129" coordsize="110,158" path="m234,160l214,160,214,231,234,231,234,160xe" filled="true" fillcolor="#231f20" stroked="false">
                <v:path arrowok="t"/>
                <v:fill type="solid"/>
              </v:shape>
            </v:group>
            <v:group style="position:absolute;left:273;top:128;width:103;height:162" coordorigin="273,128" coordsize="103,162">
              <v:shape style="position:absolute;left:273;top:128;width:103;height:162" coordorigin="273,128" coordsize="103,162" path="m333,128l313,128,303,131,274,186,273,209,273,217,297,284,309,289,336,289,345,286,360,274,361,273,315,273,308,269,298,253,294,234,292,209,293,190,296,169,303,155,308,148,315,144,360,144,358,141,353,136,340,130,333,128xe" filled="true" fillcolor="#231f20" stroked="false">
                <v:path arrowok="t"/>
                <v:fill type="solid"/>
              </v:shape>
              <v:shape style="position:absolute;left:273;top:128;width:103;height:162" coordorigin="273,128" coordsize="103,162" path="m360,144l333,144,340,148,349,161,353,174,355,194,355,226,352,247,347,260,340,269,333,273,361,273,366,265,371,249,374,231,376,209,376,193,374,180,370,162,366,154,360,144xe" filled="true" fillcolor="#231f20" stroked="false">
                <v:path arrowok="t"/>
                <v:fill type="solid"/>
              </v:shape>
            </v:group>
            <v:group style="position:absolute;left:493;top:172;width:105;height:161" coordorigin="493,172" coordsize="105,161">
              <v:shape style="position:absolute;left:493;top:172;width:105;height:161" coordorigin="493,172" coordsize="105,161" path="m501,312l503,330,508,332,512,333,522,333,527,331,536,325,540,321,544,314,509,314,506,313,501,312xe" filled="true" fillcolor="#231f20" stroked="false">
                <v:path arrowok="t"/>
                <v:fill type="solid"/>
              </v:shape>
              <v:shape style="position:absolute;left:493;top:172;width:105;height:161" coordorigin="493,172" coordsize="105,161" path="m514,172l493,172,537,287,535,290,517,314,544,314,546,310,550,301,555,288,563,265,546,265,544,255,541,247,538,238,514,172xe" filled="true" fillcolor="#231f20" stroked="false">
                <v:path arrowok="t"/>
                <v:fill type="solid"/>
              </v:shape>
              <v:shape style="position:absolute;left:493;top:172;width:105;height:161" coordorigin="493,172" coordsize="105,161" path="m598,172l579,172,554,239,551,247,549,256,546,265,563,265,598,172xe" filled="true" fillcolor="#231f20" stroked="false">
                <v:path arrowok="t"/>
                <v:fill type="solid"/>
              </v:shape>
            </v:group>
            <v:group style="position:absolute;left:605;top:129;width:100;height:161" coordorigin="605,129" coordsize="100,161">
              <v:shape style="position:absolute;left:605;top:129;width:100;height:161" coordorigin="605,129" coordsize="100,161" path="m660,169l644,169,636,172,620,182,615,189,607,208,605,218,605,241,645,289,668,289,679,283,686,273,648,273,641,269,628,255,625,244,625,214,628,203,640,189,647,185,704,185,704,185,685,185,682,180,677,177,667,171,660,169xe" filled="true" fillcolor="#231f20" stroked="false">
                <v:path arrowok="t"/>
                <v:fill type="solid"/>
              </v:shape>
              <v:shape style="position:absolute;left:605;top:129;width:100;height:161" coordorigin="605,129" coordsize="100,161" path="m704,272l686,272,686,286,704,286,704,272xe" filled="true" fillcolor="#231f20" stroked="false">
                <v:path arrowok="t"/>
                <v:fill type="solid"/>
              </v:shape>
              <v:shape style="position:absolute;left:605;top:129;width:100;height:161" coordorigin="605,129" coordsize="100,161" path="m704,185l664,185,672,189,684,204,687,215,687,245,684,256,678,263,672,270,665,273,686,273,686,272,704,272,704,185xe" filled="true" fillcolor="#231f20" stroked="false">
                <v:path arrowok="t"/>
                <v:fill type="solid"/>
              </v:shape>
              <v:shape style="position:absolute;left:605;top:129;width:100;height:161" coordorigin="605,129" coordsize="100,161" path="m704,129l685,129,685,185,704,185,704,129xe" filled="true" fillcolor="#231f20" stroked="false">
                <v:path arrowok="t"/>
                <v:fill type="solid"/>
              </v:shape>
            </v:group>
            <v:group style="position:absolute;left:847;top:0;width:105;height:66" coordorigin="847,0" coordsize="105,66">
              <v:shape style="position:absolute;left:847;top:0;width:105;height:66" coordorigin="847,0" coordsize="105,66" path="m951,48l847,48,847,66,951,66,951,48xe" filled="true" fillcolor="#231f20" stroked="false">
                <v:path arrowok="t"/>
                <v:fill type="solid"/>
              </v:shape>
              <v:shape style="position:absolute;left:847;top:0;width:105;height:66" coordorigin="847,0" coordsize="105,66" path="m951,0l847,0,847,18,951,18,951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43.85pt;height:14.15pt;mso-position-horizontal-relative:char;mso-position-vertical-relative:line" coordorigin="0,0" coordsize="877,283">
            <v:group style="position:absolute;left:5;top:5;width:866;height:2" coordorigin="5,5" coordsize="866,2">
              <v:shape style="position:absolute;left:5;top:5;width:866;height:2" coordorigin="5,5" coordsize="866,0" path="m5,5l871,5e" filled="false" stroked="true" strokeweight=".533pt" strokecolor="#231f20">
                <v:path arrowok="t"/>
              </v:shape>
            </v:group>
            <v:group style="position:absolute;left:29;top:77;width:59;height:159" coordorigin="29,77" coordsize="59,159">
              <v:shape style="position:absolute;left:29;top:77;width:59;height:159" coordorigin="29,77" coordsize="59,159" path="m87,112l67,112,67,236,87,236,87,112xe" filled="true" fillcolor="#231f20" stroked="false">
                <v:path arrowok="t"/>
                <v:fill type="solid"/>
              </v:shape>
              <v:shape style="position:absolute;left:29;top:77;width:59;height:159" coordorigin="29,77" coordsize="59,159" path="m87,77l74,77,71,84,65,91,49,106,40,112,29,117,29,136,67,112,87,112,87,77xe" filled="true" fillcolor="#231f20" stroked="false">
                <v:path arrowok="t"/>
                <v:fill type="solid"/>
              </v:shape>
            </v:group>
            <v:group style="position:absolute;left:135;top:80;width:103;height:156" coordorigin="135,80" coordsize="103,156">
              <v:shape style="position:absolute;left:135;top:80;width:103;height:156" coordorigin="135,80" coordsize="103,156" path="m238,80l135,80,135,99,206,106,195,122,163,197,157,236,179,224,182,205,188,183,215,126,238,95,238,80xe" filled="true" fillcolor="#231f20" stroked="false">
                <v:path arrowok="t"/>
                <v:fill type="solid"/>
              </v:shape>
            </v:group>
            <v:group style="position:absolute;left:254;top:79;width:105;height:161" coordorigin="254,79" coordsize="105,161">
              <v:shape style="position:absolute;left:254;top:79;width:105;height:161" coordorigin="254,79" coordsize="105,161" path="m299,79l255,141,254,167,256,190,261,208,271,223,288,235,308,239,318,239,326,236,341,227,345,223,302,223,297,221,287,215,283,210,277,198,276,191,276,175,279,166,290,155,273,155,297,95,303,93,347,93,339,86,324,80,299,79xe" filled="true" fillcolor="#231f20" stroked="false">
                <v:path arrowok="t"/>
                <v:fill type="solid"/>
              </v:shape>
              <v:shape style="position:absolute;left:254;top:79;width:105;height:161" coordorigin="254,79" coordsize="105,161" path="m347,151l316,151,323,154,335,166,338,175,338,197,335,206,329,213,323,219,316,223,345,223,347,221,356,204,358,195,358,170,353,157,347,151xe" filled="true" fillcolor="#231f20" stroked="false">
                <v:path arrowok="t"/>
                <v:fill type="solid"/>
              </v:shape>
              <v:shape style="position:absolute;left:254;top:79;width:105;height:161" coordorigin="254,79" coordsize="105,161" path="m324,134l304,134,297,135,283,142,277,147,273,155,290,155,291,154,298,151,347,151,335,138,324,134xe" filled="true" fillcolor="#231f20" stroked="false">
                <v:path arrowok="t"/>
                <v:fill type="solid"/>
              </v:shape>
              <v:shape style="position:absolute;left:254;top:79;width:105;height:161" coordorigin="254,79" coordsize="105,161" path="m347,93l317,93,323,96,328,102,331,105,334,111,336,118,355,117,353,104,349,95,347,93xe" filled="true" fillcolor="#231f20" stroked="false">
                <v:path arrowok="t"/>
                <v:fill type="solid"/>
              </v:shape>
            </v:group>
            <v:group style="position:absolute;left:375;top:77;width:103;height:162" coordorigin="375,77" coordsize="103,162">
              <v:shape style="position:absolute;left:375;top:77;width:103;height:162" coordorigin="375,77" coordsize="103,162" path="m435,77l415,77,405,80,376,136,375,158,375,166,399,233,411,239,438,239,447,236,462,223,463,223,417,223,410,218,400,202,396,184,395,158,395,139,399,119,405,105,410,97,417,93,462,93,460,91,455,86,442,79,435,77xe" filled="true" fillcolor="#231f20" stroked="false">
                <v:path arrowok="t"/>
                <v:fill type="solid"/>
              </v:shape>
              <v:shape style="position:absolute;left:375;top:77;width:103;height:162" coordorigin="375,77" coordsize="103,162" path="m462,93l435,93,442,98,451,110,455,123,457,144,457,175,454,196,449,210,442,218,435,223,463,223,468,214,473,199,476,181,478,158,478,142,476,130,472,112,468,104,462,93xe" filled="true" fillcolor="#231f20" stroked="false">
                <v:path arrowok="t"/>
                <v:fill type="solid"/>
              </v:shape>
            </v:group>
            <v:group style="position:absolute;left:586;top:122;width:105;height:161" coordorigin="586,122" coordsize="105,161">
              <v:shape style="position:absolute;left:586;top:122;width:105;height:161" coordorigin="586,122" coordsize="105,161" path="m594,262l596,280,601,282,605,282,615,282,620,281,629,275,633,270,637,264,602,264,598,263,594,262xe" filled="true" fillcolor="#231f20" stroked="false">
                <v:path arrowok="t"/>
                <v:fill type="solid"/>
              </v:shape>
              <v:shape style="position:absolute;left:586;top:122;width:105;height:161" coordorigin="586,122" coordsize="105,161" path="m607,122l586,122,629,236,628,240,609,264,637,264,639,259,643,250,647,238,656,214,639,214,637,205,634,196,631,188,607,122xe" filled="true" fillcolor="#231f20" stroked="false">
                <v:path arrowok="t"/>
                <v:fill type="solid"/>
              </v:shape>
              <v:shape style="position:absolute;left:586;top:122;width:105;height:161" coordorigin="586,122" coordsize="105,161" path="m691,122l671,122,647,188,644,197,641,205,639,214,656,214,691,122xe" filled="true" fillcolor="#231f20" stroked="false">
                <v:path arrowok="t"/>
                <v:fill type="solid"/>
              </v:shape>
            </v:group>
            <v:group style="position:absolute;left:698;top:78;width:100;height:161" coordorigin="698,78" coordsize="100,161">
              <v:shape style="position:absolute;left:698;top:78;width:100;height:161" coordorigin="698,78" coordsize="100,161" path="m753,119l737,119,728,121,713,131,707,138,700,157,698,167,698,191,738,239,761,239,772,233,778,223,741,223,733,219,721,204,718,194,718,164,721,153,732,139,740,135,797,135,797,135,778,135,774,130,770,126,759,120,753,119xe" filled="true" fillcolor="#231f20" stroked="false">
                <v:path arrowok="t"/>
                <v:fill type="solid"/>
              </v:shape>
              <v:shape style="position:absolute;left:698;top:78;width:100;height:161" coordorigin="698,78" coordsize="100,161" path="m797,222l779,222,779,236,797,236,797,222xe" filled="true" fillcolor="#231f20" stroked="false">
                <v:path arrowok="t"/>
                <v:fill type="solid"/>
              </v:shape>
              <v:shape style="position:absolute;left:698;top:78;width:100;height:161" coordorigin="698,78" coordsize="100,161" path="m797,135l757,135,764,139,776,153,779,165,779,195,776,205,771,212,765,219,757,223,778,223,779,222,797,222,797,135xe" filled="true" fillcolor="#231f20" stroked="false">
                <v:path arrowok="t"/>
                <v:fill type="solid"/>
              </v:shape>
              <v:shape style="position:absolute;left:698;top:78;width:100;height:161" coordorigin="698,78" coordsize="100,161" path="m797,78l778,78,778,135,797,135,797,78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10"/>
        <w:rPr>
          <w:rFonts w:ascii="Arial" w:hAnsi="Arial" w:cs="Arial" w:eastAsia="Arial"/>
          <w:sz w:val="8"/>
          <w:szCs w:val="8"/>
        </w:rPr>
      </w:pPr>
    </w:p>
    <w:p>
      <w:pPr>
        <w:tabs>
          <w:tab w:pos="2234" w:val="left" w:leader="none"/>
          <w:tab w:pos="2840" w:val="left" w:leader="none"/>
          <w:tab w:pos="3111" w:val="left" w:leader="none"/>
          <w:tab w:pos="4002" w:val="left" w:leader="none"/>
        </w:tabs>
        <w:spacing w:line="110" w:lineRule="atLeast"/>
        <w:ind w:left="14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33.450pt;height:10.35pt;mso-position-horizontal-relative:char;mso-position-vertical-relative:line" coordorigin="0,0" coordsize="669,207">
            <v:group style="position:absolute;left:0;top:46;width:119;height:115" coordorigin="0,46" coordsize="119,115">
              <v:shape style="position:absolute;left:0;top:46;width:119;height:115" coordorigin="0,46" coordsize="119,115" path="m43,46l21,46,50,103,0,161,24,161,58,119,78,119,71,104,84,88,62,88,59,81,56,74,43,46xe" filled="true" fillcolor="#231f20" stroked="false">
                <v:path arrowok="t"/>
                <v:fill type="solid"/>
              </v:shape>
              <v:shape style="position:absolute;left:0;top:46;width:119;height:115" coordorigin="0,46" coordsize="119,115" path="m78,119l58,119,62,126,64,132,78,161,100,161,78,119xe" filled="true" fillcolor="#231f20" stroked="false">
                <v:path arrowok="t"/>
                <v:fill type="solid"/>
              </v:shape>
              <v:shape style="position:absolute;left:0;top:46;width:119;height:115" coordorigin="0,46" coordsize="119,115" path="m119,46l95,46,62,88,84,88,119,46xe" filled="true" fillcolor="#231f20" stroked="false">
                <v:path arrowok="t"/>
                <v:fill type="solid"/>
              </v:shape>
            </v:group>
            <v:group style="position:absolute;left:220;top:2;width:59;height:159" coordorigin="220,2" coordsize="59,159">
              <v:shape style="position:absolute;left:220;top:2;width:59;height:159" coordorigin="220,2" coordsize="59,159" path="m278,37l259,37,259,161,278,161,278,37xe" filled="true" fillcolor="#231f20" stroked="false">
                <v:path arrowok="t"/>
                <v:fill type="solid"/>
              </v:shape>
              <v:shape style="position:absolute;left:220;top:2;width:59;height:159" coordorigin="220,2" coordsize="59,159" path="m278,2l266,2,262,9,256,16,240,30,231,37,220,42,220,60,259,37,278,37,278,2xe" filled="true" fillcolor="#231f20" stroked="false">
                <v:path arrowok="t"/>
                <v:fill type="solid"/>
              </v:shape>
            </v:group>
            <v:group style="position:absolute;left:327;top:5;width:103;height:156" coordorigin="327,5" coordsize="103,156">
              <v:shape style="position:absolute;left:327;top:5;width:103;height:156" coordorigin="327,5" coordsize="103,156" path="m429,5l327,5,327,23,398,31,386,47,354,122,349,161,370,148,373,130,379,107,406,51,429,20,429,5xe" filled="true" fillcolor="#231f20" stroked="false">
                <v:path arrowok="t"/>
                <v:fill type="solid"/>
              </v:shape>
            </v:group>
            <v:group style="position:absolute;left:445;top:3;width:105;height:161" coordorigin="445,3" coordsize="105,161">
              <v:shape style="position:absolute;left:445;top:3;width:105;height:161" coordorigin="445,3" coordsize="105,161" path="m490,3l446,66,445,92,447,114,453,133,462,148,479,159,499,163,509,163,517,161,532,152,537,147,494,147,488,146,478,139,474,135,468,123,467,116,467,99,470,91,482,79,464,79,489,20,494,18,538,18,530,11,515,4,490,3xe" filled="true" fillcolor="#231f20" stroked="false">
                <v:path arrowok="t"/>
                <v:fill type="solid"/>
              </v:shape>
              <v:shape style="position:absolute;left:445;top:3;width:105;height:161" coordorigin="445,3" coordsize="105,161" path="m538,75l507,75,515,78,526,91,529,99,529,122,526,131,514,144,507,147,537,147,538,145,547,128,549,119,549,94,544,82,538,75xe" filled="true" fillcolor="#231f20" stroked="false">
                <v:path arrowok="t"/>
                <v:fill type="solid"/>
              </v:shape>
              <v:shape style="position:absolute;left:445;top:3;width:105;height:161" coordorigin="445,3" coordsize="105,161" path="m515,58l495,58,488,60,474,67,469,72,464,79,482,79,482,78,490,75,538,75,526,63,515,58xe" filled="true" fillcolor="#231f20" stroked="false">
                <v:path arrowok="t"/>
                <v:fill type="solid"/>
              </v:shape>
              <v:shape style="position:absolute;left:445;top:3;width:105;height:161" coordorigin="445,3" coordsize="105,161" path="m538,18l508,18,514,21,520,26,523,30,525,35,527,43,546,41,545,29,540,19,538,18xe" filled="true" fillcolor="#231f20" stroked="false">
                <v:path arrowok="t"/>
                <v:fill type="solid"/>
              </v:shape>
            </v:group>
            <v:group style="position:absolute;left:566;top:2;width:103;height:162" coordorigin="566,2" coordsize="103,162">
              <v:shape style="position:absolute;left:566;top:2;width:103;height:162" coordorigin="566,2" coordsize="103,162" path="m626,2l606,2,596,5,567,60,566,83,566,91,590,158,602,163,629,163,638,160,654,148,654,147,608,147,601,143,591,127,587,109,586,83,586,64,590,43,596,29,601,22,608,18,653,18,651,15,646,11,633,4,626,2xe" filled="true" fillcolor="#231f20" stroked="false">
                <v:path arrowok="t"/>
                <v:fill type="solid"/>
              </v:shape>
              <v:shape style="position:absolute;left:566;top:2;width:103;height:162" coordorigin="566,2" coordsize="103,162" path="m653,18l626,18,634,22,642,35,646,48,648,69,648,100,645,121,640,134,634,143,626,147,654,147,659,139,664,123,668,105,669,83,669,67,668,55,663,36,660,28,653,18xe" filled="true" fillcolor="#231f20" stroked="false">
                <v:path arrowok="t"/>
                <v:fill type="solid"/>
              </v:shape>
            </v:group>
            <v:group style="position:absolute;left:132;top:0;width:52;height:207" coordorigin="132,0" coordsize="52,207">
              <v:shape style="position:absolute;left:132;top:0;width:52;height:207" coordorigin="132,0" coordsize="52,207" path="m184,0l144,47,132,113,135,130,140,150,150,174,159,191,170,207,179,198,169,179,162,160,156,141,153,122,152,103,153,83,176,15,184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25pt;height:10.4pt;mso-position-horizontal-relative:char;mso-position-vertical-relative:line" coordorigin="0,0" coordsize="500,208">
            <v:group style="position:absolute;left:0;top:46;width:105;height:161" coordorigin="0,46" coordsize="105,161">
              <v:shape style="position:absolute;left:0;top:46;width:105;height:161" coordorigin="0,46" coordsize="105,161" path="m8,186l10,205,15,206,19,207,29,207,34,206,43,200,47,195,51,188,16,188,12,188,8,186xe" filled="true" fillcolor="#231f20" stroked="false">
                <v:path arrowok="t"/>
                <v:fill type="solid"/>
              </v:shape>
              <v:shape style="position:absolute;left:0;top:46;width:105;height:161" coordorigin="0,46" coordsize="105,161" path="m21,46l0,46,43,161,42,164,23,188,51,188,53,184,57,175,61,163,70,139,53,139,51,130,48,121,45,112,21,46xe" filled="true" fillcolor="#231f20" stroked="false">
                <v:path arrowok="t"/>
                <v:fill type="solid"/>
              </v:shape>
              <v:shape style="position:absolute;left:0;top:46;width:105;height:161" coordorigin="0,46" coordsize="105,161" path="m105,46l85,46,61,113,58,121,55,130,53,139,70,139,105,46xe" filled="true" fillcolor="#231f20" stroked="false">
                <v:path arrowok="t"/>
                <v:fill type="solid"/>
              </v:shape>
            </v:group>
            <v:group style="position:absolute;left:112;top:3;width:100;height:161" coordorigin="112,3" coordsize="100,161">
              <v:shape style="position:absolute;left:112;top:3;width:100;height:161" coordorigin="112,3" coordsize="100,161" path="m167,44l151,44,142,46,127,56,121,63,114,82,112,92,112,115,152,163,175,163,186,158,192,147,154,147,147,144,135,129,132,118,132,88,135,77,146,63,153,60,211,60,211,59,192,59,188,55,184,51,173,45,167,44xe" filled="true" fillcolor="#231f20" stroked="false">
                <v:path arrowok="t"/>
                <v:fill type="solid"/>
              </v:shape>
              <v:shape style="position:absolute;left:112;top:3;width:100;height:161" coordorigin="112,3" coordsize="100,161" path="m211,146l193,146,193,161,211,161,211,146xe" filled="true" fillcolor="#231f20" stroked="false">
                <v:path arrowok="t"/>
                <v:fill type="solid"/>
              </v:shape>
              <v:shape style="position:absolute;left:112;top:3;width:100;height:161" coordorigin="112,3" coordsize="100,161" path="m211,60l171,60,178,63,190,78,193,89,193,119,190,130,185,137,179,144,171,147,192,147,193,146,211,146,211,60xe" filled="true" fillcolor="#231f20" stroked="false">
                <v:path arrowok="t"/>
                <v:fill type="solid"/>
              </v:shape>
              <v:shape style="position:absolute;left:112;top:3;width:100;height:161" coordorigin="112,3" coordsize="100,161" path="m211,3l192,3,192,59,211,59,211,3xe" filled="true" fillcolor="#231f20" stroked="false">
                <v:path arrowok="t"/>
                <v:fill type="solid"/>
              </v:shape>
            </v:group>
            <v:group style="position:absolute;left:276;top:0;width:52;height:207" coordorigin="276,0" coordsize="52,207">
              <v:shape style="position:absolute;left:276;top:0;width:52;height:207" coordorigin="276,0" coordsize="52,207" path="m290,0l276,0,285,15,291,26,293,32,298,42,301,53,305,70,308,88,308,112,306,131,302,150,296,169,287,188,276,207,290,207,320,153,328,92,325,72,319,53,312,35,302,17,290,0xe" filled="true" fillcolor="#231f20" stroked="false">
                <v:path arrowok="t"/>
                <v:fill type="solid"/>
              </v:shape>
            </v:group>
            <v:group style="position:absolute;left:395;top:50;width:105;height:67" coordorigin="395,50" coordsize="105,67">
              <v:shape style="position:absolute;left:395;top:50;width:105;height:67" coordorigin="395,50" coordsize="105,67" path="m500,98l395,98,395,116,500,116,500,98xe" filled="true" fillcolor="#231f20" stroked="false">
                <v:path arrowok="t"/>
                <v:fill type="solid"/>
              </v:shape>
              <v:shape style="position:absolute;left:395;top:50;width:105;height:67" coordorigin="395,50" coordsize="105,67" path="m500,50l395,50,395,68,500,68,500,5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7.75pt;height:10.35pt;mso-position-horizontal-relative:char;mso-position-vertical-relative:line" coordorigin="0,0" coordsize="155,207">
            <v:group style="position:absolute;left:0;top:0;width:52;height:207" coordorigin="0,0" coordsize="52,207">
              <v:shape style="position:absolute;left:0;top:0;width:52;height:207" coordorigin="0,0" coordsize="52,207" path="m52,0l12,47,0,113,2,130,8,150,17,174,27,191,38,207,47,198,37,179,29,160,24,141,21,122,20,103,21,83,43,15,52,0xe" filled="true" fillcolor="#231f20" stroked="false">
                <v:path arrowok="t"/>
                <v:fill type="solid"/>
              </v:shape>
            </v:group>
            <v:group style="position:absolute;left:96;top:2;width:59;height:159" coordorigin="96,2" coordsize="59,159">
              <v:shape style="position:absolute;left:96;top:2;width:59;height:159" coordorigin="96,2" coordsize="59,159" path="m154,37l135,37,135,161,154,161,154,37xe" filled="true" fillcolor="#231f20" stroked="false">
                <v:path arrowok="t"/>
                <v:fill type="solid"/>
              </v:shape>
              <v:shape style="position:absolute;left:96;top:2;width:59;height:159" coordorigin="96,2" coordsize="59,159" path="m154,2l142,2,139,9,133,16,117,30,107,37,96,42,96,60,135,37,154,37,154,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5"/>
          <w:sz w:val="11"/>
        </w:rPr>
        <w:pict>
          <v:group style="width:7.8pt;height:5.85pt;mso-position-horizontal-relative:char;mso-position-vertical-relative:line" coordorigin="0,0" coordsize="156,117">
            <v:group style="position:absolute;left:0;top:0;width:156;height:117" coordorigin="0,0" coordsize="156,117">
              <v:shape style="position:absolute;left:0;top:0;width:156;height:117" coordorigin="0,0" coordsize="156,117" path="m17,3l0,3,0,117,19,117,19,47,20,39,25,28,28,24,37,19,17,19,17,3xe" filled="true" fillcolor="#231f20" stroked="false">
                <v:path arrowok="t"/>
                <v:fill type="solid"/>
              </v:shape>
              <v:shape style="position:absolute;left:0;top:0;width:156;height:117" coordorigin="0,0" coordsize="156,117" path="m83,17l55,17,60,19,66,28,68,34,68,117,87,117,87,39,90,30,100,20,84,20,83,17xe" filled="true" fillcolor="#231f20" stroked="false">
                <v:path arrowok="t"/>
                <v:fill type="solid"/>
              </v:shape>
              <v:shape style="position:absolute;left:0;top:0;width:156;height:117" coordorigin="0,0" coordsize="156,117" path="m152,17l120,17,124,18,130,22,133,25,135,32,136,37,136,117,155,117,155,25,152,17xe" filled="true" fillcolor="#231f20" stroked="false">
                <v:path arrowok="t"/>
                <v:fill type="solid"/>
              </v:shape>
              <v:shape style="position:absolute;left:0;top:0;width:156;height:117" coordorigin="0,0" coordsize="156,117" path="m131,0l119,0,100,5,84,20,100,20,101,19,107,17,152,17,152,16,140,3,131,0xe" filled="true" fillcolor="#231f20" stroked="false">
                <v:path arrowok="t"/>
                <v:fill type="solid"/>
              </v:shape>
              <v:shape style="position:absolute;left:0;top:0;width:156;height:117" coordorigin="0,0" coordsize="156,117" path="m61,0l17,19,37,19,37,18,42,17,83,17,82,14,78,9,67,2,61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5"/>
          <w:sz w:val="11"/>
        </w:rPr>
      </w:r>
      <w:r>
        <w:rPr>
          <w:rFonts w:ascii="Times New Roman"/>
          <w:spacing w:val="40"/>
          <w:position w:val="5"/>
          <w:sz w:val="11"/>
        </w:rPr>
        <w:t> </w:t>
      </w:r>
      <w:r>
        <w:rPr>
          <w:rFonts w:ascii="Arial"/>
          <w:spacing w:val="40"/>
          <w:sz w:val="20"/>
        </w:rPr>
        <w:pict>
          <v:group style="width:27.65pt;height:11.25pt;mso-position-horizontal-relative:char;mso-position-vertical-relative:line" coordorigin="0,0" coordsize="553,225">
            <v:group style="position:absolute;left:11;top:11;width:2;height:168" coordorigin="11,11" coordsize="2,168">
              <v:shape style="position:absolute;left:11;top:11;width:2;height:168" coordorigin="11,11" coordsize="0,168" path="m11,11l11,178e" filled="false" stroked="true" strokeweight="1.069pt" strokecolor="#231f20">
                <v:path arrowok="t"/>
              </v:shape>
            </v:group>
            <v:group style="position:absolute;left:73;top:18;width:52;height:207" coordorigin="73,18" coordsize="52,207">
              <v:shape style="position:absolute;left:73;top:18;width:52;height:207" coordorigin="73,18" coordsize="52,207" path="m87,18l73,18,82,33,88,44,104,106,105,129,103,148,99,167,92,187,84,206,73,225,87,225,117,170,125,110,122,90,116,70,109,53,99,35,87,18xe" filled="true" fillcolor="#231f20" stroked="false">
                <v:path arrowok="t"/>
                <v:fill type="solid"/>
              </v:shape>
            </v:group>
            <v:group style="position:absolute;left:144;top:18;width:52;height:207" coordorigin="144,18" coordsize="52,207">
              <v:shape style="position:absolute;left:144;top:18;width:52;height:207" coordorigin="144,18" coordsize="52,207" path="m196,18l156,65,144,131,146,148,152,167,161,191,171,209,182,225,191,216,181,197,173,178,168,159,165,140,164,120,165,101,168,81,171,70,174,60,179,50,181,43,187,33,196,18xe" filled="true" fillcolor="#231f20" stroked="false">
                <v:path arrowok="t"/>
                <v:fill type="solid"/>
              </v:shape>
            </v:group>
            <v:group style="position:absolute;left:204;top:20;width:110;height:158" coordorigin="204,20" coordsize="110,158">
              <v:shape style="position:absolute;left:204;top:20;width:110;height:158" coordorigin="204,20" coordsize="110,158" path="m292,140l272,140,272,178,292,178,292,140xe" filled="true" fillcolor="#231f20" stroked="false">
                <v:path arrowok="t"/>
                <v:fill type="solid"/>
              </v:shape>
              <v:shape style="position:absolute;left:204;top:20;width:110;height:158" coordorigin="204,20" coordsize="110,158" path="m292,20l276,20,204,123,204,140,313,140,313,123,223,123,272,52,292,52,292,20xe" filled="true" fillcolor="#231f20" stroked="false">
                <v:path arrowok="t"/>
                <v:fill type="solid"/>
              </v:shape>
              <v:shape style="position:absolute;left:204;top:20;width:110;height:158" coordorigin="204,20" coordsize="110,158" path="m292,52l272,52,272,123,292,123,292,52xe" filled="true" fillcolor="#231f20" stroked="false">
                <v:path arrowok="t"/>
                <v:fill type="solid"/>
              </v:shape>
            </v:group>
            <v:group style="position:absolute;left:323;top:20;width:110;height:158" coordorigin="323,20" coordsize="110,158">
              <v:shape style="position:absolute;left:323;top:20;width:110;height:158" coordorigin="323,20" coordsize="110,158" path="m411,140l392,140,392,178,411,178,411,140xe" filled="true" fillcolor="#231f20" stroked="false">
                <v:path arrowok="t"/>
                <v:fill type="solid"/>
              </v:shape>
              <v:shape style="position:absolute;left:323;top:20;width:110;height:158" coordorigin="323,20" coordsize="110,158" path="m411,20l396,20,323,123,323,140,433,140,433,123,343,123,392,52,411,52,411,20xe" filled="true" fillcolor="#231f20" stroked="false">
                <v:path arrowok="t"/>
                <v:fill type="solid"/>
              </v:shape>
              <v:shape style="position:absolute;left:323;top:20;width:110;height:158" coordorigin="323,20" coordsize="110,158" path="m411,52l392,52,392,123,411,123,411,52xe" filled="true" fillcolor="#231f20" stroked="false">
                <v:path arrowok="t"/>
                <v:fill type="solid"/>
              </v:shape>
            </v:group>
            <v:group style="position:absolute;left:450;top:20;width:103;height:162" coordorigin="450,20" coordsize="103,162">
              <v:shape style="position:absolute;left:450;top:20;width:103;height:162" coordorigin="450,20" coordsize="103,162" path="m510,20l490,20,480,23,451,78,450,100,450,108,474,176,486,181,513,181,522,178,537,165,538,165,492,165,485,161,475,145,471,126,470,100,470,82,474,61,480,47,485,40,492,36,537,36,535,33,530,28,517,21,510,20xe" filled="true" fillcolor="#231f20" stroked="false">
                <v:path arrowok="t"/>
                <v:fill type="solid"/>
              </v:shape>
              <v:shape style="position:absolute;left:450;top:20;width:103;height:162" coordorigin="450,20" coordsize="103,162" path="m537,36l510,36,518,40,526,53,530,65,532,86,532,117,529,139,524,152,517,161,510,165,538,165,543,157,548,141,551,123,553,100,553,85,551,72,547,54,543,46,537,3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40"/>
          <w:sz w:val="20"/>
        </w:rPr>
      </w:r>
      <w:r>
        <w:rPr>
          <w:rFonts w:ascii="Arial"/>
          <w:spacing w:val="40"/>
          <w:sz w:val="20"/>
        </w:rPr>
        <w:tab/>
      </w:r>
      <w:r>
        <w:rPr>
          <w:rFonts w:ascii="Arial"/>
          <w:spacing w:val="40"/>
          <w:sz w:val="20"/>
        </w:rPr>
        <w:pict>
          <v:group style="width:16.4pt;height:10.4pt;mso-position-horizontal-relative:char;mso-position-vertical-relative:line" coordorigin="0,0" coordsize="328,208">
            <v:group style="position:absolute;left:0;top:46;width:105;height:161" coordorigin="0,46" coordsize="105,161">
              <v:shape style="position:absolute;left:0;top:46;width:105;height:161" coordorigin="0,46" coordsize="105,161" path="m8,186l10,205,15,206,19,207,29,207,34,206,43,200,47,195,51,188,16,188,12,188,8,186xe" filled="true" fillcolor="#231f20" stroked="false">
                <v:path arrowok="t"/>
                <v:fill type="solid"/>
              </v:shape>
              <v:shape style="position:absolute;left:0;top:46;width:105;height:161" coordorigin="0,46" coordsize="105,161" path="m21,46l0,46,43,161,43,163,23,188,51,188,53,184,57,175,70,139,53,139,51,130,48,121,45,112,21,46xe" filled="true" fillcolor="#231f20" stroked="false">
                <v:path arrowok="t"/>
                <v:fill type="solid"/>
              </v:shape>
              <v:shape style="position:absolute;left:0;top:46;width:105;height:161" coordorigin="0,46" coordsize="105,161" path="m105,46l85,46,61,113,58,121,55,130,53,139,70,139,105,46xe" filled="true" fillcolor="#231f20" stroked="false">
                <v:path arrowok="t"/>
                <v:fill type="solid"/>
              </v:shape>
            </v:group>
            <v:group style="position:absolute;left:112;top:3;width:100;height:161" coordorigin="112,3" coordsize="100,161">
              <v:shape style="position:absolute;left:112;top:3;width:100;height:161" coordorigin="112,3" coordsize="100,161" path="m167,44l151,44,142,46,112,92,112,115,152,163,175,163,186,158,192,147,154,147,147,144,135,129,132,118,132,88,135,77,146,63,153,60,211,60,211,59,192,59,188,55,184,51,173,45,167,44xe" filled="true" fillcolor="#231f20" stroked="false">
                <v:path arrowok="t"/>
                <v:fill type="solid"/>
              </v:shape>
              <v:shape style="position:absolute;left:112;top:3;width:100;height:161" coordorigin="112,3" coordsize="100,161" path="m211,146l193,146,193,161,211,161,211,146xe" filled="true" fillcolor="#231f20" stroked="false">
                <v:path arrowok="t"/>
                <v:fill type="solid"/>
              </v:shape>
              <v:shape style="position:absolute;left:112;top:3;width:100;height:161" coordorigin="112,3" coordsize="100,161" path="m211,60l171,60,178,63,190,78,193,89,193,119,190,130,179,144,171,147,192,147,193,146,211,146,211,60xe" filled="true" fillcolor="#231f20" stroked="false">
                <v:path arrowok="t"/>
                <v:fill type="solid"/>
              </v:shape>
              <v:shape style="position:absolute;left:112;top:3;width:100;height:161" coordorigin="112,3" coordsize="100,161" path="m211,3l192,3,192,59,211,59,211,3xe" filled="true" fillcolor="#231f20" stroked="false">
                <v:path arrowok="t"/>
                <v:fill type="solid"/>
              </v:shape>
            </v:group>
            <v:group style="position:absolute;left:276;top:0;width:52;height:207" coordorigin="276,0" coordsize="52,207">
              <v:shape style="position:absolute;left:276;top:0;width:52;height:207" coordorigin="276,0" coordsize="52,207" path="m290,0l276,0,285,15,291,26,308,88,308,112,306,131,302,150,296,169,287,188,276,207,290,207,320,153,328,92,325,72,319,53,312,35,302,17,290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spacing w:val="40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tabs>
          <w:tab w:pos="2843" w:val="left" w:leader="none"/>
        </w:tabs>
        <w:spacing w:line="110" w:lineRule="atLeast"/>
        <w:ind w:left="244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18"/>
          <w:sz w:val="11"/>
        </w:rPr>
        <w:pict>
          <v:group style="width:14.4pt;height:5.75pt;mso-position-horizontal-relative:char;mso-position-vertical-relative:line" coordorigin="0,0" coordsize="288,115">
            <v:group style="position:absolute;left:0;top:0;width:119;height:115" coordorigin="0,0" coordsize="119,115">
              <v:shape style="position:absolute;left:0;top:0;width:119;height:115" coordorigin="0,0" coordsize="119,115" path="m43,0l21,0,50,56,0,114,24,114,58,73,78,73,71,58,84,42,62,42,59,35,56,28,43,0xe" filled="true" fillcolor="#231f20" stroked="false">
                <v:path arrowok="t"/>
                <v:fill type="solid"/>
              </v:shape>
              <v:shape style="position:absolute;left:0;top:0;width:119;height:115" coordorigin="0,0" coordsize="119,115" path="m78,73l58,73,62,80,64,86,78,114,100,114,78,73xe" filled="true" fillcolor="#231f20" stroked="false">
                <v:path arrowok="t"/>
                <v:fill type="solid"/>
              </v:shape>
              <v:shape style="position:absolute;left:0;top:0;width:119;height:115" coordorigin="0,0" coordsize="119,115" path="m119,0l95,0,62,42,84,42,119,0xe" filled="true" fillcolor="#231f20" stroked="false">
                <v:path arrowok="t"/>
                <v:fill type="solid"/>
              </v:shape>
            </v:group>
            <v:group style="position:absolute;left:184;top:3;width:105;height:67" coordorigin="184,3" coordsize="105,67">
              <v:shape style="position:absolute;left:184;top:3;width:105;height:67" coordorigin="184,3" coordsize="105,67" path="m288,51l184,51,184,69,288,69,288,51xe" filled="true" fillcolor="#231f20" stroked="false">
                <v:path arrowok="t"/>
                <v:fill type="solid"/>
              </v:shape>
              <v:shape style="position:absolute;left:184;top:3;width:105;height:67" coordorigin="184,3" coordsize="105,67" path="m288,3l184,3,184,22,288,22,288,3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18"/>
          <w:sz w:val="11"/>
        </w:rPr>
      </w:r>
      <w:r>
        <w:rPr>
          <w:rFonts w:ascii="Arial"/>
          <w:position w:val="18"/>
          <w:sz w:val="11"/>
        </w:rPr>
        <w:tab/>
      </w:r>
      <w:r>
        <w:rPr>
          <w:rFonts w:ascii="Arial"/>
          <w:sz w:val="20"/>
        </w:rPr>
        <w:pict>
          <v:group style="width:39.85pt;height:17.850pt;mso-position-horizontal-relative:char;mso-position-vertical-relative:line" coordorigin="0,0" coordsize="797,357">
            <v:group style="position:absolute;left:5;top:123;width:531;height:2" coordorigin="5,123" coordsize="531,2">
              <v:shape style="position:absolute;left:5;top:123;width:531;height:2" coordorigin="5,123" coordsize="531,0" path="m5,123l536,123e" filled="false" stroked="true" strokeweight=".533pt" strokecolor="#231f20">
                <v:path arrowok="t"/>
              </v:shape>
            </v:group>
            <v:group style="position:absolute;left:29;top:195;width:59;height:159" coordorigin="29,195" coordsize="59,159">
              <v:shape style="position:absolute;left:29;top:195;width:59;height:159" coordorigin="29,195" coordsize="59,159" path="m87,230l67,230,67,354,87,354,87,230xe" filled="true" fillcolor="#231f20" stroked="false">
                <v:path arrowok="t"/>
                <v:fill type="solid"/>
              </v:shape>
              <v:shape style="position:absolute;left:29;top:195;width:59;height:159" coordorigin="29,195" coordsize="59,159" path="m87,195l74,195,71,202,65,209,49,224,40,230,29,235,29,254,67,230,87,230,87,195xe" filled="true" fillcolor="#231f20" stroked="false">
                <v:path arrowok="t"/>
                <v:fill type="solid"/>
              </v:shape>
            </v:group>
            <v:group style="position:absolute;left:135;top:198;width:103;height:156" coordorigin="135,198" coordsize="103,156">
              <v:shape style="position:absolute;left:135;top:198;width:103;height:156" coordorigin="135,198" coordsize="103,156" path="m238,198l135,198,135,217,206,224,195,240,163,315,157,354,179,341,182,323,188,300,215,244,238,213,238,198xe" filled="true" fillcolor="#231f20" stroked="false">
                <v:path arrowok="t"/>
                <v:fill type="solid"/>
              </v:shape>
            </v:group>
            <v:group style="position:absolute;left:254;top:196;width:105;height:161" coordorigin="254,196" coordsize="105,161">
              <v:shape style="position:absolute;left:254;top:196;width:105;height:161" coordorigin="254,196" coordsize="105,161" path="m299,196l255,259,254,285,256,307,262,326,271,341,288,353,308,356,318,356,326,354,341,345,345,341,302,341,297,339,287,333,283,328,277,316,276,309,276,292,279,284,290,272,273,272,293,216,297,213,303,211,347,211,339,204,324,198,299,196xe" filled="true" fillcolor="#231f20" stroked="false">
                <v:path arrowok="t"/>
                <v:fill type="solid"/>
              </v:shape>
              <v:shape style="position:absolute;left:254;top:196;width:105;height:161" coordorigin="254,196" coordsize="105,161" path="m347,268l316,268,323,272,335,284,338,292,338,315,335,324,323,337,316,341,345,341,347,339,356,322,358,312,358,287,353,275,347,268xe" filled="true" fillcolor="#231f20" stroked="false">
                <v:path arrowok="t"/>
                <v:fill type="solid"/>
              </v:shape>
              <v:shape style="position:absolute;left:254;top:196;width:105;height:161" coordorigin="254,196" coordsize="105,161" path="m324,251l304,251,297,253,283,260,277,265,273,272,290,272,291,272,298,268,347,268,335,256,324,251xe" filled="true" fillcolor="#231f20" stroked="false">
                <v:path arrowok="t"/>
                <v:fill type="solid"/>
              </v:shape>
              <v:shape style="position:absolute;left:254;top:196;width:105;height:161" coordorigin="254,196" coordsize="105,161" path="m347,211l317,211,323,214,328,219,332,223,334,228,336,236,355,235,353,222,349,213,347,211xe" filled="true" fillcolor="#231f20" stroked="false">
                <v:path arrowok="t"/>
                <v:fill type="solid"/>
              </v:shape>
            </v:group>
            <v:group style="position:absolute;left:375;top:195;width:103;height:162" coordorigin="375,195" coordsize="103,162">
              <v:shape style="position:absolute;left:375;top:195;width:103;height:162" coordorigin="375,195" coordsize="103,162" path="m435,195l415,195,405,198,376,253,375,276,375,284,399,351,411,357,438,357,447,353,462,341,463,341,417,341,410,336,400,320,396,302,395,276,395,257,399,237,405,223,410,215,417,211,462,211,460,209,455,204,442,197,435,195xe" filled="true" fillcolor="#231f20" stroked="false">
                <v:path arrowok="t"/>
                <v:fill type="solid"/>
              </v:shape>
              <v:shape style="position:absolute;left:375;top:195;width:103;height:162" coordorigin="375,195" coordsize="103,162" path="m462,211l435,211,442,216,451,228,455,241,457,262,457,293,454,314,449,328,442,336,435,341,463,341,468,332,473,317,476,298,478,276,478,260,476,248,472,229,468,222,462,211xe" filled="true" fillcolor="#231f20" stroked="false">
                <v:path arrowok="t"/>
                <v:fill type="solid"/>
              </v:shape>
            </v:group>
            <v:group style="position:absolute;left:596;top:61;width:155;height:117" coordorigin="596,61" coordsize="155,117">
              <v:shape style="position:absolute;left:596;top:61;width:155;height:117" coordorigin="596,61" coordsize="155,117" path="m614,64l596,64,596,178,616,178,616,109,617,101,621,90,624,85,633,80,614,80,614,64xe" filled="true" fillcolor="#231f20" stroked="false">
                <v:path arrowok="t"/>
                <v:fill type="solid"/>
              </v:shape>
              <v:shape style="position:absolute;left:596;top:61;width:155;height:117" coordorigin="596,61" coordsize="155,117" path="m680,78l651,78,656,80,663,89,664,95,664,178,684,178,684,100,686,92,697,81,681,81,680,78xe" filled="true" fillcolor="#231f20" stroked="false">
                <v:path arrowok="t"/>
                <v:fill type="solid"/>
              </v:shape>
              <v:shape style="position:absolute;left:596;top:61;width:155;height:117" coordorigin="596,61" coordsize="155,117" path="m749,78l716,78,720,79,727,83,729,86,731,93,732,98,732,178,751,178,751,86,749,78xe" filled="true" fillcolor="#231f20" stroked="false">
                <v:path arrowok="t"/>
                <v:fill type="solid"/>
              </v:shape>
              <v:shape style="position:absolute;left:596;top:61;width:155;height:117" coordorigin="596,61" coordsize="155,117" path="m727,61l715,61,696,67,681,81,697,81,697,81,704,78,749,78,748,77,736,64,727,61xe" filled="true" fillcolor="#231f20" stroked="false">
                <v:path arrowok="t"/>
                <v:fill type="solid"/>
              </v:shape>
              <v:shape style="position:absolute;left:596;top:61;width:155;height:117" coordorigin="596,61" coordsize="155,117" path="m657,61l614,80,633,80,634,80,639,78,680,78,679,75,675,70,669,67,664,63,657,61xe" filled="true" fillcolor="#231f20" stroked="false">
                <v:path arrowok="t"/>
                <v:fill type="solid"/>
              </v:shape>
            </v:group>
            <v:group style="position:absolute;left:786;top:11;width:2;height:168" coordorigin="786,11" coordsize="2,168">
              <v:shape style="position:absolute;left:786;top:11;width:2;height:168" coordorigin="786,11" coordsize="0,168" path="m786,11l786,178e" filled="false" stroked="true" strokeweight="1.07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tabs>
          <w:tab w:pos="2843" w:val="left" w:leader="none"/>
        </w:tabs>
        <w:spacing w:line="110" w:lineRule="atLeast"/>
        <w:ind w:left="244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18"/>
          <w:sz w:val="11"/>
        </w:rPr>
        <w:pict>
          <v:group style="width:14.4pt;height:5.75pt;mso-position-horizontal-relative:char;mso-position-vertical-relative:line" coordorigin="0,0" coordsize="288,115">
            <v:group style="position:absolute;left:0;top:0;width:119;height:115" coordorigin="0,0" coordsize="119,115">
              <v:shape style="position:absolute;left:0;top:0;width:119;height:115" coordorigin="0,0" coordsize="119,115" path="m43,0l21,0,50,56,0,114,24,114,58,73,78,73,71,58,84,42,62,42,59,35,56,28,43,0xe" filled="true" fillcolor="#231f20" stroked="false">
                <v:path arrowok="t"/>
                <v:fill type="solid"/>
              </v:shape>
              <v:shape style="position:absolute;left:0;top:0;width:119;height:115" coordorigin="0,0" coordsize="119,115" path="m78,73l58,73,62,80,64,86,78,114,100,114,78,73xe" filled="true" fillcolor="#231f20" stroked="false">
                <v:path arrowok="t"/>
                <v:fill type="solid"/>
              </v:shape>
              <v:shape style="position:absolute;left:0;top:0;width:119;height:115" coordorigin="0,0" coordsize="119,115" path="m119,0l95,0,62,42,84,42,119,0xe" filled="true" fillcolor="#231f20" stroked="false">
                <v:path arrowok="t"/>
                <v:fill type="solid"/>
              </v:shape>
            </v:group>
            <v:group style="position:absolute;left:184;top:3;width:105;height:67" coordorigin="184,3" coordsize="105,67">
              <v:shape style="position:absolute;left:184;top:3;width:105;height:67" coordorigin="184,3" coordsize="105,67" path="m288,51l184,51,184,69,288,69,288,51xe" filled="true" fillcolor="#231f20" stroked="false">
                <v:path arrowok="t"/>
                <v:fill type="solid"/>
              </v:shape>
              <v:shape style="position:absolute;left:184;top:3;width:105;height:67" coordorigin="184,3" coordsize="105,67" path="m288,3l184,3,184,22,288,22,288,3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18"/>
          <w:sz w:val="11"/>
        </w:rPr>
      </w:r>
      <w:r>
        <w:rPr>
          <w:rFonts w:ascii="Arial"/>
          <w:position w:val="18"/>
          <w:sz w:val="11"/>
        </w:rPr>
        <w:tab/>
      </w:r>
      <w:r>
        <w:rPr>
          <w:rFonts w:ascii="Arial"/>
          <w:sz w:val="20"/>
        </w:rPr>
        <w:pict>
          <v:group style="width:21pt;height:17.7pt;mso-position-horizontal-relative:char;mso-position-vertical-relative:line" coordorigin="0,0" coordsize="420,354">
            <v:group style="position:absolute;left:5;top:123;width:155;height:2" coordorigin="5,123" coordsize="155,2">
              <v:shape style="position:absolute;left:5;top:123;width:155;height:2" coordorigin="5,123" coordsize="155,0" path="m5,123l159,123e" filled="false" stroked="true" strokeweight=".533pt" strokecolor="#231f20">
                <v:path arrowok="t"/>
              </v:shape>
            </v:group>
            <v:group style="position:absolute;left:26;top:196;width:110;height:158" coordorigin="26,196" coordsize="110,158">
              <v:shape style="position:absolute;left:26;top:196;width:110;height:158" coordorigin="26,196" coordsize="110,158" path="m114,316l94,316,94,354,114,354,114,316xe" filled="true" fillcolor="#231f20" stroked="false">
                <v:path arrowok="t"/>
                <v:fill type="solid"/>
              </v:shape>
              <v:shape style="position:absolute;left:26;top:196;width:110;height:158" coordorigin="26,196" coordsize="110,158" path="m114,196l98,196,26,298,26,316,135,316,135,298,45,298,94,227,114,227,114,196xe" filled="true" fillcolor="#231f20" stroked="false">
                <v:path arrowok="t"/>
                <v:fill type="solid"/>
              </v:shape>
              <v:shape style="position:absolute;left:26;top:196;width:110;height:158" coordorigin="26,196" coordsize="110,158" path="m114,227l94,227,94,298,114,298,114,227xe" filled="true" fillcolor="#231f20" stroked="false">
                <v:path arrowok="t"/>
                <v:fill type="solid"/>
              </v:shape>
            </v:group>
            <v:group style="position:absolute;left:220;top:61;width:156;height:117" coordorigin="220,61" coordsize="156,117">
              <v:shape style="position:absolute;left:220;top:61;width:156;height:117" coordorigin="220,61" coordsize="156,117" path="m237,64l220,64,220,178,239,178,239,109,240,101,244,89,248,85,256,80,237,80,237,64xe" filled="true" fillcolor="#231f20" stroked="false">
                <v:path arrowok="t"/>
                <v:fill type="solid"/>
              </v:shape>
              <v:shape style="position:absolute;left:220;top:61;width:156;height:117" coordorigin="220,61" coordsize="156,117" path="m303,78l275,78,280,80,286,89,288,95,288,178,307,178,307,100,310,91,320,81,304,81,303,78xe" filled="true" fillcolor="#231f20" stroked="false">
                <v:path arrowok="t"/>
                <v:fill type="solid"/>
              </v:shape>
              <v:shape style="position:absolute;left:220;top:61;width:156;height:117" coordorigin="220,61" coordsize="156,117" path="m372,78l340,78,343,79,350,83,352,86,355,93,355,98,355,178,375,178,375,86,372,78xe" filled="true" fillcolor="#231f20" stroked="false">
                <v:path arrowok="t"/>
                <v:fill type="solid"/>
              </v:shape>
              <v:shape style="position:absolute;left:220;top:61;width:156;height:117" coordorigin="220,61" coordsize="156,117" path="m351,61l339,61,319,66,304,81,320,81,320,81,327,78,372,78,372,77,360,64,351,61xe" filled="true" fillcolor="#231f20" stroked="false">
                <v:path arrowok="t"/>
                <v:fill type="solid"/>
              </v:shape>
              <v:shape style="position:absolute;left:220;top:61;width:156;height:117" coordorigin="220,61" coordsize="156,117" path="m280,61l237,80,256,80,257,80,262,78,303,78,302,75,298,70,292,66,287,63,280,61xe" filled="true" fillcolor="#231f20" stroked="false">
                <v:path arrowok="t"/>
                <v:fill type="solid"/>
              </v:shape>
            </v:group>
            <v:group style="position:absolute;left:409;top:11;width:2;height:168" coordorigin="409,11" coordsize="2,168">
              <v:shape style="position:absolute;left:409;top:11;width:2;height:168" coordorigin="409,11" coordsize="0,168" path="m409,11l409,178e" filled="false" stroked="true" strokeweight="1.069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2"/>
        <w:ind w:left="1460" w:right="0"/>
        <w:jc w:val="left"/>
      </w:pPr>
      <w:r>
        <w:rPr/>
        <w:pict>
          <v:group style="position:absolute;margin-left:161.285797pt;margin-top:-37.295727pt;width:2.95pt;height:7.95pt;mso-position-horizontal-relative:page;mso-position-vertical-relative:paragraph;z-index:-50416" coordorigin="3226,-746" coordsize="59,159">
            <v:shape style="position:absolute;left:3226;top:-746;width:59;height:159" coordorigin="3226,-746" coordsize="59,159" path="m3284,-711l3264,-711,3264,-587,3284,-587,3284,-711xe" filled="true" fillcolor="#231f20" stroked="false">
              <v:path arrowok="t"/>
              <v:fill type="solid"/>
            </v:shape>
            <v:shape style="position:absolute;left:3226;top:-746;width:59;height:159" coordorigin="3226,-746" coordsize="59,159" path="m3284,-746l3271,-746,3268,-739,3262,-732,3246,-718,3237,-711,3226,-706,3226,-688,3264,-711,3284,-711,3284,-746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4C4D4F"/>
          <w:spacing w:val="-2"/>
        </w:rPr>
        <w:t>So,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440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yd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</w:rPr>
        <w:t>quarter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1440" w:val="left" w:leader="none"/>
        </w:tabs>
        <w:spacing w:line="284" w:lineRule="auto" w:before="0" w:after="0"/>
        <w:ind w:left="1440" w:right="5266" w:hanging="320"/>
        <w:jc w:val="left"/>
      </w:pP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distance</w:t>
      </w:r>
      <w:r>
        <w:rPr>
          <w:rFonts w:ascii="Arial"/>
          <w:color w:val="4C4D4F"/>
        </w:rPr>
        <w:t> from </w:t>
      </w:r>
      <w:r>
        <w:rPr>
          <w:rFonts w:ascii="Arial"/>
          <w:color w:val="4C4D4F"/>
          <w:spacing w:val="-1"/>
        </w:rPr>
        <w:t>Blaine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Seattle.</w:t>
      </w:r>
      <w:r>
        <w:rPr>
          <w:rFonts w:ascii="Arial"/>
          <w:color w:val="4C4D4F"/>
          <w:spacing w:val="33"/>
        </w:rPr>
        <w:t> </w:t>
      </w:r>
      <w:r>
        <w:rPr>
          <w:color w:val="4C4D4F"/>
          <w:spacing w:val="-1"/>
        </w:rPr>
        <w:t>Convert </w:t>
      </w:r>
      <w:r>
        <w:rPr>
          <w:color w:val="4C4D4F"/>
          <w:spacing w:val="-2"/>
        </w:rPr>
        <w:t>109 </w:t>
      </w:r>
      <w:r>
        <w:rPr>
          <w:color w:val="4C4D4F"/>
          <w:spacing w:val="-1"/>
        </w:rPr>
        <w:t>mi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kilometres.</w:t>
      </w:r>
      <w:r>
        <w:rPr/>
      </w:r>
    </w:p>
    <w:p>
      <w:pPr>
        <w:pStyle w:val="BodyText"/>
        <w:spacing w:line="240" w:lineRule="auto" w:before="137"/>
        <w:ind w:left="1957" w:right="0"/>
        <w:jc w:val="left"/>
        <w:rPr>
          <w:rFonts w:ascii="Arial" w:hAnsi="Arial" w:cs="Arial" w:eastAsia="Arial"/>
        </w:rPr>
      </w:pPr>
      <w:r>
        <w:rPr>
          <w:rFonts w:ascii="Arial"/>
          <w:color w:val="231F20"/>
          <w:spacing w:val="45"/>
        </w:rPr>
        <w:t>1</w:t>
      </w:r>
      <w:r>
        <w:rPr>
          <w:rFonts w:ascii="Arial"/>
          <w:color w:val="231F20"/>
        </w:rPr>
        <w:t>m</w:t>
      </w:r>
      <w:r>
        <w:rPr>
          <w:rFonts w:ascii="Arial"/>
          <w:color w:val="231F20"/>
          <w:spacing w:val="-23"/>
        </w:rPr>
        <w:t> </w:t>
      </w:r>
      <w:r>
        <w:rPr>
          <w:rFonts w:ascii="Arial"/>
          <w:color w:val="231F20"/>
          <w:spacing w:val="61"/>
        </w:rPr>
        <w:t>i</w:t>
      </w:r>
      <w:r>
        <w:rPr>
          <w:rFonts w:ascii="Arial"/>
          <w:color w:val="231F20"/>
        </w:rPr>
        <w:t>=</w:t>
      </w:r>
      <w:r>
        <w:rPr>
          <w:rFonts w:ascii="Arial"/>
          <w:color w:val="231F20"/>
          <w:spacing w:val="28"/>
        </w:rPr>
        <w:t> </w:t>
      </w:r>
      <w:r>
        <w:rPr>
          <w:rFonts w:ascii="Arial"/>
          <w:color w:val="231F20"/>
          <w:spacing w:val="2"/>
        </w:rPr>
        <w:t>1.6</w:t>
      </w:r>
      <w:r>
        <w:rPr>
          <w:rFonts w:ascii="Arial"/>
          <w:color w:val="231F20"/>
          <w:spacing w:val="-3"/>
        </w:rPr>
        <w:t> </w:t>
      </w:r>
      <w:r>
        <w:rPr>
          <w:rFonts w:ascii="Arial"/>
          <w:color w:val="231F20"/>
        </w:rPr>
        <w:t>k</w:t>
      </w:r>
      <w:r>
        <w:rPr>
          <w:rFonts w:ascii="Arial"/>
          <w:color w:val="231F20"/>
          <w:spacing w:val="-26"/>
        </w:rPr>
        <w:t> </w:t>
      </w:r>
      <w:r>
        <w:rPr>
          <w:rFonts w:ascii="Arial"/>
          <w:color w:val="231F20"/>
        </w:rPr>
        <w:t>m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pStyle w:val="BodyText"/>
        <w:spacing w:line="240" w:lineRule="auto" w:before="77"/>
        <w:ind w:left="0" w:right="0"/>
        <w:jc w:val="right"/>
        <w:rPr>
          <w:rFonts w:ascii="Arial" w:hAnsi="Arial" w:cs="Arial" w:eastAsia="Arial"/>
        </w:rPr>
      </w:pPr>
      <w:r>
        <w:rPr>
          <w:rFonts w:ascii="Arial"/>
          <w:color w:val="231F20"/>
          <w:spacing w:val="-2"/>
        </w:rPr>
        <w:t>109</w:t>
      </w:r>
      <w:r>
        <w:rPr>
          <w:rFonts w:ascii="Arial"/>
          <w:color w:val="231F20"/>
          <w:spacing w:val="22"/>
        </w:rPr>
        <w:t> </w:t>
      </w:r>
      <w:r>
        <w:rPr>
          <w:rFonts w:ascii="Arial"/>
          <w:color w:val="231F20"/>
          <w:spacing w:val="-5"/>
        </w:rPr>
        <w:t>mi</w:t>
      </w:r>
      <w:r>
        <w:rPr>
          <w:rFonts w:ascii="Arial"/>
        </w:rPr>
      </w:r>
    </w:p>
    <w:p>
      <w:pPr>
        <w:spacing w:before="45"/>
        <w:ind w:left="7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Myriad Pro" w:hAnsi="Myriad Pro" w:cs="Myriad Pro" w:eastAsia="Myriad Pro"/>
          <w:color w:val="231F20"/>
          <w:position w:val="1"/>
          <w:sz w:val="24"/>
          <w:szCs w:val="24"/>
        </w:rPr>
        <w:t>=</w:t>
      </w:r>
      <w:r>
        <w:rPr>
          <w:rFonts w:ascii="Myriad Pro" w:hAnsi="Myriad Pro" w:cs="Myriad Pro" w:eastAsia="Myriad Pro"/>
          <w:color w:val="231F20"/>
          <w:spacing w:val="31"/>
          <w:position w:val="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(109</w:t>
      </w:r>
      <w:r>
        <w:rPr>
          <w:rFonts w:ascii="Arial" w:hAnsi="Arial" w:cs="Arial" w:eastAsia="Arial"/>
          <w:color w:val="231F20"/>
          <w:spacing w:val="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×</w:t>
      </w:r>
      <w:r>
        <w:rPr>
          <w:rFonts w:ascii="Arial" w:hAnsi="Arial" w:cs="Arial" w:eastAsia="Arial"/>
          <w:i/>
          <w:color w:val="231F20"/>
          <w:spacing w:val="-1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1.6)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2"/>
          <w:sz w:val="22"/>
          <w:szCs w:val="22"/>
        </w:rPr>
        <w:t>km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73"/>
        <w:ind w:left="80" w:right="0"/>
        <w:jc w:val="left"/>
        <w:rPr>
          <w:rFonts w:ascii="Arial" w:hAnsi="Arial" w:cs="Arial" w:eastAsia="Arial"/>
        </w:rPr>
      </w:pPr>
      <w:r>
        <w:rPr>
          <w:rFonts w:ascii="Arial"/>
          <w:i/>
          <w:color w:val="231F20"/>
        </w:rPr>
        <w:t>=</w:t>
      </w:r>
      <w:r>
        <w:rPr>
          <w:rFonts w:ascii="Arial"/>
          <w:i/>
          <w:color w:val="231F20"/>
          <w:spacing w:val="21"/>
        </w:rPr>
        <w:t> </w:t>
      </w:r>
      <w:r>
        <w:rPr>
          <w:rFonts w:ascii="Arial"/>
          <w:color w:val="231F20"/>
          <w:spacing w:val="-3"/>
        </w:rPr>
        <w:t>174.</w:t>
      </w:r>
      <w:r>
        <w:rPr>
          <w:rFonts w:ascii="Arial"/>
          <w:color w:val="231F20"/>
          <w:spacing w:val="-34"/>
        </w:rPr>
        <w:t> </w:t>
      </w:r>
      <w:r>
        <w:rPr>
          <w:rFonts w:ascii="Arial"/>
          <w:color w:val="231F20"/>
          <w:spacing w:val="53"/>
        </w:rPr>
        <w:t>4</w:t>
      </w:r>
      <w:r>
        <w:rPr>
          <w:rFonts w:ascii="Arial"/>
          <w:color w:val="231F20"/>
        </w:rPr>
        <w:t>k</w:t>
      </w:r>
      <w:r>
        <w:rPr>
          <w:rFonts w:ascii="Arial"/>
          <w:color w:val="231F20"/>
          <w:spacing w:val="-27"/>
        </w:rPr>
        <w:t> </w:t>
      </w:r>
      <w:r>
        <w:rPr>
          <w:rFonts w:ascii="Arial"/>
          <w:color w:val="231F20"/>
        </w:rPr>
        <w:t>m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080" w:bottom="280" w:left="340" w:right="880"/>
          <w:cols w:num="2" w:equalWidth="0">
            <w:col w:w="2344" w:space="40"/>
            <w:col w:w="8636"/>
          </w:cols>
        </w:sectPr>
      </w:pPr>
    </w:p>
    <w:p>
      <w:pPr>
        <w:spacing w:before="77"/>
        <w:ind w:left="2452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≈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2"/>
          <w:sz w:val="22"/>
          <w:szCs w:val="22"/>
        </w:rPr>
        <w:t>175</w:t>
      </w:r>
      <w:r>
        <w:rPr>
          <w:rFonts w:ascii="Arial" w:hAnsi="Arial" w:cs="Arial" w:eastAsia="Arial"/>
          <w:color w:val="231F20"/>
          <w:spacing w:val="1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2"/>
          <w:sz w:val="22"/>
          <w:szCs w:val="22"/>
        </w:rPr>
        <w:t>km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9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Now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distance</w:t>
      </w:r>
      <w:r>
        <w:rPr>
          <w:rFonts w:ascii="Arial"/>
          <w:color w:val="4C4D4F"/>
        </w:rPr>
        <w:t> from Fort </w:t>
      </w:r>
      <w:r>
        <w:rPr>
          <w:rFonts w:ascii="Arial"/>
          <w:color w:val="4C4D4F"/>
          <w:spacing w:val="-1"/>
        </w:rPr>
        <w:t>St</w:t>
      </w:r>
      <w:r>
        <w:rPr>
          <w:rFonts w:ascii="Arial"/>
          <w:color w:val="4C4D4F"/>
        </w:rPr>
        <w:t> John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Seattle.</w:t>
      </w:r>
      <w:r>
        <w:rPr>
          <w:rFonts w:ascii="Arial"/>
        </w:rPr>
      </w:r>
    </w:p>
    <w:p>
      <w:pPr>
        <w:pStyle w:val="Heading4"/>
        <w:spacing w:line="240" w:lineRule="auto" w:before="193"/>
        <w:ind w:left="900" w:right="0"/>
        <w:jc w:val="left"/>
      </w:pPr>
      <w:r>
        <w:rPr>
          <w:color w:val="231F20"/>
          <w:spacing w:val="-28"/>
        </w:rPr>
        <w:t>T</w:t>
      </w:r>
      <w:r>
        <w:rPr>
          <w:color w:val="231F20"/>
        </w:rPr>
        <w:t>otal distance = (Fort St. John to Blaine) + (Blaine to Seattle)</w:t>
      </w:r>
      <w:r>
        <w:rPr/>
      </w:r>
    </w:p>
    <w:p>
      <w:pPr>
        <w:spacing w:before="91"/>
        <w:ind w:left="2530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231F20"/>
          <w:sz w:val="25"/>
        </w:rPr>
        <w:t>= 1221 km + 175 km</w:t>
      </w:r>
      <w:r>
        <w:rPr>
          <w:rFonts w:ascii="Arial"/>
          <w:sz w:val="25"/>
        </w:rPr>
      </w:r>
    </w:p>
    <w:p>
      <w:pPr>
        <w:spacing w:before="101"/>
        <w:ind w:left="2530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231F20"/>
          <w:sz w:val="25"/>
        </w:rPr>
        <w:t>= 1396 km</w:t>
      </w:r>
      <w:r>
        <w:rPr>
          <w:rFonts w:ascii="Arial"/>
          <w:sz w:val="25"/>
        </w:rPr>
      </w:r>
    </w:p>
    <w:p>
      <w:pPr>
        <w:pStyle w:val="BodyText"/>
        <w:spacing w:line="240" w:lineRule="auto" w:before="148"/>
        <w:ind w:left="9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approximate </w:t>
      </w:r>
      <w:r>
        <w:rPr>
          <w:color w:val="4C4D4F"/>
          <w:spacing w:val="-1"/>
        </w:rPr>
        <w:t>distance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Fort</w:t>
      </w:r>
      <w:r>
        <w:rPr>
          <w:color w:val="4C4D4F"/>
          <w:spacing w:val="-1"/>
        </w:rPr>
        <w:t> St. </w:t>
      </w:r>
      <w:r>
        <w:rPr>
          <w:color w:val="4C4D4F"/>
        </w:rPr>
        <w:t>John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Seattle</w:t>
      </w:r>
      <w:r>
        <w:rPr>
          <w:color w:val="4C4D4F"/>
          <w:spacing w:val="-1"/>
        </w:rPr>
        <w:t> is </w:t>
      </w:r>
      <w:r>
        <w:rPr>
          <w:color w:val="4C4D4F"/>
          <w:spacing w:val="-2"/>
        </w:rPr>
        <w:t>1396 </w:t>
      </w:r>
      <w:r>
        <w:rPr>
          <w:color w:val="4C4D4F"/>
          <w:spacing w:val="-1"/>
        </w:rPr>
        <w:t>km.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901" w:val="left" w:leader="none"/>
        </w:tabs>
        <w:spacing w:line="284" w:lineRule="auto" w:before="0" w:after="0"/>
        <w:ind w:left="1280" w:right="1437" w:hanging="700"/>
        <w:jc w:val="left"/>
      </w:pPr>
      <w:r>
        <w:rPr>
          <w:color w:val="4C4D4F"/>
          <w:spacing w:val="-1"/>
        </w:rPr>
        <w:t>a.</w:t>
      </w:r>
      <w:r>
        <w:rPr>
          <w:color w:val="4C4D4F"/>
        </w:rPr>
        <w:t>  </w:t>
      </w:r>
      <w:r>
        <w:rPr>
          <w:color w:val="4C4D4F"/>
          <w:spacing w:val="12"/>
        </w:rPr>
        <w:t> </w:t>
      </w:r>
      <w:r>
        <w:rPr>
          <w:color w:val="4C4D4F"/>
          <w:spacing w:val="-1"/>
        </w:rPr>
        <w:t>Answers will </w:t>
      </w:r>
      <w:r>
        <w:rPr>
          <w:color w:val="4C4D4F"/>
          <w:spacing w:val="-3"/>
        </w:rPr>
        <w:t>vary.</w:t>
      </w:r>
      <w:r>
        <w:rPr>
          <w:color w:val="4C4D4F"/>
          <w:spacing w:val="-1"/>
        </w:rPr>
        <w:t> Monique rounded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measurements</w:t>
      </w:r>
      <w:r>
        <w:rPr>
          <w:color w:val="4C4D4F"/>
          <w:spacing w:val="-1"/>
        </w:rPr>
        <w:t> to the nearest centimetre and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divided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2.</w:t>
      </w:r>
      <w:r>
        <w:rPr/>
      </w:r>
    </w:p>
    <w:p>
      <w:pPr>
        <w:pStyle w:val="BodyText"/>
        <w:numPr>
          <w:ilvl w:val="0"/>
          <w:numId w:val="11"/>
        </w:numPr>
        <w:tabs>
          <w:tab w:pos="1280" w:val="left" w:leader="none"/>
        </w:tabs>
        <w:spacing w:line="284" w:lineRule="auto" w:before="181" w:after="0"/>
        <w:ind w:left="1280" w:right="1437" w:hanging="361"/>
        <w:jc w:val="left"/>
      </w:pPr>
      <w:r>
        <w:rPr>
          <w:color w:val="4C4D4F"/>
          <w:spacing w:val="-1"/>
        </w:rPr>
        <w:t>Answers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vary.</w:t>
      </w:r>
      <w:r>
        <w:rPr>
          <w:color w:val="4C4D4F"/>
        </w:rPr>
        <w:t> </w:t>
      </w:r>
      <w:r>
        <w:rPr>
          <w:color w:val="4C4D4F"/>
          <w:spacing w:val="-1"/>
        </w:rPr>
        <w:t>Monique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rounded the</w:t>
      </w:r>
      <w:r>
        <w:rPr>
          <w:color w:val="4C4D4F"/>
          <w:spacing w:val="-2"/>
        </w:rPr>
        <w:t> measurements</w:t>
      </w:r>
      <w:r>
        <w:rPr>
          <w:color w:val="4C4D4F"/>
          <w:spacing w:val="-1"/>
        </w:rPr>
        <w:t>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nearest</w:t>
      </w:r>
      <w:r>
        <w:rPr>
          <w:color w:val="4C4D4F"/>
        </w:rPr>
        <w:t> </w:t>
      </w:r>
      <w:r>
        <w:rPr>
          <w:color w:val="4C4D4F"/>
          <w:spacing w:val="-1"/>
        </w:rPr>
        <w:t>centimetre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divided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2.</w:t>
      </w:r>
      <w:r>
        <w:rPr/>
      </w:r>
    </w:p>
    <w:p>
      <w:pPr>
        <w:pStyle w:val="BodyText"/>
        <w:spacing w:line="240" w:lineRule="auto" w:before="181"/>
        <w:ind w:left="1280" w:right="0"/>
        <w:jc w:val="left"/>
      </w:pPr>
      <w:r>
        <w:rPr>
          <w:color w:val="4C4D4F"/>
        </w:rPr>
        <w:t>Do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think that</w:t>
      </w:r>
      <w:r>
        <w:rPr>
          <w:color w:val="4C4D4F"/>
        </w:rPr>
        <w:t> </w:t>
      </w:r>
      <w:r>
        <w:rPr>
          <w:color w:val="4C4D4F"/>
          <w:spacing w:val="-3"/>
        </w:rPr>
        <w:t>Monique’s</w:t>
      </w:r>
      <w:r>
        <w:rPr>
          <w:color w:val="4C4D4F"/>
        </w:rPr>
        <w:t> </w:t>
      </w:r>
      <w:r>
        <w:rPr>
          <w:color w:val="4C4D4F"/>
          <w:spacing w:val="-2"/>
        </w:rPr>
        <w:t>estimate was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good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one?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Why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why</w:t>
      </w:r>
      <w:r>
        <w:rPr>
          <w:color w:val="4C4D4F"/>
        </w:rPr>
        <w:t> </w:t>
      </w:r>
      <w:r>
        <w:rPr>
          <w:color w:val="4C4D4F"/>
          <w:spacing w:val="-1"/>
        </w:rPr>
        <w:t>not?</w:t>
      </w:r>
      <w:r>
        <w:rPr>
          <w:color w:val="4C4D4F"/>
          <w:spacing w:val="-2"/>
        </w:rPr>
        <w:t> </w:t>
      </w:r>
      <w:r>
        <w:rPr>
          <w:color w:val="4C4D4F"/>
          <w:spacing w:val="-8"/>
        </w:rPr>
        <w:t>(1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mark)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left="1280" w:right="1112"/>
        <w:jc w:val="left"/>
      </w:pPr>
      <w:r>
        <w:rPr>
          <w:color w:val="4C4D4F"/>
          <w:spacing w:val="-1"/>
        </w:rPr>
        <w:t>Answers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vary.</w:t>
      </w:r>
      <w:r>
        <w:rPr>
          <w:color w:val="4C4D4F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express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reasonable explanation for their</w:t>
      </w:r>
      <w:r>
        <w:rPr>
          <w:color w:val="4C4D4F"/>
        </w:rPr>
        <w:t> </w:t>
      </w:r>
      <w:r>
        <w:rPr>
          <w:color w:val="4C4D4F"/>
          <w:spacing w:val="-1"/>
        </w:rPr>
        <w:t>choice. </w:t>
      </w: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wo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sample responses</w:t>
      </w:r>
      <w:r>
        <w:rPr>
          <w:color w:val="4C4D4F"/>
        </w:rPr>
        <w:t> </w:t>
      </w:r>
      <w:r>
        <w:rPr>
          <w:color w:val="4C4D4F"/>
          <w:spacing w:val="-1"/>
        </w:rPr>
        <w:t>are provided </w:t>
      </w:r>
      <w:r>
        <w:rPr>
          <w:color w:val="4C4D4F"/>
          <w:spacing w:val="-3"/>
        </w:rPr>
        <w:t>below.</w:t>
      </w:r>
      <w:r>
        <w:rPr/>
      </w:r>
    </w:p>
    <w:p>
      <w:pPr>
        <w:pStyle w:val="BodyText"/>
        <w:spacing w:line="284" w:lineRule="auto" w:before="181"/>
        <w:ind w:left="1280" w:right="1154"/>
        <w:jc w:val="left"/>
      </w:pP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es</w:t>
      </w:r>
      <w:r>
        <w:rPr>
          <w:color w:val="4C4D4F"/>
          <w:spacing w:val="-7"/>
        </w:rPr>
        <w:t>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Monique’s</w:t>
      </w:r>
      <w:r>
        <w:rPr>
          <w:color w:val="4C4D4F"/>
        </w:rPr>
        <w:t> </w:t>
      </w:r>
      <w:r>
        <w:rPr>
          <w:color w:val="4C4D4F"/>
          <w:spacing w:val="-2"/>
        </w:rPr>
        <w:t>estimate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good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one.</w:t>
      </w:r>
      <w:r>
        <w:rPr>
          <w:color w:val="4C4D4F"/>
          <w:spacing w:val="-1"/>
        </w:rPr>
        <w:t> There are </w:t>
      </w:r>
      <w:r>
        <w:rPr>
          <w:color w:val="4C4D4F"/>
          <w:spacing w:val="1"/>
        </w:rPr>
        <w:t>2.54</w:t>
      </w:r>
      <w:r>
        <w:rPr>
          <w:color w:val="4C4D4F"/>
          <w:spacing w:val="-2"/>
        </w:rPr>
        <w:t> </w:t>
      </w:r>
      <w:r>
        <w:rPr>
          <w:color w:val="4C4D4F"/>
        </w:rPr>
        <w:t>cm </w:t>
      </w:r>
      <w:r>
        <w:rPr>
          <w:color w:val="4C4D4F"/>
          <w:spacing w:val="-1"/>
        </w:rPr>
        <w:t>in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inch.</w:t>
      </w:r>
      <w:r>
        <w:rPr>
          <w:color w:val="4C4D4F"/>
        </w:rPr>
        <w:t> </w:t>
      </w:r>
      <w:r>
        <w:rPr>
          <w:color w:val="4C4D4F"/>
          <w:spacing w:val="-1"/>
        </w:rPr>
        <w:t>Monique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rounded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dimensions</w:t>
      </w:r>
      <w:r>
        <w:rPr>
          <w:color w:val="4C4D4F"/>
        </w:rPr>
        <w:t> </w:t>
      </w:r>
      <w:r>
        <w:rPr>
          <w:color w:val="4C4D4F"/>
          <w:spacing w:val="-3"/>
        </w:rPr>
        <w:t>up,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she rounded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conversion factor</w:t>
      </w:r>
      <w:r>
        <w:rPr>
          <w:color w:val="4C4D4F"/>
        </w:rPr>
        <w:t> </w:t>
      </w:r>
      <w:r>
        <w:rPr>
          <w:color w:val="4C4D4F"/>
          <w:spacing w:val="-1"/>
        </w:rPr>
        <w:t>down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2,</w:t>
      </w:r>
      <w:r>
        <w:rPr>
          <w:color w:val="4C4D4F"/>
        </w:rPr>
        <w:t> </w:t>
      </w:r>
      <w:r>
        <w:rPr>
          <w:color w:val="4C4D4F"/>
          <w:spacing w:val="-1"/>
        </w:rPr>
        <w:t>which is an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easy</w:t>
      </w:r>
      <w:r>
        <w:rPr>
          <w:color w:val="4C4D4F"/>
          <w:spacing w:val="-1"/>
        </w:rPr>
        <w:t> number</w:t>
      </w:r>
      <w:r>
        <w:rPr>
          <w:color w:val="4C4D4F"/>
        </w:rPr>
        <w:t> </w:t>
      </w:r>
      <w:r>
        <w:rPr>
          <w:color w:val="4C4D4F"/>
          <w:spacing w:val="-1"/>
        </w:rPr>
        <w:t>to divide </w:t>
      </w:r>
      <w:r>
        <w:rPr>
          <w:color w:val="4C4D4F"/>
          <w:spacing w:val="-7"/>
        </w:rPr>
        <w:t>by</w:t>
      </w:r>
      <w:r>
        <w:rPr>
          <w:color w:val="4C4D4F"/>
          <w:spacing w:val="-8"/>
        </w:rPr>
        <w:t>.</w:t>
      </w:r>
      <w:r>
        <w:rPr/>
      </w:r>
    </w:p>
    <w:p>
      <w:pPr>
        <w:pStyle w:val="BodyText"/>
        <w:spacing w:line="284" w:lineRule="auto" w:before="181"/>
        <w:ind w:left="1280" w:right="1112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No,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Monique’s</w:t>
      </w:r>
      <w:r>
        <w:rPr>
          <w:color w:val="4C4D4F"/>
        </w:rPr>
        <w:t> </w:t>
      </w:r>
      <w:r>
        <w:rPr>
          <w:color w:val="4C4D4F"/>
          <w:spacing w:val="-2"/>
        </w:rPr>
        <w:t>estimate was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very good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one.</w:t>
      </w:r>
      <w:r>
        <w:rPr>
          <w:color w:val="4C4D4F"/>
          <w:spacing w:val="-1"/>
        </w:rPr>
        <w:t> There are </w:t>
      </w:r>
      <w:r>
        <w:rPr>
          <w:color w:val="4C4D4F"/>
          <w:spacing w:val="1"/>
        </w:rPr>
        <w:t>2.54</w:t>
      </w:r>
      <w:r>
        <w:rPr>
          <w:color w:val="4C4D4F"/>
          <w:spacing w:val="-2"/>
        </w:rPr>
        <w:t> </w:t>
      </w:r>
      <w:r>
        <w:rPr>
          <w:color w:val="4C4D4F"/>
        </w:rPr>
        <w:t>cm </w:t>
      </w:r>
      <w:r>
        <w:rPr>
          <w:color w:val="4C4D4F"/>
          <w:spacing w:val="-1"/>
        </w:rPr>
        <w:t>in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inch.</w:t>
      </w:r>
      <w:r>
        <w:rPr>
          <w:color w:val="4C4D4F"/>
        </w:rPr>
        <w:t> </w:t>
      </w:r>
      <w:r>
        <w:rPr>
          <w:color w:val="4C4D4F"/>
          <w:spacing w:val="-1"/>
        </w:rPr>
        <w:t>Monique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rounded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conversion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factor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3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before </w:t>
      </w:r>
      <w:r>
        <w:rPr>
          <w:color w:val="4C4D4F"/>
          <w:spacing w:val="-2"/>
        </w:rPr>
        <w:t>dividing.</w:t>
      </w:r>
      <w:r>
        <w:rPr>
          <w:color w:val="4C4D4F"/>
          <w:spacing w:val="-1"/>
        </w:rPr>
        <w:t> Then her </w:t>
      </w:r>
      <w:r>
        <w:rPr>
          <w:color w:val="4C4D4F"/>
          <w:spacing w:val="-2"/>
        </w:rPr>
        <w:t>estimate</w:t>
      </w:r>
      <w:r>
        <w:rPr>
          <w:color w:val="4C4D4F"/>
          <w:spacing w:val="63"/>
        </w:rPr>
        <w:t> </w:t>
      </w:r>
      <w:r>
        <w:rPr>
          <w:rFonts w:ascii="Arial" w:hAnsi="Arial" w:cs="Arial" w:eastAsia="Arial"/>
          <w:color w:val="4C4D4F"/>
          <w:spacing w:val="-1"/>
        </w:rPr>
        <w:t>would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have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been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about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3⅔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by</w:t>
      </w:r>
      <w:r>
        <w:rPr>
          <w:rFonts w:ascii="Arial" w:hAnsi="Arial" w:cs="Arial" w:eastAsia="Arial"/>
          <w:color w:val="4C4D4F"/>
        </w:rPr>
        <w:t> 2 </w:t>
      </w:r>
      <w:r>
        <w:rPr>
          <w:rFonts w:ascii="Arial" w:hAnsi="Arial" w:cs="Arial" w:eastAsia="Arial"/>
          <w:color w:val="4C4D4F"/>
          <w:spacing w:val="-2"/>
        </w:rPr>
        <w:t>in.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1"/>
        </w:numPr>
        <w:tabs>
          <w:tab w:pos="1280" w:val="left" w:leader="none"/>
        </w:tabs>
        <w:spacing w:line="240" w:lineRule="auto" w:before="181" w:after="0"/>
        <w:ind w:left="1279" w:right="0" w:hanging="359"/>
        <w:jc w:val="left"/>
      </w:pPr>
      <w:r>
        <w:rPr>
          <w:color w:val="4C4D4F"/>
        </w:rPr>
        <w:t>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=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2.54</w:t>
      </w:r>
      <w:r>
        <w:rPr>
          <w:color w:val="4C4D4F"/>
          <w:spacing w:val="-1"/>
        </w:rPr>
        <w:t> </w:t>
      </w:r>
      <w:r>
        <w:rPr>
          <w:color w:val="4C4D4F"/>
        </w:rPr>
        <w:t>cm</w:t>
      </w:r>
      <w:r>
        <w:rPr/>
      </w:r>
    </w:p>
    <w:p>
      <w:pPr>
        <w:pStyle w:val="BodyText"/>
        <w:spacing w:line="240" w:lineRule="auto" w:before="47"/>
        <w:ind w:left="1280" w:right="0"/>
        <w:jc w:val="left"/>
      </w:pPr>
      <w:r>
        <w:rPr>
          <w:color w:val="4C4D4F"/>
          <w:spacing w:val="-3"/>
        </w:rPr>
        <w:t>We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solve this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dividing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conversion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factor.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12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83.05pt;height:24.7pt;mso-position-horizontal-relative:char;mso-position-vertical-relative:line" coordorigin="0,0" coordsize="1661,494">
            <v:group style="position:absolute;left:978;top:264;width:398;height:2" coordorigin="978,264" coordsize="398,2">
              <v:shape style="position:absolute;left:978;top:264;width:398;height:2" coordorigin="978,264" coordsize="398,0" path="m978,264l1375,264e" filled="false" stroked="true" strokeweight=".531pt" strokecolor="#231f20">
                <v:path arrowok="t"/>
              </v:shape>
            </v:group>
            <v:group style="position:absolute;left:0;top:176;width:48;height:143" coordorigin="0,176" coordsize="48,143">
              <v:shape style="position:absolute;left:0;top:176;width:48;height:143" coordorigin="0,176" coordsize="48,143" path="m48,194l29,194,29,319,48,319,48,194xe" filled="true" fillcolor="#231f20" stroked="false">
                <v:path arrowok="t"/>
                <v:fill type="solid"/>
              </v:shape>
              <v:shape style="position:absolute;left:0;top:176;width:48;height:143" coordorigin="0,176" coordsize="48,143" path="m48,176l31,176,0,192,4,207,29,194,48,194,48,176xe" filled="true" fillcolor="#231f20" stroked="false">
                <v:path arrowok="t"/>
                <v:fill type="solid"/>
              </v:shape>
            </v:group>
            <v:group style="position:absolute;left:97;top:174;width:96;height:147" coordorigin="97,174" coordsize="96,147">
              <v:shape style="position:absolute;left:97;top:174;width:96;height:147" coordorigin="97,174" coordsize="96,147" path="m139,174l98,234,97,268,103,291,114,307,131,317,153,320,170,312,175,306,140,306,126,297,118,277,115,248,116,227,123,206,136,194,156,192,178,192,176,189,160,177,139,174xe" filled="true" fillcolor="#231f20" stroked="false">
                <v:path arrowok="t"/>
                <v:fill type="solid"/>
              </v:shape>
              <v:shape style="position:absolute;left:97;top:174;width:96;height:147" coordorigin="97,174" coordsize="96,147" path="m178,192l156,192,165,205,171,227,172,260,167,285,157,300,140,306,175,306,182,297,190,275,192,246,192,231,186,207,178,192xe" filled="true" fillcolor="#231f20" stroked="false">
                <v:path arrowok="t"/>
                <v:fill type="solid"/>
              </v:shape>
            </v:group>
            <v:group style="position:absolute;left:247;top:175;width:96;height:147" coordorigin="247,175" coordsize="96,147">
              <v:shape style="position:absolute;left:247;top:175;width:96;height:147" coordorigin="247,175" coordsize="96,147" path="m259,305l259,321,264,321,270,321,293,316,309,307,311,306,264,306,259,305xe" filled="true" fillcolor="#231f20" stroked="false">
                <v:path arrowok="t"/>
                <v:fill type="solid"/>
              </v:shape>
              <v:shape style="position:absolute;left:247;top:175;width:96;height:147" coordorigin="247,175" coordsize="96,147" path="m341,253l323,253,323,255,317,276,264,306,311,306,328,289,336,273,341,253xe" filled="true" fillcolor="#231f20" stroked="false">
                <v:path arrowok="t"/>
                <v:fill type="solid"/>
              </v:shape>
              <v:shape style="position:absolute;left:247;top:175;width:96;height:147" coordorigin="247,175" coordsize="96,147" path="m283,175l264,185,252,203,247,225,253,247,267,262,289,268,304,268,315,262,323,253,293,253,274,245,267,223,269,208,282,194,307,191,329,191,327,188,309,178,283,175xe" filled="true" fillcolor="#231f20" stroked="false">
                <v:path arrowok="t"/>
                <v:fill type="solid"/>
              </v:shape>
              <v:shape style="position:absolute;left:247;top:175;width:96;height:147" coordorigin="247,175" coordsize="96,147" path="m329,191l307,191,320,206,324,231,324,235,323,236,322,238,317,247,307,253,323,253,323,253,341,253,341,252,343,226,338,204,329,191xe" filled="true" fillcolor="#231f20" stroked="false">
                <v:path arrowok="t"/>
                <v:fill type="solid"/>
              </v:shape>
            </v:group>
            <v:group style="position:absolute;left:209;top:293;width:27;height:28" coordorigin="209,293" coordsize="27,28">
              <v:shape style="position:absolute;left:209;top:293;width:27;height:28" coordorigin="209,293" coordsize="27,28" path="m229,293l214,293,209,299,209,315,214,321,229,321,235,315,235,299,229,293xe" filled="true" fillcolor="#231f20" stroked="false">
                <v:path arrowok="t"/>
                <v:fill type="solid"/>
              </v:shape>
            </v:group>
            <v:group style="position:absolute;left:400;top:212;width:81;height:110" coordorigin="400,212" coordsize="81,110">
              <v:shape style="position:absolute;left:400;top:212;width:81;height:110" coordorigin="400,212" coordsize="81,110" path="m466,212l409,236,400,286,410,305,428,317,450,321,465,321,476,317,481,315,479,306,465,306,446,305,431,297,422,278,420,249,432,232,455,225,478,225,480,215,466,212xe" filled="true" fillcolor="#231f20" stroked="false">
                <v:path arrowok="t"/>
                <v:fill type="solid"/>
              </v:shape>
              <v:shape style="position:absolute;left:400;top:212;width:81;height:110" coordorigin="400,212" coordsize="81,110" path="m478,301l472,303,465,306,479,306,478,301xe" filled="true" fillcolor="#231f20" stroked="false">
                <v:path arrowok="t"/>
                <v:fill type="solid"/>
              </v:shape>
              <v:shape style="position:absolute;left:400;top:212;width:81;height:110" coordorigin="400,212" coordsize="81,110" path="m478,225l465,225,472,228,477,231,478,225xe" filled="true" fillcolor="#231f20" stroked="false">
                <v:path arrowok="t"/>
                <v:fill type="solid"/>
              </v:shape>
            </v:group>
            <v:group style="position:absolute;left:500;top:210;width:154;height:109" coordorigin="500,210" coordsize="154,109">
              <v:shape style="position:absolute;left:500;top:210;width:154;height:109" coordorigin="500,210" coordsize="154,109" path="m517,212l500,212,501,226,501,319,520,319,520,251,521,248,522,245,525,236,530,230,518,230,517,212xe" filled="true" fillcolor="#231f20" stroked="false">
                <v:path arrowok="t"/>
                <v:fill type="solid"/>
              </v:shape>
              <v:shape style="position:absolute;left:500;top:210;width:154;height:109" coordorigin="500,210" coordsize="154,109" path="m580,226l560,226,568,238,568,319,587,319,587,249,587,246,588,243,592,234,595,231,582,231,580,226xe" filled="true" fillcolor="#231f20" stroked="false">
                <v:path arrowok="t"/>
                <v:fill type="solid"/>
              </v:shape>
              <v:shape style="position:absolute;left:500;top:210;width:154;height:109" coordorigin="500,210" coordsize="154,109" path="m645,226l600,226,612,226,629,235,635,259,635,319,653,319,648,229,645,226xe" filled="true" fillcolor="#231f20" stroked="false">
                <v:path arrowok="t"/>
                <v:fill type="solid"/>
              </v:shape>
              <v:shape style="position:absolute;left:500;top:210;width:154;height:109" coordorigin="500,210" coordsize="154,109" path="m618,210l608,210,601,213,595,218,591,221,586,225,583,231,595,231,600,226,645,226,634,214,618,210xe" filled="true" fillcolor="#231f20" stroked="false">
                <v:path arrowok="t"/>
                <v:fill type="solid"/>
              </v:shape>
              <v:shape style="position:absolute;left:500;top:210;width:154;height:109" coordorigin="500,210" coordsize="154,109" path="m567,210l535,210,525,220,519,230,530,230,534,226,580,226,578,219,567,210xe" filled="true" fillcolor="#231f20" stroked="false">
                <v:path arrowok="t"/>
                <v:fill type="solid"/>
              </v:shape>
            </v:group>
            <v:group style="position:absolute;left:708;top:285;width:147;height:2" coordorigin="708,285" coordsize="147,2">
              <v:shape style="position:absolute;left:708;top:285;width:147;height:2" coordorigin="708,285" coordsize="147,0" path="m708,285l854,285e" filled="false" stroked="true" strokeweight=".6pt" strokecolor="#231f20">
                <v:path arrowok="t"/>
              </v:shape>
            </v:group>
            <v:group style="position:absolute;left:708;top:242;width:147;height:2" coordorigin="708,242" coordsize="147,2">
              <v:shape style="position:absolute;left:708;top:242;width:147;height:2" coordorigin="708,242" coordsize="147,0" path="m708,242l854,242e" filled="false" stroked="true" strokeweight=".5pt" strokecolor="#231f20">
                <v:path arrowok="t"/>
              </v:shape>
            </v:group>
            <v:group style="position:absolute;left:1005;top:36;width:48;height:144" coordorigin="1005,36" coordsize="48,144">
              <v:shape style="position:absolute;left:1005;top:36;width:48;height:144" coordorigin="1005,36" coordsize="48,144" path="m1053,54l1034,54,1034,179,1053,179,1053,54xe" filled="true" fillcolor="#231f20" stroked="false">
                <v:path arrowok="t"/>
                <v:fill type="solid"/>
              </v:shape>
              <v:shape style="position:absolute;left:1005;top:36;width:48;height:144" coordorigin="1005,36" coordsize="48,144" path="m1053,36l1036,36,1005,53,1009,68,1034,54,1053,54,1053,36xe" filled="true" fillcolor="#231f20" stroked="false">
                <v:path arrowok="t"/>
                <v:fill type="solid"/>
              </v:shape>
            </v:group>
            <v:group style="position:absolute;left:1102;top:34;width:96;height:147" coordorigin="1102,34" coordsize="96,147">
              <v:shape style="position:absolute;left:1102;top:34;width:96;height:147" coordorigin="1102,34" coordsize="96,147" path="m1144,34l1103,95,1102,128,1108,151,1119,168,1136,178,1158,181,1175,173,1180,166,1145,166,1131,158,1123,138,1120,109,1121,87,1128,66,1141,55,1160,52,1183,52,1181,49,1165,38,1144,34xe" filled="true" fillcolor="#231f20" stroked="false">
                <v:path arrowok="t"/>
                <v:fill type="solid"/>
              </v:shape>
              <v:shape style="position:absolute;left:1102;top:34;width:96;height:147" coordorigin="1102,34" coordsize="96,147" path="m1183,52l1160,52,1170,65,1176,88,1177,120,1172,145,1162,161,1145,166,1180,166,1187,158,1195,135,1197,106,1197,92,1191,67,1183,52xe" filled="true" fillcolor="#231f20" stroked="false">
                <v:path arrowok="t"/>
                <v:fill type="solid"/>
              </v:shape>
            </v:group>
            <v:group style="position:absolute;left:1252;top:36;width:96;height:147" coordorigin="1252,36" coordsize="96,147">
              <v:shape style="position:absolute;left:1252;top:36;width:96;height:147" coordorigin="1252,36" coordsize="96,147" path="m1264,166l1264,182,1269,182,1275,182,1298,177,1314,167,1316,166,1269,166,1264,166xe" filled="true" fillcolor="#231f20" stroked="false">
                <v:path arrowok="t"/>
                <v:fill type="solid"/>
              </v:shape>
              <v:shape style="position:absolute;left:1252;top:36;width:96;height:147" coordorigin="1252,36" coordsize="96,147" path="m1346,113l1328,113,1328,116,1322,136,1269,166,1316,166,1333,150,1341,134,1346,113xe" filled="true" fillcolor="#231f20" stroked="false">
                <v:path arrowok="t"/>
                <v:fill type="solid"/>
              </v:shape>
              <v:shape style="position:absolute;left:1252;top:36;width:96;height:147" coordorigin="1252,36" coordsize="96,147" path="m1288,36l1269,46,1257,63,1252,86,1258,107,1272,123,1294,129,1309,129,1320,123,1328,114,1298,114,1279,105,1272,84,1274,68,1287,55,1312,52,1334,52,1332,48,1314,38,1288,36xe" filled="true" fillcolor="#231f20" stroked="false">
                <v:path arrowok="t"/>
                <v:fill type="solid"/>
              </v:shape>
              <v:shape style="position:absolute;left:1252;top:36;width:96;height:147" coordorigin="1252,36" coordsize="96,147" path="m1334,52l1312,52,1325,67,1329,92,1329,95,1328,97,1327,99,1322,108,1312,114,1328,114,1328,113,1346,113,1346,113,1348,86,1343,65,1334,52xe" filled="true" fillcolor="#231f20" stroked="false">
                <v:path arrowok="t"/>
                <v:fill type="solid"/>
              </v:shape>
            </v:group>
            <v:group style="position:absolute;left:1214;top:154;width:27;height:28" coordorigin="1214,154" coordsize="27,28">
              <v:shape style="position:absolute;left:1214;top:154;width:27;height:28" coordorigin="1214,154" coordsize="27,28" path="m1234,154l1219,154,1214,160,1214,176,1219,182,1234,182,1240,176,1240,160,1234,154xe" filled="true" fillcolor="#231f20" stroked="false">
                <v:path arrowok="t"/>
                <v:fill type="solid"/>
              </v:shape>
            </v:group>
            <v:group style="position:absolute;left:996;top:346;width:92;height:146" coordorigin="996,346" coordsize="92,146">
              <v:shape style="position:absolute;left:996;top:346;width:92;height:146" coordorigin="996,346" coordsize="92,146" path="m1075,363l1045,363,1060,374,1064,398,1059,412,1048,427,1033,444,996,479,996,491,1088,491,1088,475,1024,475,1024,475,1074,419,1084,385,1079,366,1075,363xe" filled="true" fillcolor="#231f20" stroked="false">
                <v:path arrowok="t"/>
                <v:fill type="solid"/>
              </v:shape>
              <v:shape style="position:absolute;left:996;top:346;width:92;height:146" coordorigin="996,346" coordsize="92,146" path="m1037,346l1016,351,1000,360,1007,374,1020,366,1045,363,1075,363,1064,352,1037,346xe" filled="true" fillcolor="#231f20" stroked="false">
                <v:path arrowok="t"/>
                <v:fill type="solid"/>
              </v:shape>
            </v:group>
            <v:group style="position:absolute;left:1152;top:348;width:84;height:144" coordorigin="1152,348" coordsize="84,144">
              <v:shape style="position:absolute;left:1152;top:348;width:84;height:144" coordorigin="1152,348" coordsize="84,144" path="m1152,470l1154,488,1170,492,1199,492,1219,482,1221,478,1170,478,1158,474,1152,470xe" filled="true" fillcolor="#231f20" stroked="false">
                <v:path arrowok="t"/>
                <v:fill type="solid"/>
              </v:shape>
              <v:shape style="position:absolute;left:1152;top:348;width:84;height:144" coordorigin="1152,348" coordsize="84,144" path="m1224,416l1168,416,1197,419,1211,432,1216,454,1204,472,1183,478,1221,478,1231,465,1236,442,1229,421,1224,416xe" filled="true" fillcolor="#231f20" stroked="false">
                <v:path arrowok="t"/>
                <v:fill type="solid"/>
              </v:shape>
              <v:shape style="position:absolute;left:1152;top:348;width:84;height:144" coordorigin="1152,348" coordsize="84,144" path="m1233,348l1165,348,1156,417,1168,416,1224,416,1216,408,1207,403,1199,401,1173,401,1179,365,1233,365,1233,348xe" filled="true" fillcolor="#231f20" stroked="false">
                <v:path arrowok="t"/>
                <v:fill type="solid"/>
              </v:shape>
              <v:shape style="position:absolute;left:1152;top:348;width:84;height:144" coordorigin="1152,348" coordsize="84,144" path="m1196,401l1179,401,1176,401,1173,401,1199,401,1196,401xe" filled="true" fillcolor="#231f20" stroked="false">
                <v:path arrowok="t"/>
                <v:fill type="solid"/>
              </v:shape>
            </v:group>
            <v:group style="position:absolute;left:1251;top:348;width:105;height:143" coordorigin="1251,348" coordsize="105,143">
              <v:shape style="position:absolute;left:1251;top:348;width:105;height:143" coordorigin="1251,348" coordsize="105,143" path="m1336,452l1317,452,1317,491,1336,491,1336,452xe" filled="true" fillcolor="#231f20" stroked="false">
                <v:path arrowok="t"/>
                <v:fill type="solid"/>
              </v:shape>
              <v:shape style="position:absolute;left:1251;top:348;width:105;height:143" coordorigin="1251,348" coordsize="105,143" path="m1336,348l1315,348,1251,440,1251,452,1356,452,1356,437,1271,437,1271,437,1306,388,1310,381,1313,375,1317,367,1336,367,1336,348xe" filled="true" fillcolor="#231f20" stroked="false">
                <v:path arrowok="t"/>
                <v:fill type="solid"/>
              </v:shape>
              <v:shape style="position:absolute;left:1251;top:348;width:105;height:143" coordorigin="1251,348" coordsize="105,143" path="m1336,367l1318,367,1318,374,1318,375,1317,437,1336,437,1336,367xe" filled="true" fillcolor="#231f20" stroked="false">
                <v:path arrowok="t"/>
                <v:fill type="solid"/>
              </v:shape>
            </v:group>
            <v:group style="position:absolute;left:1108;top:466;width:27;height:28" coordorigin="1108,466" coordsize="27,28">
              <v:shape style="position:absolute;left:1108;top:466;width:27;height:28" coordorigin="1108,466" coordsize="27,28" path="m1129,466l1113,466,1108,472,1108,488,1113,494,1129,494,1134,488,1134,472,1129,466xe" filled="true" fillcolor="#231f20" stroked="false">
                <v:path arrowok="t"/>
                <v:fill type="solid"/>
              </v:shape>
            </v:group>
            <v:group style="position:absolute;left:903;top:0;width:57;height:479" coordorigin="903,0" coordsize="57,479">
              <v:shape style="position:absolute;left:903;top:0;width:57;height:479" coordorigin="903,0" coordsize="57,479" path="m960,0l922,62,909,140,903,215,903,242,903,270,909,343,919,404,936,466,940,479,958,475,954,460,949,445,934,374,927,311,924,236,925,211,929,141,938,82,955,15,960,0xe" filled="true" fillcolor="#231f20" stroked="false">
                <v:path arrowok="t"/>
                <v:fill type="solid"/>
              </v:shape>
            </v:group>
            <v:group style="position:absolute;left:1517;top:170;width:24;height:149" coordorigin="1517,170" coordsize="24,149">
              <v:shape style="position:absolute;left:1517;top:170;width:24;height:149" coordorigin="1517,170" coordsize="24,149" path="m1539,212l1519,212,1519,319,1539,319,1539,212xe" filled="true" fillcolor="#231f20" stroked="false">
                <v:path arrowok="t"/>
                <v:fill type="solid"/>
              </v:shape>
              <v:shape style="position:absolute;left:1517;top:170;width:24;height:149" coordorigin="1517,170" coordsize="24,149" path="m1536,170l1522,170,1517,176,1517,189,1522,194,1536,194,1541,189,1541,176,1536,170xe" filled="true" fillcolor="#231f20" stroked="false">
                <v:path arrowok="t"/>
                <v:fill type="solid"/>
              </v:shape>
            </v:group>
            <v:group style="position:absolute;left:1568;top:210;width:92;height:109" coordorigin="1568,210" coordsize="92,109">
              <v:shape style="position:absolute;left:1568;top:210;width:92;height:109" coordorigin="1568,210" coordsize="92,109" path="m1586,212l1568,212,1569,221,1569,226,1569,319,1589,319,1589,251,1589,248,1590,246,1594,235,1599,230,1587,230,1586,212xe" filled="true" fillcolor="#231f20" stroked="false">
                <v:path arrowok="t"/>
                <v:fill type="solid"/>
              </v:shape>
              <v:shape style="position:absolute;left:1568;top:210;width:92;height:109" coordorigin="1568,210" coordsize="92,109" path="m1652,226l1634,226,1641,240,1641,319,1660,319,1654,228,1652,226xe" filled="true" fillcolor="#231f20" stroked="false">
                <v:path arrowok="t"/>
                <v:fill type="solid"/>
              </v:shape>
              <v:shape style="position:absolute;left:1568;top:210;width:92;height:109" coordorigin="1568,210" coordsize="92,109" path="m1622,210l1600,216,1587,230,1599,230,1603,226,1652,226,1639,214,1622,210xe" filled="true" fillcolor="#231f20" stroked="false">
                <v:path arrowok="t"/>
                <v:fill type="solid"/>
              </v:shape>
            </v:group>
            <v:group style="position:absolute;left:1412;top:6;width:57;height:471" coordorigin="1412,6" coordsize="57,471">
              <v:shape style="position:absolute;left:1412;top:6;width:57;height:471" coordorigin="1412,6" coordsize="57,471" path="m1431,6l1412,7,1417,20,1421,35,1436,100,1443,162,1447,236,1447,265,1446,289,1440,356,1426,430,1412,477,1432,475,1452,406,1464,325,1468,246,1468,216,1467,190,1460,119,1445,47,1436,18,1431,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4"/>
          <w:szCs w:val="14"/>
        </w:rPr>
      </w:pPr>
    </w:p>
    <w:p>
      <w:pPr>
        <w:spacing w:line="150" w:lineRule="atLeast"/>
        <w:ind w:left="1981" w:right="0" w:firstLine="0"/>
        <w:rPr>
          <w:rFonts w:ascii="Arial" w:hAnsi="Arial" w:cs="Arial" w:eastAsia="Arial"/>
          <w:sz w:val="15"/>
          <w:szCs w:val="15"/>
        </w:rPr>
      </w:pPr>
      <w:r>
        <w:rPr>
          <w:rFonts w:ascii="Arial" w:hAnsi="Arial" w:cs="Arial" w:eastAsia="Arial"/>
          <w:sz w:val="15"/>
          <w:szCs w:val="15"/>
        </w:rPr>
        <w:pict>
          <v:group style="width:32.4500pt;height:7.55pt;mso-position-horizontal-relative:char;mso-position-vertical-relative:line" coordorigin="0,0" coordsize="649,151">
            <v:group style="position:absolute;left:207;top:6;width:105;height:144" coordorigin="207,6" coordsize="105,144">
              <v:shape style="position:absolute;left:207;top:6;width:105;height:144" coordorigin="207,6" coordsize="105,144" path="m292,109l273,109,273,149,292,149,292,109xe" filled="true" fillcolor="#231f20" stroked="false">
                <v:path arrowok="t"/>
                <v:fill type="solid"/>
              </v:shape>
              <v:shape style="position:absolute;left:207;top:6;width:105;height:144" coordorigin="207,6" coordsize="105,144" path="m292,6l271,6,207,97,207,109,312,109,312,94,227,94,227,94,262,45,265,39,269,33,273,24,292,24,292,6xe" filled="true" fillcolor="#231f20" stroked="false">
                <v:path arrowok="t"/>
                <v:fill type="solid"/>
              </v:shape>
              <v:shape style="position:absolute;left:207;top:6;width:105;height:144" coordorigin="207,6" coordsize="105,144" path="m292,24l274,24,274,32,274,33,273,94,292,94,292,24xe" filled="true" fillcolor="#231f20" stroked="false">
                <v:path arrowok="t"/>
                <v:fill type="solid"/>
              </v:shape>
            </v:group>
            <v:group style="position:absolute;left:370;top:3;width:83;height:146" coordorigin="370,3" coordsize="83,146">
              <v:shape style="position:absolute;left:370;top:3;width:83;height:146" coordorigin="370,3" coordsize="83,146" path="m370,127l373,145,391,149,420,149,438,139,440,135,388,135,375,130,370,127xe" filled="true" fillcolor="#231f20" stroked="false">
                <v:path arrowok="t"/>
                <v:fill type="solid"/>
              </v:shape>
              <v:shape style="position:absolute;left:370;top:3;width:83;height:146" coordorigin="370,3" coordsize="83,146" path="m441,19l421,19,429,29,429,40,418,59,397,64,386,64,386,79,406,80,425,89,433,110,426,127,401,135,440,135,449,121,452,98,441,80,422,72,434,64,444,49,446,25,441,19xe" filled="true" fillcolor="#231f20" stroked="false">
                <v:path arrowok="t"/>
                <v:fill type="solid"/>
              </v:shape>
              <v:shape style="position:absolute;left:370;top:3;width:83;height:146" coordorigin="370,3" coordsize="83,146" path="m407,3l392,3,377,9,370,14,375,28,381,24,392,19,441,19,433,9,407,3xe" filled="true" fillcolor="#231f20" stroked="false">
                <v:path arrowok="t"/>
                <v:fill type="solid"/>
              </v:shape>
            </v:group>
            <v:group style="position:absolute;left:325;top:123;width:27;height:28" coordorigin="325,123" coordsize="27,28">
              <v:shape style="position:absolute;left:325;top:123;width:27;height:28" coordorigin="325,123" coordsize="27,28" path="m346,123l331,123,325,129,325,145,330,151,346,151,351,145,351,129,346,123xe" filled="true" fillcolor="#231f20" stroked="false">
                <v:path arrowok="t"/>
                <v:fill type="solid"/>
              </v:shape>
            </v:group>
            <v:group style="position:absolute;left:505;top:0;width:24;height:149" coordorigin="505,0" coordsize="24,149">
              <v:shape style="position:absolute;left:505;top:0;width:24;height:149" coordorigin="505,0" coordsize="24,149" path="m527,42l508,42,508,149,527,149,527,42xe" filled="true" fillcolor="#231f20" stroked="false">
                <v:path arrowok="t"/>
                <v:fill type="solid"/>
              </v:shape>
              <v:shape style="position:absolute;left:505;top:0;width:24;height:149" coordorigin="505,0" coordsize="24,149" path="m525,0l510,0,505,6,505,19,510,24,525,24,529,19,529,5,525,0xe" filled="true" fillcolor="#231f20" stroked="false">
                <v:path arrowok="t"/>
                <v:fill type="solid"/>
              </v:shape>
            </v:group>
            <v:group style="position:absolute;left:557;top:40;width:92;height:109" coordorigin="557,40" coordsize="92,109">
              <v:shape style="position:absolute;left:557;top:40;width:92;height:109" coordorigin="557,40" coordsize="92,109" path="m574,42l557,42,558,51,558,56,558,149,577,149,577,81,578,78,578,75,582,65,588,60,575,60,574,42xe" filled="true" fillcolor="#231f20" stroked="false">
                <v:path arrowok="t"/>
                <v:fill type="solid"/>
              </v:shape>
              <v:shape style="position:absolute;left:557;top:40;width:92;height:109" coordorigin="557,40" coordsize="92,109" path="m640,56l623,56,629,70,629,149,648,149,642,58,640,56xe" filled="true" fillcolor="#231f20" stroked="false">
                <v:path arrowok="t"/>
                <v:fill type="solid"/>
              </v:shape>
              <v:shape style="position:absolute;left:557;top:40;width:92;height:109" coordorigin="557,40" coordsize="92,109" path="m610,40l588,46,576,60,588,60,592,56,640,56,627,44,610,40xe" filled="true" fillcolor="#231f20" stroked="false">
                <v:path arrowok="t"/>
                <v:fill type="solid"/>
              </v:shape>
            </v:group>
            <v:group style="position:absolute;left:6;top:115;width:147;height:2" coordorigin="6,115" coordsize="147,2">
              <v:shape style="position:absolute;left:6;top:115;width:147;height:2" coordorigin="6,115" coordsize="147,0" path="m6,115l152,115e" filled="false" stroked="true" strokeweight=".6pt" strokecolor="#231f20">
                <v:path arrowok="t"/>
              </v:shape>
            </v:group>
            <v:group style="position:absolute;left:6;top:72;width:147;height:2" coordorigin="6,72" coordsize="147,2">
              <v:shape style="position:absolute;left:6;top:72;width:147;height:2" coordorigin="6,72" coordsize="147,0" path="m6,72l152,72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15"/>
          <w:szCs w:val="15"/>
        </w:rPr>
      </w:r>
    </w:p>
    <w:p>
      <w:pPr>
        <w:spacing w:line="240" w:lineRule="auto" w:before="11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13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77.95pt;height:23.95pt;mso-position-horizontal-relative:char;mso-position-vertical-relative:line" coordorigin="0,0" coordsize="1559,479">
            <v:group style="position:absolute;left:877;top:242;width:398;height:2" coordorigin="877,242" coordsize="398,2">
              <v:shape style="position:absolute;left:877;top:242;width:398;height:2" coordorigin="877,242" coordsize="398,0" path="m877,242l1274,242e" filled="false" stroked="true" strokeweight=".531pt" strokecolor="#231f20">
                <v:path arrowok="t"/>
              </v:shape>
            </v:group>
            <v:group style="position:absolute;left:0;top:153;width:84;height:144" coordorigin="0,153" coordsize="84,144">
              <v:shape style="position:absolute;left:0;top:153;width:84;height:144" coordorigin="0,153" coordsize="84,144" path="m0,275l2,293,19,297,47,297,67,287,69,283,18,283,6,279,0,275xe" filled="true" fillcolor="#231f20" stroked="false">
                <v:path arrowok="t"/>
                <v:fill type="solid"/>
              </v:shape>
              <v:shape style="position:absolute;left:0;top:153;width:84;height:144" coordorigin="0,153" coordsize="84,144" path="m72,222l16,222,45,224,59,237,64,259,52,277,31,283,69,283,79,270,84,248,78,226,72,222xe" filled="true" fillcolor="#231f20" stroked="false">
                <v:path arrowok="t"/>
                <v:fill type="solid"/>
              </v:shape>
              <v:shape style="position:absolute;left:0;top:153;width:84;height:144" coordorigin="0,153" coordsize="84,144" path="m81,153l13,153,4,222,16,222,72,222,64,213,55,208,47,206,21,206,27,170,81,170,81,153xe" filled="true" fillcolor="#231f20" stroked="false">
                <v:path arrowok="t"/>
                <v:fill type="solid"/>
              </v:shape>
              <v:shape style="position:absolute;left:0;top:153;width:84;height:144" coordorigin="0,153" coordsize="84,144" path="m44,206l24,206,21,206,47,206,44,206xe" filled="true" fillcolor="#231f20" stroked="false">
                <v:path arrowok="t"/>
                <v:fill type="solid"/>
              </v:shape>
            </v:group>
            <v:group style="position:absolute;left:147;top:155;width:95;height:143" coordorigin="147,155" coordsize="95,143">
              <v:shape style="position:absolute;left:147;top:155;width:95;height:143" coordorigin="147,155" coordsize="95,143" path="m173,155l157,169,151,189,151,201,158,214,174,221,160,230,150,245,147,270,156,284,175,295,204,298,224,290,228,285,192,285,172,276,165,256,173,239,196,230,228,230,213,220,222,214,196,214,180,210,169,202,169,189,169,175,178,165,227,165,226,164,206,156,173,155xe" filled="true" fillcolor="#231f20" stroked="false">
                <v:path arrowok="t"/>
                <v:fill type="solid"/>
              </v:shape>
              <v:shape style="position:absolute;left:147;top:155;width:95;height:143" coordorigin="147,155" coordsize="95,143" path="m228,230l196,230,216,241,222,259,214,277,192,285,228,285,237,274,241,250,232,232,228,230xe" filled="true" fillcolor="#231f20" stroked="false">
                <v:path arrowok="t"/>
                <v:fill type="solid"/>
              </v:shape>
              <v:shape style="position:absolute;left:147;top:155;width:95;height:143" coordorigin="147,155" coordsize="95,143" path="m227,165l211,165,218,177,218,201,209,210,196,214,222,214,223,214,233,198,235,176,227,165xe" filled="true" fillcolor="#231f20" stroked="false">
                <v:path arrowok="t"/>
                <v:fill type="solid"/>
              </v:shape>
            </v:group>
            <v:group style="position:absolute;left:107;top:271;width:27;height:28" coordorigin="107,271" coordsize="27,28">
              <v:shape style="position:absolute;left:107;top:271;width:27;height:28" coordorigin="107,271" coordsize="27,28" path="m128,271l113,271,107,277,107,293,113,299,128,299,134,293,134,277,128,271xe" filled="true" fillcolor="#231f20" stroked="false">
                <v:path arrowok="t"/>
                <v:fill type="solid"/>
              </v:shape>
            </v:group>
            <v:group style="position:absolute;left:299;top:189;width:81;height:110" coordorigin="299,189" coordsize="81,110">
              <v:shape style="position:absolute;left:299;top:189;width:81;height:110" coordorigin="299,189" coordsize="81,110" path="m365,189l308,213,299,263,309,282,326,294,349,299,363,299,375,295,380,293,378,283,364,283,344,282,330,274,320,256,319,226,331,210,353,203,377,203,379,193,365,189xe" filled="true" fillcolor="#231f20" stroked="false">
                <v:path arrowok="t"/>
                <v:fill type="solid"/>
              </v:shape>
              <v:shape style="position:absolute;left:299;top:189;width:81;height:110" coordorigin="299,189" coordsize="81,110" path="m376,278l371,281,364,283,378,283,376,278xe" filled="true" fillcolor="#231f20" stroked="false">
                <v:path arrowok="t"/>
                <v:fill type="solid"/>
              </v:shape>
              <v:shape style="position:absolute;left:299;top:189;width:81;height:110" coordorigin="299,189" coordsize="81,110" path="m377,203l364,203,371,206,376,208,377,203xe" filled="true" fillcolor="#231f20" stroked="false">
                <v:path arrowok="t"/>
                <v:fill type="solid"/>
              </v:shape>
            </v:group>
            <v:group style="position:absolute;left:399;top:188;width:154;height:109" coordorigin="399,188" coordsize="154,109">
              <v:shape style="position:absolute;left:399;top:188;width:154;height:109" coordorigin="399,188" coordsize="154,109" path="m416,190l399,190,400,204,400,296,419,296,419,229,419,226,420,223,424,213,429,207,417,207,416,190xe" filled="true" fillcolor="#231f20" stroked="false">
                <v:path arrowok="t"/>
                <v:fill type="solid"/>
              </v:shape>
              <v:shape style="position:absolute;left:399;top:188;width:154;height:109" coordorigin="399,188" coordsize="154,109" path="m479,204l459,204,467,216,467,296,486,296,486,227,486,224,487,221,491,212,493,209,481,209,479,204xe" filled="true" fillcolor="#231f20" stroked="false">
                <v:path arrowok="t"/>
                <v:fill type="solid"/>
              </v:shape>
              <v:shape style="position:absolute;left:399;top:188;width:154;height:109" coordorigin="399,188" coordsize="154,109" path="m544,204l499,204,510,204,528,212,533,236,533,296,552,296,547,207,544,204xe" filled="true" fillcolor="#231f20" stroked="false">
                <v:path arrowok="t"/>
                <v:fill type="solid"/>
              </v:shape>
              <v:shape style="position:absolute;left:399;top:188;width:154;height:109" coordorigin="399,188" coordsize="154,109" path="m517,188l507,188,500,190,494,195,489,198,485,203,482,209,493,209,499,204,544,204,533,192,517,188xe" filled="true" fillcolor="#231f20" stroked="false">
                <v:path arrowok="t"/>
                <v:fill type="solid"/>
              </v:shape>
              <v:shape style="position:absolute;left:399;top:188;width:154;height:109" coordorigin="399,188" coordsize="154,109" path="m466,188l433,188,424,197,418,207,429,207,433,204,479,204,477,196,466,188xe" filled="true" fillcolor="#231f20" stroked="false">
                <v:path arrowok="t"/>
                <v:fill type="solid"/>
              </v:shape>
            </v:group>
            <v:group style="position:absolute;left:606;top:263;width:147;height:2" coordorigin="606,263" coordsize="147,2">
              <v:shape style="position:absolute;left:606;top:263;width:147;height:2" coordorigin="606,263" coordsize="147,0" path="m606,263l752,263e" filled="false" stroked="true" strokeweight=".6pt" strokecolor="#231f20">
                <v:path arrowok="t"/>
              </v:shape>
            </v:group>
            <v:group style="position:absolute;left:606;top:220;width:147;height:2" coordorigin="606,220" coordsize="147,2">
              <v:shape style="position:absolute;left:606;top:220;width:147;height:2" coordorigin="606,220" coordsize="147,0" path="m606,220l752,220e" filled="false" stroked="true" strokeweight=".5pt" strokecolor="#231f20">
                <v:path arrowok="t"/>
              </v:shape>
            </v:group>
            <v:group style="position:absolute;left:895;top:324;width:92;height:146" coordorigin="895,324" coordsize="92,146">
              <v:shape style="position:absolute;left:895;top:324;width:92;height:146" coordorigin="895,324" coordsize="92,146" path="m974,340l943,340,959,352,963,376,957,390,947,405,931,422,895,457,895,469,987,469,987,453,922,453,922,453,973,397,983,362,977,344,974,340xe" filled="true" fillcolor="#231f20" stroked="false">
                <v:path arrowok="t"/>
                <v:fill type="solid"/>
              </v:shape>
              <v:shape style="position:absolute;left:895;top:324;width:92;height:146" coordorigin="895,324" coordsize="92,146" path="m936,324l915,328,899,338,905,352,919,344,943,340,974,340,962,329,936,324xe" filled="true" fillcolor="#231f20" stroked="false">
                <v:path arrowok="t"/>
                <v:fill type="solid"/>
              </v:shape>
            </v:group>
            <v:group style="position:absolute;left:1051;top:326;width:84;height:144" coordorigin="1051,326" coordsize="84,144">
              <v:shape style="position:absolute;left:1051;top:326;width:84;height:144" coordorigin="1051,326" coordsize="84,144" path="m1051,448l1052,466,1069,469,1098,469,1117,459,1120,456,1068,456,1057,451,1051,448xe" filled="true" fillcolor="#231f20" stroked="false">
                <v:path arrowok="t"/>
                <v:fill type="solid"/>
              </v:shape>
              <v:shape style="position:absolute;left:1051;top:326;width:84;height:144" coordorigin="1051,326" coordsize="84,144" path="m1123,394l1066,394,1095,397,1110,410,1114,432,1103,449,1082,456,1120,456,1130,443,1135,420,1128,399,1123,394xe" filled="true" fillcolor="#231f20" stroked="false">
                <v:path arrowok="t"/>
                <v:fill type="solid"/>
              </v:shape>
              <v:shape style="position:absolute;left:1051;top:326;width:84;height:144" coordorigin="1051,326" coordsize="84,144" path="m1132,326l1063,326,1055,395,1066,394,1123,394,1114,386,1106,381,1098,379,1072,379,1077,342,1132,342,1132,326xe" filled="true" fillcolor="#231f20" stroked="false">
                <v:path arrowok="t"/>
                <v:fill type="solid"/>
              </v:shape>
              <v:shape style="position:absolute;left:1051;top:326;width:84;height:144" coordorigin="1051,326" coordsize="84,144" path="m1095,378l1078,378,1075,379,1072,379,1098,379,1095,378xe" filled="true" fillcolor="#231f20" stroked="false">
                <v:path arrowok="t"/>
                <v:fill type="solid"/>
              </v:shape>
            </v:group>
            <v:group style="position:absolute;left:1150;top:326;width:105;height:144" coordorigin="1150,326" coordsize="105,144">
              <v:shape style="position:absolute;left:1150;top:326;width:105;height:144" coordorigin="1150,326" coordsize="105,144" path="m1235,430l1216,430,1216,469,1235,469,1235,430xe" filled="true" fillcolor="#231f20" stroked="false">
                <v:path arrowok="t"/>
                <v:fill type="solid"/>
              </v:shape>
              <v:shape style="position:absolute;left:1150;top:326;width:105;height:144" coordorigin="1150,326" coordsize="105,144" path="m1235,326l1214,326,1150,417,1150,430,1255,430,1255,415,1169,415,1169,414,1204,366,1208,359,1212,353,1216,345,1235,345,1235,326xe" filled="true" fillcolor="#231f20" stroked="false">
                <v:path arrowok="t"/>
                <v:fill type="solid"/>
              </v:shape>
              <v:shape style="position:absolute;left:1150;top:326;width:105;height:144" coordorigin="1150,326" coordsize="105,144" path="m1235,345l1217,345,1217,352,1216,353,1216,415,1235,415,1235,345xe" filled="true" fillcolor="#231f20" stroked="false">
                <v:path arrowok="t"/>
                <v:fill type="solid"/>
              </v:shape>
            </v:group>
            <v:group style="position:absolute;left:1007;top:444;width:27;height:28" coordorigin="1007,444" coordsize="27,28">
              <v:shape style="position:absolute;left:1007;top:444;width:27;height:28" coordorigin="1007,444" coordsize="27,28" path="m1028,444l1012,444,1007,450,1007,465,1012,471,1028,471,1033,465,1033,449,1028,444xe" filled="true" fillcolor="#231f20" stroked="false">
                <v:path arrowok="t"/>
                <v:fill type="solid"/>
              </v:shape>
            </v:group>
            <v:group style="position:absolute;left:793;top:0;width:57;height:479" coordorigin="793,0" coordsize="57,479">
              <v:shape style="position:absolute;left:793;top:0;width:57;height:479" coordorigin="793,0" coordsize="57,479" path="m850,0l812,62,799,140,793,215,793,242,793,270,799,343,809,404,826,466,830,479,848,475,844,460,839,445,824,374,817,311,814,236,815,211,819,141,828,82,845,15,850,0xe" filled="true" fillcolor="#231f20" stroked="false">
                <v:path arrowok="t"/>
                <v:fill type="solid"/>
              </v:shape>
            </v:group>
            <v:group style="position:absolute;left:1416;top:148;width:24;height:149" coordorigin="1416,148" coordsize="24,149">
              <v:shape style="position:absolute;left:1416;top:148;width:24;height:149" coordorigin="1416,148" coordsize="24,149" path="m1438,190l1418,190,1418,296,1438,296,1438,190xe" filled="true" fillcolor="#231f20" stroked="false">
                <v:path arrowok="t"/>
                <v:fill type="solid"/>
              </v:shape>
              <v:shape style="position:absolute;left:1416;top:148;width:24;height:149" coordorigin="1416,148" coordsize="24,149" path="m1435,148l1421,148,1416,153,1416,167,1420,172,1435,172,1440,167,1440,153,1435,148xe" filled="true" fillcolor="#231f20" stroked="false">
                <v:path arrowok="t"/>
                <v:fill type="solid"/>
              </v:shape>
            </v:group>
            <v:group style="position:absolute;left:1467;top:188;width:92;height:109" coordorigin="1467,188" coordsize="92,109">
              <v:shape style="position:absolute;left:1467;top:188;width:92;height:109" coordorigin="1467,188" coordsize="92,109" path="m1484,190l1467,190,1468,199,1468,203,1468,296,1488,296,1488,229,1488,226,1489,223,1492,213,1498,207,1486,207,1484,190xe" filled="true" fillcolor="#231f20" stroked="false">
                <v:path arrowok="t"/>
                <v:fill type="solid"/>
              </v:shape>
              <v:shape style="position:absolute;left:1467;top:188;width:92;height:109" coordorigin="1467,188" coordsize="92,109" path="m1550,203l1533,203,1539,218,1539,296,1559,296,1553,206,1550,203xe" filled="true" fillcolor="#231f20" stroked="false">
                <v:path arrowok="t"/>
                <v:fill type="solid"/>
              </v:shape>
              <v:shape style="position:absolute;left:1467;top:188;width:92;height:109" coordorigin="1467,188" coordsize="92,109" path="m1521,188l1499,194,1486,207,1498,207,1502,203,1550,203,1538,191,1521,188xe" filled="true" fillcolor="#231f20" stroked="false">
                <v:path arrowok="t"/>
                <v:fill type="solid"/>
              </v:shape>
            </v:group>
            <v:group style="position:absolute;left:1302;top:6;width:57;height:471" coordorigin="1302,6" coordsize="57,471">
              <v:shape style="position:absolute;left:1302;top:6;width:57;height:471" coordorigin="1302,6" coordsize="57,471" path="m1321,6l1302,7,1307,20,1311,35,1326,100,1334,162,1337,236,1337,265,1336,289,1330,356,1316,430,1302,477,1322,475,1342,406,1354,325,1358,246,1358,216,1357,190,1350,119,1335,47,1326,18,1321,6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spacing w:line="150" w:lineRule="atLeast"/>
        <w:ind w:left="1981" w:right="0" w:firstLine="0"/>
        <w:rPr>
          <w:rFonts w:ascii="Arial" w:hAnsi="Arial" w:cs="Arial" w:eastAsia="Arial"/>
          <w:sz w:val="15"/>
          <w:szCs w:val="15"/>
        </w:rPr>
      </w:pPr>
      <w:r>
        <w:rPr>
          <w:rFonts w:ascii="Arial" w:hAnsi="Arial" w:cs="Arial" w:eastAsia="Arial"/>
          <w:sz w:val="15"/>
          <w:szCs w:val="15"/>
        </w:rPr>
        <w:pict>
          <v:group style="width:32pt;height:7.55pt;mso-position-horizontal-relative:char;mso-position-vertical-relative:line" coordorigin="0,0" coordsize="640,151">
            <v:group style="position:absolute;left:6;top:115;width:147;height:2" coordorigin="6,115" coordsize="147,2">
              <v:shape style="position:absolute;left:6;top:115;width:147;height:2" coordorigin="6,115" coordsize="147,0" path="m6,115l152,115e" filled="false" stroked="true" strokeweight=".6pt" strokecolor="#231f20">
                <v:path arrowok="t"/>
              </v:shape>
            </v:group>
            <v:group style="position:absolute;left:6;top:72;width:147;height:2" coordorigin="6,72" coordsize="147,2">
              <v:shape style="position:absolute;left:6;top:72;width:147;height:2" coordorigin="6,72" coordsize="147,0" path="m6,72l152,72e" filled="false" stroked="true" strokeweight=".5pt" strokecolor="#231f20">
                <v:path arrowok="t"/>
              </v:shape>
            </v:group>
            <v:group style="position:absolute;left:205;top:3;width:92;height:146" coordorigin="205,3" coordsize="92,146">
              <v:shape style="position:absolute;left:205;top:3;width:92;height:146" coordorigin="205,3" coordsize="92,146" path="m284,20l253,20,269,31,272,55,267,69,257,84,241,101,205,137,205,149,296,149,296,132,232,132,232,132,283,76,293,42,287,23,284,20xe" filled="true" fillcolor="#231f20" stroked="false">
                <v:path arrowok="t"/>
                <v:fill type="solid"/>
              </v:shape>
              <v:shape style="position:absolute;left:205;top:3;width:92;height:146" coordorigin="205,3" coordsize="92,146" path="m246,3l225,8,209,18,215,31,229,23,253,20,284,20,272,9,246,3xe" filled="true" fillcolor="#231f20" stroked="false">
                <v:path arrowok="t"/>
                <v:fill type="solid"/>
              </v:shape>
            </v:group>
            <v:group style="position:absolute;left:497;top:0;width:24;height:149" coordorigin="497,0" coordsize="24,149">
              <v:shape style="position:absolute;left:497;top:0;width:24;height:149" coordorigin="497,0" coordsize="24,149" path="m518,42l499,42,499,149,518,149,518,42xe" filled="true" fillcolor="#231f20" stroked="false">
                <v:path arrowok="t"/>
                <v:fill type="solid"/>
              </v:shape>
              <v:shape style="position:absolute;left:497;top:0;width:24;height:149" coordorigin="497,0" coordsize="24,149" path="m516,0l502,0,497,5,497,19,501,24,516,24,521,19,521,5,516,0xe" filled="true" fillcolor="#231f20" stroked="false">
                <v:path arrowok="t"/>
                <v:fill type="solid"/>
              </v:shape>
            </v:group>
            <v:group style="position:absolute;left:548;top:40;width:92;height:109" coordorigin="548,40" coordsize="92,109">
              <v:shape style="position:absolute;left:548;top:40;width:92;height:109" coordorigin="548,40" coordsize="92,109" path="m565,42l548,42,549,51,549,56,549,149,568,149,568,81,569,78,570,75,573,65,579,60,566,60,565,42xe" filled="true" fillcolor="#231f20" stroked="false">
                <v:path arrowok="t"/>
                <v:fill type="solid"/>
              </v:shape>
              <v:shape style="position:absolute;left:548;top:40;width:92;height:109" coordorigin="548,40" coordsize="92,109" path="m631,56l614,56,620,70,620,149,640,149,634,58,631,56xe" filled="true" fillcolor="#231f20" stroked="false">
                <v:path arrowok="t"/>
                <v:fill type="solid"/>
              </v:shape>
              <v:shape style="position:absolute;left:548;top:40;width:92;height:109" coordorigin="548,40" coordsize="92,109" path="m602,40l580,46,567,60,579,60,583,56,631,56,618,44,602,40xe" filled="true" fillcolor="#231f20" stroked="false">
                <v:path arrowok="t"/>
                <v:fill type="solid"/>
              </v:shape>
            </v:group>
            <v:group style="position:absolute;left:361;top:3;width:83;height:146" coordorigin="361,3" coordsize="83,146">
              <v:shape style="position:absolute;left:361;top:3;width:83;height:146" coordorigin="361,3" coordsize="83,146" path="m361,127l364,145,382,149,411,149,430,139,432,135,379,135,366,130,361,127xe" filled="true" fillcolor="#231f20" stroked="false">
                <v:path arrowok="t"/>
                <v:fill type="solid"/>
              </v:shape>
              <v:shape style="position:absolute;left:361;top:3;width:83;height:146" coordorigin="361,3" coordsize="83,146" path="m432,19l413,19,420,29,420,40,409,59,388,64,377,64,377,79,397,80,417,89,425,110,417,127,392,135,432,135,441,121,444,98,432,80,413,72,425,64,435,49,437,25,432,19xe" filled="true" fillcolor="#231f20" stroked="false">
                <v:path arrowok="t"/>
                <v:fill type="solid"/>
              </v:shape>
              <v:shape style="position:absolute;left:361;top:3;width:83;height:146" coordorigin="361,3" coordsize="83,146" path="m398,3l383,3,369,9,361,14,366,28,372,24,383,19,432,19,424,9,398,3xe" filled="true" fillcolor="#231f20" stroked="false">
                <v:path arrowok="t"/>
                <v:fill type="solid"/>
              </v:shape>
            </v:group>
            <v:group style="position:absolute;left:316;top:123;width:27;height:28" coordorigin="316,123" coordsize="27,28">
              <v:shape style="position:absolute;left:316;top:123;width:27;height:28" coordorigin="316,123" coordsize="27,28" path="m337,123l322,123,316,129,316,145,322,151,337,151,343,145,343,129,337,123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15"/>
          <w:szCs w:val="15"/>
        </w:rPr>
      </w:r>
    </w:p>
    <w:p>
      <w:pPr>
        <w:spacing w:line="240" w:lineRule="auto" w:before="0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40" w:lineRule="auto" w:before="72"/>
        <w:ind w:left="1280" w:right="0"/>
        <w:jc w:val="left"/>
      </w:pPr>
      <w:r>
        <w:rPr/>
        <w:pict>
          <v:group style="position:absolute;margin-left:160.903397pt;margin-top:-45.71093pt;width:12.1pt;height:7.3pt;mso-position-horizontal-relative:page;mso-position-vertical-relative:paragraph;z-index:-50296" coordorigin="3218,-914" coordsize="242,146">
            <v:group style="position:absolute;left:3218;top:-914;width:84;height:144" coordorigin="3218,-914" coordsize="84,144">
              <v:shape style="position:absolute;left:3218;top:-914;width:84;height:144" coordorigin="3218,-914" coordsize="84,144" path="m3218,-792l3220,-774,3237,-771,3265,-771,3285,-781,3287,-784,3236,-784,3224,-789,3218,-792xe" filled="true" fillcolor="#231f20" stroked="false">
                <v:path arrowok="t"/>
                <v:fill type="solid"/>
              </v:shape>
              <v:shape style="position:absolute;left:3218;top:-914;width:84;height:144" coordorigin="3218,-914" coordsize="84,144" path="m3290,-846l3234,-846,3263,-843,3278,-831,3282,-808,3270,-791,3249,-784,3287,-784,3297,-798,3302,-820,3296,-841,3290,-846xe" filled="true" fillcolor="#231f20" stroked="false">
                <v:path arrowok="t"/>
                <v:fill type="solid"/>
              </v:shape>
              <v:shape style="position:absolute;left:3218;top:-914;width:84;height:144" coordorigin="3218,-914" coordsize="84,144" path="m3299,-914l3231,-914,3222,-846,3234,-846,3290,-846,3282,-854,3273,-860,3265,-861,3239,-861,3245,-898,3299,-898,3299,-914xe" filled="true" fillcolor="#231f20" stroked="false">
                <v:path arrowok="t"/>
                <v:fill type="solid"/>
              </v:shape>
              <v:shape style="position:absolute;left:3218;top:-914;width:84;height:144" coordorigin="3218,-914" coordsize="84,144" path="m3262,-862l3242,-862,3239,-861,3265,-861,3262,-862xe" filled="true" fillcolor="#231f20" stroked="false">
                <v:path arrowok="t"/>
                <v:fill type="solid"/>
              </v:shape>
            </v:group>
            <v:group style="position:absolute;left:3365;top:-912;width:95;height:143" coordorigin="3365,-912" coordsize="95,143">
              <v:shape style="position:absolute;left:3365;top:-912;width:95;height:143" coordorigin="3365,-912" coordsize="95,143" path="m3391,-912l3375,-899,3369,-879,3369,-866,3376,-854,3392,-846,3378,-838,3368,-822,3365,-798,3374,-783,3393,-773,3422,-770,3442,-778,3446,-783,3410,-783,3390,-792,3383,-812,3391,-829,3415,-838,3446,-838,3431,-847,3440,-853,3415,-853,3398,-858,3387,-866,3387,-869,3387,-892,3396,-903,3445,-903,3444,-904,3424,-912,3391,-912xe" filled="true" fillcolor="#231f20" stroked="false">
                <v:path arrowok="t"/>
                <v:fill type="solid"/>
              </v:shape>
              <v:shape style="position:absolute;left:3365;top:-912;width:95;height:143" coordorigin="3365,-912" coordsize="95,143" path="m3446,-838l3415,-838,3434,-827,3440,-808,3432,-790,3410,-783,3446,-783,3455,-794,3459,-818,3450,-835,3446,-838xe" filled="true" fillcolor="#231f20" stroked="false">
                <v:path arrowok="t"/>
                <v:fill type="solid"/>
              </v:shape>
              <v:shape style="position:absolute;left:3365;top:-912;width:95;height:143" coordorigin="3365,-912" coordsize="95,143" path="m3445,-903l3429,-903,3436,-891,3436,-866,3427,-858,3415,-853,3440,-853,3441,-854,3451,-869,3453,-892,3445,-903xe" filled="true" fillcolor="#231f20" stroked="false">
                <v:path arrowok="t"/>
                <v:fill type="solid"/>
              </v:shape>
            </v:group>
            <v:group style="position:absolute;left:3325;top:-797;width:27;height:28" coordorigin="3325,-797" coordsize="27,28">
              <v:shape style="position:absolute;left:3325;top:-797;width:27;height:28" coordorigin="3325,-797" coordsize="27,28" path="m3346,-797l3331,-797,3325,-791,3325,-775,3331,-769,3346,-769,3352,-775,3352,-791,3346,-797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cell</w:t>
      </w:r>
      <w:r>
        <w:rPr>
          <w:color w:val="4C4D4F"/>
          <w:spacing w:val="-1"/>
        </w:rPr>
        <w:t> phone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measures</w:t>
      </w:r>
      <w:r>
        <w:rPr>
          <w:color w:val="4C4D4F"/>
        </w:rPr>
        <w:t> </w:t>
      </w:r>
      <w:r>
        <w:rPr>
          <w:color w:val="4C4D4F"/>
          <w:spacing w:val="-1"/>
        </w:rPr>
        <w:t>4.3 in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2.3</w:t>
      </w:r>
      <w:r>
        <w:rPr>
          <w:color w:val="4C4D4F"/>
          <w:spacing w:val="-2"/>
        </w:rPr>
        <w:t> in.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1280" w:val="left" w:leader="none"/>
        </w:tabs>
        <w:spacing w:line="284" w:lineRule="auto" w:before="0" w:after="0"/>
        <w:ind w:left="1280" w:right="1341" w:hanging="360"/>
        <w:jc w:val="left"/>
      </w:pPr>
      <w:r>
        <w:rPr>
          <w:color w:val="4C4D4F"/>
          <w:spacing w:val="-1"/>
        </w:rPr>
        <w:t>Answers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vary.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repeat the strategy that Monique used,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describe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of their</w:t>
      </w:r>
      <w:r>
        <w:rPr>
          <w:color w:val="4C4D4F"/>
        </w:rPr>
        <w:t> </w:t>
      </w:r>
      <w:r>
        <w:rPr>
          <w:color w:val="4C4D4F"/>
          <w:spacing w:val="-2"/>
        </w:rPr>
        <w:t>own.</w:t>
      </w:r>
      <w:r>
        <w:rPr>
          <w:color w:val="4C4D4F"/>
          <w:spacing w:val="-1"/>
        </w:rPr>
        <w:t> </w:t>
      </w:r>
      <w:r>
        <w:rPr>
          <w:color w:val="4C4D4F"/>
        </w:rPr>
        <w:t>As </w:t>
      </w:r>
      <w:r>
        <w:rPr>
          <w:color w:val="4C4D4F"/>
          <w:spacing w:val="-1"/>
        </w:rPr>
        <w:t>long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explanation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clear and logical,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should receive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mark.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Student</w:t>
      </w:r>
      <w:r>
        <w:rPr>
          <w:color w:val="4F61AB"/>
          <w:spacing w:val="-15"/>
        </w:rPr>
        <w:t> </w:t>
      </w:r>
      <w:r>
        <w:rPr>
          <w:color w:val="4F61AB"/>
          <w:spacing w:val="-1"/>
        </w:rPr>
        <w:t>Activity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3:</w:t>
      </w:r>
      <w:r>
        <w:rPr>
          <w:color w:val="4F61AB"/>
          <w:spacing w:val="-4"/>
        </w:rPr>
        <w:t> </w:t>
      </w:r>
      <w:r>
        <w:rPr>
          <w:color w:val="4F61AB"/>
          <w:spacing w:val="-5"/>
        </w:rPr>
        <w:t>V</w:t>
      </w:r>
      <w:r>
        <w:rPr>
          <w:color w:val="4F61AB"/>
          <w:spacing w:val="-4"/>
        </w:rPr>
        <w:t>ernier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Calipers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3"/>
        </w:rPr>
        <w:t> </w:t>
      </w:r>
      <w:r>
        <w:rPr>
          <w:color w:val="4F61AB"/>
        </w:rPr>
        <w:t>Micrometers</w:t>
      </w:r>
      <w:r>
        <w:rPr>
          <w:b w:val="0"/>
        </w:rPr>
      </w:r>
    </w:p>
    <w:p>
      <w:pPr>
        <w:pStyle w:val="Heading3"/>
        <w:spacing w:line="240" w:lineRule="auto" w:before="27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Vernier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Calipers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Practice</w:t>
      </w:r>
      <w:r>
        <w:rPr>
          <w:b w:val="0"/>
        </w:rPr>
      </w:r>
    </w:p>
    <w:p>
      <w:pPr>
        <w:pStyle w:val="BodyText"/>
        <w:spacing w:line="240" w:lineRule="auto" w:before="124"/>
        <w:ind w:left="1120" w:right="0"/>
        <w:jc w:val="left"/>
      </w:pPr>
      <w:r>
        <w:rPr>
          <w:color w:val="4C4D4F"/>
          <w:spacing w:val="-7"/>
        </w:rPr>
        <w:t>1.</w:t>
      </w:r>
      <w:r>
        <w:rPr>
          <w:color w:val="4C4D4F"/>
        </w:rPr>
        <w:t> </w:t>
      </w:r>
      <w:r>
        <w:rPr>
          <w:color w:val="4C4D4F"/>
          <w:spacing w:val="23"/>
        </w:rPr>
        <w:t> </w:t>
      </w:r>
      <w:r>
        <w:rPr>
          <w:color w:val="4C4D4F"/>
        </w:rPr>
        <w:t>3.64 cm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left="1120" w:right="0"/>
        <w:jc w:val="left"/>
      </w:pPr>
      <w:r>
        <w:rPr>
          <w:color w:val="4C4D4F"/>
          <w:spacing w:val="-1"/>
        </w:rPr>
        <w:t>2.</w:t>
      </w:r>
      <w:r>
        <w:rPr>
          <w:color w:val="4C4D4F"/>
        </w:rPr>
        <w:t> </w:t>
      </w:r>
      <w:r>
        <w:rPr>
          <w:color w:val="4C4D4F"/>
          <w:spacing w:val="13"/>
        </w:rPr>
        <w:t> </w:t>
      </w:r>
      <w:r>
        <w:rPr>
          <w:color w:val="4C4D4F"/>
          <w:spacing w:val="-2"/>
        </w:rPr>
        <w:t>2.37</w:t>
      </w:r>
      <w:r>
        <w:rPr>
          <w:color w:val="4C4D4F"/>
          <w:spacing w:val="-1"/>
        </w:rPr>
        <w:t> </w:t>
      </w:r>
      <w:r>
        <w:rPr>
          <w:color w:val="4C4D4F"/>
        </w:rPr>
        <w:t>cm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120" w:right="0"/>
        <w:jc w:val="left"/>
      </w:pPr>
      <w:r>
        <w:rPr>
          <w:color w:val="4C4D4F"/>
          <w:spacing w:val="-1"/>
        </w:rPr>
        <w:t>3.</w:t>
      </w:r>
      <w:r>
        <w:rPr>
          <w:color w:val="4C4D4F"/>
        </w:rPr>
        <w:t> </w:t>
      </w:r>
      <w:r>
        <w:rPr>
          <w:color w:val="4C4D4F"/>
          <w:spacing w:val="12"/>
        </w:rPr>
        <w:t> </w:t>
      </w:r>
      <w:r>
        <w:rPr>
          <w:color w:val="4C4D4F"/>
          <w:spacing w:val="-4"/>
        </w:rPr>
        <w:t>4</w:t>
      </w:r>
      <w:r>
        <w:rPr>
          <w:color w:val="4C4D4F"/>
          <w:spacing w:val="-5"/>
        </w:rPr>
        <w:t>.7</w:t>
      </w:r>
      <w:r>
        <w:rPr>
          <w:color w:val="4C4D4F"/>
          <w:spacing w:val="-4"/>
        </w:rPr>
        <w:t>6</w:t>
      </w:r>
      <w:r>
        <w:rPr>
          <w:color w:val="4C4D4F"/>
        </w:rPr>
        <w:t> cm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120" w:right="0"/>
        <w:jc w:val="left"/>
      </w:pPr>
      <w:r>
        <w:rPr>
          <w:color w:val="4C4D4F"/>
          <w:spacing w:val="-2"/>
        </w:rPr>
        <w:t>4.</w:t>
      </w:r>
      <w:r>
        <w:rPr>
          <w:color w:val="4C4D4F"/>
        </w:rPr>
        <w:t> </w:t>
      </w:r>
      <w:r>
        <w:rPr>
          <w:color w:val="4C4D4F"/>
          <w:spacing w:val="15"/>
        </w:rPr>
        <w:t> </w:t>
      </w:r>
      <w:r>
        <w:rPr>
          <w:color w:val="4C4D4F"/>
          <w:spacing w:val="-3"/>
        </w:rPr>
        <w:t>1.93</w:t>
      </w:r>
      <w:r>
        <w:rPr>
          <w:color w:val="4C4D4F"/>
          <w:spacing w:val="-1"/>
        </w:rPr>
        <w:t> </w:t>
      </w:r>
      <w:r>
        <w:rPr>
          <w:color w:val="4C4D4F"/>
        </w:rPr>
        <w:t>cm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120" w:right="0"/>
        <w:jc w:val="left"/>
      </w:pPr>
      <w:r>
        <w:rPr>
          <w:color w:val="4C4D4F"/>
          <w:spacing w:val="-1"/>
        </w:rPr>
        <w:t>5.</w:t>
      </w:r>
      <w:r>
        <w:rPr>
          <w:color w:val="4C4D4F"/>
        </w:rPr>
        <w:t> </w:t>
      </w:r>
      <w:r>
        <w:rPr>
          <w:color w:val="4C4D4F"/>
          <w:spacing w:val="12"/>
        </w:rPr>
        <w:t> </w:t>
      </w:r>
      <w:r>
        <w:rPr>
          <w:color w:val="4C4D4F"/>
          <w:spacing w:val="-1"/>
        </w:rPr>
        <w:t>3.32 </w:t>
      </w:r>
      <w:r>
        <w:rPr>
          <w:color w:val="4C4D4F"/>
        </w:rPr>
        <w:t>cm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Micrometers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Practice</w:t>
      </w:r>
      <w:r>
        <w:rPr>
          <w:b w:val="0"/>
        </w:rPr>
      </w:r>
    </w:p>
    <w:p>
      <w:pPr>
        <w:pStyle w:val="BodyText"/>
        <w:spacing w:line="240" w:lineRule="auto" w:before="124"/>
        <w:ind w:left="1120" w:right="0"/>
        <w:jc w:val="left"/>
      </w:pPr>
      <w:r>
        <w:rPr>
          <w:color w:val="4C4D4F"/>
          <w:spacing w:val="-7"/>
        </w:rPr>
        <w:t>1.</w:t>
      </w:r>
      <w:r>
        <w:rPr>
          <w:color w:val="4C4D4F"/>
        </w:rPr>
        <w:t> </w:t>
      </w:r>
      <w:r>
        <w:rPr>
          <w:color w:val="4C4D4F"/>
          <w:spacing w:val="25"/>
        </w:rPr>
        <w:t> </w:t>
      </w:r>
      <w:r>
        <w:rPr>
          <w:color w:val="4C4D4F"/>
          <w:spacing w:val="-8"/>
        </w:rPr>
        <w:t>1</w:t>
      </w:r>
      <w:r>
        <w:rPr>
          <w:color w:val="4C4D4F"/>
          <w:spacing w:val="-9"/>
        </w:rPr>
        <w:t>7.</w:t>
      </w:r>
      <w:r>
        <w:rPr>
          <w:color w:val="4C4D4F"/>
          <w:spacing w:val="-8"/>
        </w:rPr>
        <w:t>33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120" w:right="0"/>
        <w:jc w:val="left"/>
      </w:pPr>
      <w:r>
        <w:rPr>
          <w:color w:val="4C4D4F"/>
          <w:spacing w:val="-1"/>
        </w:rPr>
        <w:t>2.</w:t>
      </w:r>
      <w:r>
        <w:rPr>
          <w:color w:val="4C4D4F"/>
        </w:rPr>
        <w:t> </w:t>
      </w:r>
      <w:r>
        <w:rPr>
          <w:color w:val="4C4D4F"/>
          <w:spacing w:val="12"/>
        </w:rPr>
        <w:t> </w:t>
      </w:r>
      <w:r>
        <w:rPr>
          <w:color w:val="4C4D4F"/>
          <w:spacing w:val="-2"/>
        </w:rPr>
        <w:t>4.24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120" w:right="0"/>
        <w:jc w:val="left"/>
      </w:pPr>
      <w:r>
        <w:rPr>
          <w:color w:val="4C4D4F"/>
          <w:spacing w:val="-1"/>
        </w:rPr>
        <w:t>3.</w:t>
      </w:r>
      <w:r>
        <w:rPr>
          <w:color w:val="4C4D4F"/>
        </w:rPr>
        <w:t> </w:t>
      </w:r>
      <w:r>
        <w:rPr>
          <w:color w:val="4C4D4F"/>
          <w:spacing w:val="11"/>
        </w:rPr>
        <w:t> </w:t>
      </w:r>
      <w:r>
        <w:rPr>
          <w:color w:val="4C4D4F"/>
          <w:spacing w:val="-2"/>
        </w:rPr>
        <w:t>13.94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120" w:right="0"/>
        <w:jc w:val="left"/>
      </w:pPr>
      <w:r>
        <w:rPr>
          <w:color w:val="4C4D4F"/>
          <w:spacing w:val="-2"/>
        </w:rPr>
        <w:t>4.</w:t>
      </w:r>
      <w:r>
        <w:rPr>
          <w:color w:val="4C4D4F"/>
        </w:rPr>
        <w:t> </w:t>
      </w:r>
      <w:r>
        <w:rPr>
          <w:color w:val="4C4D4F"/>
          <w:spacing w:val="14"/>
        </w:rPr>
        <w:t> </w:t>
      </w:r>
      <w:r>
        <w:rPr>
          <w:color w:val="4C4D4F"/>
          <w:spacing w:val="-2"/>
        </w:rPr>
        <w:t>12.99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120" w:right="0"/>
        <w:jc w:val="left"/>
      </w:pPr>
      <w:r>
        <w:rPr>
          <w:color w:val="4C4D4F"/>
          <w:spacing w:val="-1"/>
        </w:rPr>
        <w:t>5.</w:t>
      </w:r>
      <w:r>
        <w:rPr>
          <w:color w:val="4C4D4F"/>
        </w:rPr>
        <w:t> </w:t>
      </w:r>
      <w:r>
        <w:rPr>
          <w:color w:val="4C4D4F"/>
          <w:spacing w:val="10"/>
        </w:rPr>
        <w:t> </w:t>
      </w:r>
      <w:r>
        <w:rPr>
          <w:color w:val="4C4D4F"/>
        </w:rPr>
        <w:t>0.64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120" w:right="0"/>
        <w:jc w:val="left"/>
      </w:pPr>
      <w:r>
        <w:rPr>
          <w:color w:val="4C4D4F"/>
          <w:spacing w:val="-1"/>
        </w:rPr>
        <w:t>6.</w:t>
      </w:r>
      <w:r>
        <w:rPr>
          <w:color w:val="4C4D4F"/>
        </w:rPr>
        <w:t> </w:t>
      </w:r>
      <w:r>
        <w:rPr>
          <w:color w:val="4C4D4F"/>
          <w:spacing w:val="12"/>
        </w:rPr>
        <w:t> </w:t>
      </w:r>
      <w:r>
        <w:rPr>
          <w:color w:val="4C4D4F"/>
          <w:spacing w:val="-4"/>
        </w:rPr>
        <w:t>2</w:t>
      </w:r>
      <w:r>
        <w:rPr>
          <w:color w:val="4C4D4F"/>
          <w:spacing w:val="-5"/>
        </w:rPr>
        <w:t>1.</w:t>
      </w:r>
      <w:r>
        <w:rPr>
          <w:color w:val="4C4D4F"/>
          <w:spacing w:val="-4"/>
        </w:rPr>
        <w:t>05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</w:rPr>
        <w:t>Student</w:t>
      </w:r>
      <w:r>
        <w:rPr>
          <w:color w:val="4F61AB"/>
          <w:spacing w:val="-16"/>
        </w:rPr>
        <w:t> </w:t>
      </w:r>
      <w:r>
        <w:rPr>
          <w:color w:val="4F61AB"/>
          <w:spacing w:val="-1"/>
        </w:rPr>
        <w:t>Activity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4: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Reading</w:t>
      </w:r>
      <w:r>
        <w:rPr>
          <w:color w:val="4F61AB"/>
          <w:spacing w:val="-4"/>
        </w:rPr>
        <w:t> </w:t>
      </w:r>
      <w:r>
        <w:rPr>
          <w:color w:val="4F61AB"/>
          <w:spacing w:val="-5"/>
        </w:rPr>
        <w:t>V</w:t>
      </w:r>
      <w:r>
        <w:rPr>
          <w:color w:val="4F61AB"/>
          <w:spacing w:val="-4"/>
        </w:rPr>
        <w:t>ernier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Calipers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5"/>
        </w:rPr>
        <w:t> </w:t>
      </w:r>
      <w:r>
        <w:rPr>
          <w:color w:val="4F61AB"/>
        </w:rPr>
        <w:t>Micrometers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1440" w:val="left" w:leader="none"/>
        </w:tabs>
        <w:spacing w:line="284" w:lineRule="auto" w:before="116" w:after="0"/>
        <w:ind w:left="1440" w:right="885" w:hanging="320"/>
        <w:jc w:val="left"/>
      </w:pPr>
      <w:r>
        <w:rPr>
          <w:color w:val="4C4D4F"/>
          <w:spacing w:val="-1"/>
        </w:rPr>
        <w:t>Answers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vary.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situations</w:t>
      </w:r>
      <w:r>
        <w:rPr>
          <w:color w:val="4C4D4F"/>
        </w:rPr>
        <w:t> </w:t>
      </w:r>
      <w:r>
        <w:rPr>
          <w:color w:val="4C4D4F"/>
          <w:spacing w:val="-2"/>
        </w:rPr>
        <w:t>include:</w:t>
      </w:r>
      <w:r>
        <w:rPr>
          <w:color w:val="4C4D4F"/>
          <w:spacing w:val="-1"/>
        </w:rPr>
        <w:t> measuring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inside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outside</w:t>
      </w:r>
      <w:r>
        <w:rPr>
          <w:color w:val="4C4D4F"/>
          <w:spacing w:val="-2"/>
        </w:rPr>
        <w:t> diameter</w:t>
      </w:r>
      <w:r>
        <w:rPr>
          <w:color w:val="4C4D4F"/>
          <w:spacing w:val="-1"/>
        </w:rPr>
        <w:t> of</w:t>
      </w:r>
      <w:r>
        <w:rPr>
          <w:color w:val="4C4D4F"/>
        </w:rPr>
        <w:t> a</w:t>
      </w:r>
      <w:r>
        <w:rPr>
          <w:color w:val="4C4D4F"/>
          <w:spacing w:val="59"/>
        </w:rPr>
        <w:t> </w:t>
      </w:r>
      <w:r>
        <w:rPr>
          <w:rFonts w:ascii="Arial" w:hAnsi="Arial" w:cs="Arial" w:eastAsia="Arial"/>
          <w:color w:val="4C4D4F"/>
          <w:spacing w:val="-2"/>
        </w:rPr>
        <w:t>pipe,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measuring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opening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a piece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pottery so </w:t>
      </w:r>
      <w:r>
        <w:rPr>
          <w:rFonts w:ascii="Arial" w:hAnsi="Arial" w:cs="Arial" w:eastAsia="Arial"/>
          <w:color w:val="4C4D4F"/>
          <w:spacing w:val="-2"/>
        </w:rPr>
        <w:t>you</w:t>
      </w:r>
      <w:r>
        <w:rPr>
          <w:rFonts w:ascii="Arial" w:hAnsi="Arial" w:cs="Arial" w:eastAsia="Arial"/>
          <w:color w:val="4C4D4F"/>
        </w:rPr>
        <w:t> can </w:t>
      </w:r>
      <w:r>
        <w:rPr>
          <w:rFonts w:ascii="Arial" w:hAnsi="Arial" w:cs="Arial" w:eastAsia="Arial"/>
          <w:color w:val="4C4D4F"/>
          <w:spacing w:val="-2"/>
        </w:rPr>
        <w:t>make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lid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that</w:t>
      </w:r>
      <w:r>
        <w:rPr>
          <w:rFonts w:ascii="Arial" w:hAnsi="Arial" w:cs="Arial" w:eastAsia="Arial"/>
          <w:color w:val="4C4D4F"/>
        </w:rPr>
        <w:t> fits </w:t>
      </w:r>
      <w:r>
        <w:rPr>
          <w:rFonts w:ascii="Arial" w:hAnsi="Arial" w:cs="Arial" w:eastAsia="Arial"/>
          <w:color w:val="4C4D4F"/>
          <w:spacing w:val="-2"/>
        </w:rPr>
        <w:t>properly,</w:t>
      </w:r>
      <w:r>
        <w:rPr>
          <w:rFonts w:ascii="Arial" w:hAnsi="Arial" w:cs="Arial" w:eastAsia="Arial"/>
          <w:color w:val="4C4D4F"/>
          <w:spacing w:val="57"/>
        </w:rPr>
        <w:t> </w:t>
      </w:r>
      <w:r>
        <w:rPr>
          <w:color w:val="4C4D4F"/>
          <w:spacing w:val="-1"/>
        </w:rPr>
        <w:t>measuring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engines. The </w:t>
      </w:r>
      <w:r>
        <w:rPr>
          <w:color w:val="4C4D4F"/>
          <w:spacing w:val="-2"/>
        </w:rPr>
        <w:t>students’ </w:t>
      </w:r>
      <w:r>
        <w:rPr>
          <w:color w:val="4C4D4F"/>
          <w:spacing w:val="-1"/>
        </w:rPr>
        <w:t>explanation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vary,</w:t>
      </w:r>
      <w:r>
        <w:rPr>
          <w:color w:val="4C4D4F"/>
        </w:rPr>
        <w:t> </w:t>
      </w:r>
      <w:r>
        <w:rPr>
          <w:color w:val="4C4D4F"/>
          <w:spacing w:val="-1"/>
        </w:rPr>
        <w:t>but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4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more of the following</w:t>
      </w:r>
      <w:r>
        <w:rPr>
          <w:color w:val="4C4D4F"/>
          <w:spacing w:val="-2"/>
        </w:rPr>
        <w:t> points:</w:t>
      </w:r>
      <w:r>
        <w:rPr/>
      </w:r>
    </w:p>
    <w:p>
      <w:pPr>
        <w:pStyle w:val="BodyText"/>
        <w:numPr>
          <w:ilvl w:val="2"/>
          <w:numId w:val="11"/>
        </w:numPr>
        <w:tabs>
          <w:tab w:pos="1701" w:val="left" w:leader="none"/>
        </w:tabs>
        <w:spacing w:line="240" w:lineRule="auto" w:before="181" w:after="0"/>
        <w:ind w:left="1700" w:right="0" w:hanging="240"/>
        <w:jc w:val="left"/>
      </w:pPr>
      <w:r>
        <w:rPr>
          <w:color w:val="4C4D4F"/>
        </w:rPr>
        <w:t>a</w:t>
      </w:r>
      <w:r>
        <w:rPr>
          <w:color w:val="4C4D4F"/>
          <w:spacing w:val="-2"/>
        </w:rPr>
        <w:t> Vernier</w:t>
      </w:r>
      <w:r>
        <w:rPr>
          <w:color w:val="4C4D4F"/>
        </w:rPr>
        <w:t> </w:t>
      </w:r>
      <w:r>
        <w:rPr>
          <w:color w:val="4C4D4F"/>
          <w:spacing w:val="-1"/>
        </w:rPr>
        <w:t>calliper</w:t>
      </w:r>
      <w:r>
        <w:rPr>
          <w:color w:val="4C4D4F"/>
        </w:rPr>
        <w:t> </w:t>
      </w:r>
      <w:r>
        <w:rPr>
          <w:color w:val="4C4D4F"/>
          <w:spacing w:val="-1"/>
        </w:rPr>
        <w:t>provides </w:t>
      </w:r>
      <w:r>
        <w:rPr>
          <w:color w:val="4C4D4F"/>
        </w:rPr>
        <w:t>a</w:t>
      </w:r>
      <w:r>
        <w:rPr>
          <w:color w:val="4C4D4F"/>
          <w:spacing w:val="-1"/>
        </w:rPr>
        <w:t> more precise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than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ruler or</w:t>
      </w:r>
      <w:r>
        <w:rPr>
          <w:color w:val="4C4D4F"/>
          <w:spacing w:val="-1"/>
        </w:rPr>
        <w:t> </w:t>
      </w:r>
      <w:r>
        <w:rPr>
          <w:color w:val="4C4D4F"/>
        </w:rPr>
        <w:t>tape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measure</w:t>
      </w:r>
      <w:r>
        <w:rPr/>
      </w:r>
    </w:p>
    <w:p>
      <w:pPr>
        <w:pStyle w:val="BodyText"/>
        <w:numPr>
          <w:ilvl w:val="2"/>
          <w:numId w:val="11"/>
        </w:numPr>
        <w:tabs>
          <w:tab w:pos="1701" w:val="left" w:leader="none"/>
        </w:tabs>
        <w:spacing w:line="284" w:lineRule="auto" w:before="137" w:after="0"/>
        <w:ind w:left="1700" w:right="671" w:hanging="240"/>
        <w:jc w:val="left"/>
      </w:pPr>
      <w:r>
        <w:rPr>
          <w:color w:val="4C4D4F"/>
        </w:rPr>
        <w:t>a</w:t>
      </w:r>
      <w:r>
        <w:rPr>
          <w:color w:val="4C4D4F"/>
          <w:spacing w:val="-2"/>
        </w:rPr>
        <w:t> Vernier</w:t>
      </w:r>
      <w:r>
        <w:rPr>
          <w:color w:val="4C4D4F"/>
        </w:rPr>
        <w:t> </w:t>
      </w:r>
      <w:r>
        <w:rPr>
          <w:color w:val="4C4D4F"/>
          <w:spacing w:val="-1"/>
        </w:rPr>
        <w:t>calliper</w:t>
      </w:r>
      <w:r>
        <w:rPr>
          <w:color w:val="4C4D4F"/>
        </w:rPr>
        <w:t> </w:t>
      </w:r>
      <w:r>
        <w:rPr>
          <w:color w:val="4C4D4F"/>
          <w:spacing w:val="-1"/>
        </w:rPr>
        <w:t>has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sets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jaws</w:t>
      </w:r>
      <w:r>
        <w:rPr>
          <w:color w:val="4C4D4F"/>
          <w:spacing w:val="-1"/>
        </w:rPr>
        <w:t> and </w:t>
      </w:r>
      <w:r>
        <w:rPr>
          <w:color w:val="4C4D4F"/>
        </w:rPr>
        <w:t>so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easily</w:t>
      </w:r>
      <w:r>
        <w:rPr>
          <w:color w:val="4C4D4F"/>
        </w:rPr>
        <w:t> </w:t>
      </w:r>
      <w:r>
        <w:rPr>
          <w:color w:val="4C4D4F"/>
          <w:spacing w:val="-2"/>
        </w:rPr>
        <w:t>measure</w:t>
      </w:r>
      <w:r>
        <w:rPr>
          <w:color w:val="4C4D4F"/>
          <w:spacing w:val="-1"/>
        </w:rPr>
        <w:t> the inside</w:t>
      </w:r>
      <w:r>
        <w:rPr>
          <w:color w:val="4C4D4F"/>
          <w:spacing w:val="-2"/>
        </w:rPr>
        <w:t> diameter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outside</w:t>
      </w:r>
      <w:r>
        <w:rPr>
          <w:color w:val="4C4D4F"/>
          <w:spacing w:val="-2"/>
        </w:rPr>
        <w:t> diameter</w:t>
      </w:r>
      <w:r>
        <w:rPr>
          <w:color w:val="4C4D4F"/>
        </w:rPr>
        <w:t> </w:t>
      </w:r>
      <w:r>
        <w:rPr>
          <w:color w:val="4C4D4F"/>
          <w:spacing w:val="-1"/>
        </w:rPr>
        <w:t>of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/>
      </w:r>
    </w:p>
    <w:p>
      <w:pPr>
        <w:pStyle w:val="BodyText"/>
        <w:numPr>
          <w:ilvl w:val="2"/>
          <w:numId w:val="11"/>
        </w:numPr>
        <w:tabs>
          <w:tab w:pos="1701" w:val="left" w:leader="none"/>
        </w:tabs>
        <w:spacing w:line="284" w:lineRule="auto" w:before="91" w:after="0"/>
        <w:ind w:left="1700" w:right="671" w:hanging="240"/>
        <w:jc w:val="left"/>
      </w:pP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measuring the</w:t>
      </w:r>
      <w:r>
        <w:rPr>
          <w:color w:val="4C4D4F"/>
          <w:spacing w:val="-2"/>
        </w:rPr>
        <w:t> diameter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circular</w:t>
      </w:r>
      <w:r>
        <w:rPr>
          <w:color w:val="4C4D4F"/>
        </w:rPr>
        <w:t> </w:t>
      </w:r>
      <w:r>
        <w:rPr>
          <w:color w:val="4C4D4F"/>
          <w:spacing w:val="-1"/>
        </w:rPr>
        <w:t>object, the calliper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“grab-on”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widest</w:t>
      </w:r>
      <w:r>
        <w:rPr>
          <w:color w:val="4C4D4F"/>
          <w:spacing w:val="83"/>
          <w:w w:val="99"/>
        </w:rPr>
        <w:t> </w:t>
      </w:r>
      <w:r>
        <w:rPr>
          <w:color w:val="4C4D4F"/>
          <w:spacing w:val="1"/>
        </w:rPr>
        <w:t>part,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know </w:t>
      </w:r>
      <w:r>
        <w:rPr>
          <w:color w:val="4C4D4F"/>
          <w:spacing w:val="-3"/>
        </w:rPr>
        <w:t>you’re</w:t>
      </w:r>
      <w:r>
        <w:rPr>
          <w:color w:val="4C4D4F"/>
          <w:spacing w:val="-1"/>
        </w:rPr>
        <w:t> measuring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diameter</w:t>
      </w:r>
      <w:r>
        <w:rPr>
          <w:color w:val="4C4D4F"/>
        </w:rPr>
        <w:t> </w:t>
      </w:r>
      <w:r>
        <w:rPr>
          <w:color w:val="4C4D4F"/>
          <w:spacing w:val="-2"/>
        </w:rPr>
        <w:t>(whereas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would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guessing where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diameter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used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ruler)</w:t>
      </w:r>
      <w:r>
        <w:rPr/>
      </w:r>
    </w:p>
    <w:p>
      <w:pPr>
        <w:pStyle w:val="BodyText"/>
        <w:spacing w:line="240" w:lineRule="auto" w:before="91"/>
        <w:ind w:left="1120" w:right="0"/>
        <w:jc w:val="left"/>
      </w:pPr>
      <w:r>
        <w:rPr>
          <w:color w:val="4C4D4F"/>
          <w:spacing w:val="-1"/>
        </w:rPr>
        <w:t>2.</w:t>
      </w:r>
      <w:r>
        <w:rPr>
          <w:color w:val="4C4D4F"/>
        </w:rPr>
        <w:t> </w:t>
      </w:r>
      <w:r>
        <w:rPr>
          <w:color w:val="4C4D4F"/>
          <w:spacing w:val="13"/>
        </w:rPr>
        <w:t> </w:t>
      </w:r>
      <w:r>
        <w:rPr>
          <w:color w:val="4C4D4F"/>
          <w:spacing w:val="-1"/>
        </w:rPr>
        <w:t>a.</w:t>
      </w:r>
      <w:r>
        <w:rPr>
          <w:color w:val="4C4D4F"/>
        </w:rPr>
        <w:t>  </w:t>
      </w:r>
      <w:r>
        <w:rPr>
          <w:color w:val="4C4D4F"/>
          <w:spacing w:val="13"/>
        </w:rPr>
        <w:t> </w:t>
      </w:r>
      <w:r>
        <w:rPr>
          <w:color w:val="4C4D4F"/>
          <w:spacing w:val="-2"/>
        </w:rPr>
        <w:t>1.98</w:t>
      </w:r>
      <w:r>
        <w:rPr>
          <w:color w:val="4C4D4F"/>
          <w:spacing w:val="-1"/>
        </w:rPr>
        <w:t> </w:t>
      </w:r>
      <w:r>
        <w:rPr>
          <w:color w:val="4C4D4F"/>
        </w:rPr>
        <w:t>cm</w:t>
      </w:r>
      <w:r>
        <w:rPr/>
      </w:r>
    </w:p>
    <w:p>
      <w:pPr>
        <w:pStyle w:val="BodyText"/>
        <w:spacing w:line="240" w:lineRule="auto" w:before="137"/>
        <w:ind w:right="0" w:firstLine="359"/>
        <w:jc w:val="left"/>
      </w:pPr>
      <w:r>
        <w:rPr>
          <w:color w:val="4C4D4F"/>
          <w:spacing w:val="-3"/>
        </w:rPr>
        <w:t>b.</w:t>
      </w:r>
      <w:r>
        <w:rPr>
          <w:color w:val="4C4D4F"/>
        </w:rPr>
        <w:t> </w:t>
      </w:r>
      <w:r>
        <w:rPr>
          <w:color w:val="4C4D4F"/>
          <w:spacing w:val="57"/>
        </w:rPr>
        <w:t> </w:t>
      </w:r>
      <w:r>
        <w:rPr>
          <w:color w:val="4C4D4F"/>
          <w:spacing w:val="1"/>
        </w:rPr>
        <w:t>3.34</w:t>
      </w:r>
      <w:r>
        <w:rPr>
          <w:color w:val="4C4D4F"/>
          <w:spacing w:val="-2"/>
        </w:rPr>
        <w:t> </w:t>
      </w:r>
      <w:r>
        <w:rPr>
          <w:color w:val="4C4D4F"/>
        </w:rPr>
        <w:t>cm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3.</w:t>
      </w:r>
      <w:r>
        <w:rPr>
          <w:color w:val="4C4D4F"/>
        </w:rPr>
        <w:t> 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a.</w:t>
      </w:r>
      <w:r>
        <w:rPr>
          <w:color w:val="4C4D4F"/>
        </w:rPr>
        <w:t> </w:t>
      </w:r>
      <w:r>
        <w:rPr>
          <w:color w:val="4C4D4F"/>
          <w:spacing w:val="54"/>
        </w:rPr>
        <w:t> </w:t>
      </w:r>
      <w:r>
        <w:rPr>
          <w:color w:val="4C4D4F"/>
          <w:spacing w:val="-2"/>
        </w:rPr>
        <w:t>16.63</w:t>
      </w:r>
      <w:r>
        <w:rPr>
          <w:color w:val="4C4D4F"/>
          <w:spacing w:val="-1"/>
        </w:rPr>
        <w:t> mm</w:t>
      </w:r>
      <w:r>
        <w:rPr/>
      </w:r>
    </w:p>
    <w:p>
      <w:pPr>
        <w:pStyle w:val="BodyText"/>
        <w:spacing w:line="240" w:lineRule="auto" w:before="137"/>
        <w:ind w:left="1459" w:right="0"/>
        <w:jc w:val="left"/>
      </w:pPr>
      <w:r>
        <w:rPr>
          <w:color w:val="4C4D4F"/>
          <w:spacing w:val="-3"/>
        </w:rPr>
        <w:t>b.</w:t>
      </w:r>
      <w:r>
        <w:rPr>
          <w:color w:val="4C4D4F"/>
        </w:rPr>
        <w:t> </w:t>
      </w:r>
      <w:r>
        <w:rPr>
          <w:color w:val="4C4D4F"/>
          <w:spacing w:val="58"/>
        </w:rPr>
        <w:t> </w:t>
      </w:r>
      <w:r>
        <w:rPr>
          <w:color w:val="4C4D4F"/>
          <w:spacing w:val="-5"/>
        </w:rPr>
        <w:t>10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73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552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5526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552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5521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550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5502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113220pt;margin-top:748.847534pt;width:16.9pt;height:14pt;mso-position-horizontal-relative:page;mso-position-vertical-relative:page;z-index:-550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5497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7.4pt;height:14pt;mso-position-horizontal-relative:page;mso-position-vertical-relative:page;z-index:-549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5492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4.738770pt;margin-top:748.847534pt;width:17.3pt;height:14pt;mso-position-horizontal-relative:page;mso-position-vertical-relative:page;z-index:-549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5488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5543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55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9.022003pt;margin-top:37.740337pt;width:142.5pt;height:13pt;mso-position-horizontal-relative:page;mso-position-vertical-relative:page;z-index:-55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Work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553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04.85pt;height:13pt;mso-position-horizontal-relative:page;mso-position-vertical-relative:page;z-index:-55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Shop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Measurement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Foundations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9.022003pt;margin-top:37.240337pt;width:142.5pt;height:13pt;mso-position-horizontal-relative:page;mso-position-vertical-relative:page;z-index:-55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Work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5519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42.5pt;height:13pt;mso-position-horizontal-relative:page;mso-position-vertical-relative:page;z-index:-55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Work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6.64389pt;margin-top:37.240337pt;width:204.85pt;height:13pt;mso-position-horizontal-relative:page;mso-position-vertical-relative:page;z-index:-55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Shop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Measurement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Foundations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551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04.85pt;height:13pt;mso-position-horizontal-relative:page;mso-position-vertical-relative:page;z-index:-55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Shop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Measurement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Foundations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9.022003pt;margin-top:37.240337pt;width:142.5pt;height:13pt;mso-position-horizontal-relative:page;mso-position-vertical-relative:page;z-index:-550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Work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2"/>
      <w:numFmt w:val="lowerLetter"/>
      <w:lvlText w:val="%1."/>
      <w:lvlJc w:val="left"/>
      <w:pPr>
        <w:ind w:left="1280" w:hanging="360"/>
        <w:jc w:val="left"/>
      </w:pPr>
      <w:rPr>
        <w:rFonts w:hint="default" w:ascii="Arial" w:hAnsi="Arial" w:eastAsia="Arial"/>
        <w:color w:val="4C4D4F"/>
        <w:spacing w:val="-5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2797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5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0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7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5" w:hanging="241"/>
      </w:pPr>
      <w:rPr>
        <w:rFonts w:hint="default"/>
      </w:rPr>
    </w:lvl>
  </w:abstractNum>
  <w:abstractNum w:abstractNumId="9">
    <w:multiLevelType w:val="hybridMultilevel"/>
    <w:lvl w:ilvl="0">
      <w:start w:val="7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24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3"/>
      <w:numFmt w:val="decimal"/>
      <w:lvlText w:val="%2."/>
      <w:lvlJc w:val="left"/>
      <w:pPr>
        <w:ind w:left="1440" w:hanging="341"/>
        <w:jc w:val="left"/>
      </w:pPr>
      <w:rPr>
        <w:rFonts w:hint="default" w:ascii="Arial" w:hAnsi="Arial" w:eastAsia="Arial"/>
        <w:color w:val="4C4D4F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444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7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2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6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1" w:hanging="34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360"/>
        <w:jc w:val="righ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91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459" w:hanging="36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2">
      <w:start w:val="1"/>
      <w:numFmt w:val="lowerLetter"/>
      <w:lvlText w:val="%3."/>
      <w:lvlJc w:val="left"/>
      <w:pPr>
        <w:ind w:left="1819" w:hanging="36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04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5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33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146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2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8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76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2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8" w:hanging="24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36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3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5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408" w:hanging="309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08" w:hanging="309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2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77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1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48" w:hanging="24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5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06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2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8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4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36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2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8" w:hanging="241"/>
      </w:pPr>
      <w:rPr>
        <w:rFonts w:hint="default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11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59"/>
      <w:ind w:left="56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91"/>
      <w:ind w:left="2530"/>
      <w:outlineLvl w:val="4"/>
    </w:pPr>
    <w:rPr>
      <w:rFonts w:ascii="Arial" w:hAnsi="Arial" w:eastAsia="Arial"/>
      <w:sz w:val="25"/>
      <w:szCs w:val="25"/>
    </w:rPr>
  </w:style>
  <w:style w:styleId="Heading5" w:type="paragraph">
    <w:name w:val="Heading 5"/>
    <w:basedOn w:val="Normal"/>
    <w:uiPriority w:val="1"/>
    <w:qFormat/>
    <w:pPr>
      <w:ind w:left="40"/>
      <w:outlineLvl w:val="5"/>
    </w:pPr>
    <w:rPr>
      <w:rFonts w:ascii="Arial" w:hAnsi="Arial" w:eastAsia="Arial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ind w:left="20"/>
      <w:outlineLvl w:val="6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ocr.openschool.bc.ca/course/view.php?id=23" TargetMode="External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footer" Target="footer3.xml"/><Relationship Id="rId17" Type="http://schemas.openxmlformats.org/officeDocument/2006/relationships/footer" Target="footer4.xml"/><Relationship Id="rId18" Type="http://schemas.openxmlformats.org/officeDocument/2006/relationships/image" Target="media/image5.jpeg"/><Relationship Id="rId19" Type="http://schemas.openxmlformats.org/officeDocument/2006/relationships/image" Target="media/image6.png"/><Relationship Id="rId20" Type="http://schemas.openxmlformats.org/officeDocument/2006/relationships/hyperlink" Target="http://www.physics.smu.edu/%7Escalise/apparatus/caliper/" TargetMode="External"/><Relationship Id="rId21" Type="http://schemas.openxmlformats.org/officeDocument/2006/relationships/hyperlink" Target="http://www.upscale.utoronto.ca/PVB/Harrison/Vernier/Vernier.html" TargetMode="External"/><Relationship Id="rId22" Type="http://schemas.openxmlformats.org/officeDocument/2006/relationships/hyperlink" Target="http://hyperphysics.phy-astr.gsu.edu/hbase/class/phscilab/vernier.html" TargetMode="External"/><Relationship Id="rId23" Type="http://schemas.openxmlformats.org/officeDocument/2006/relationships/image" Target="media/image7.jpeg"/><Relationship Id="rId24" Type="http://schemas.openxmlformats.org/officeDocument/2006/relationships/image" Target="media/image8.jpeg"/><Relationship Id="rId25" Type="http://schemas.openxmlformats.org/officeDocument/2006/relationships/image" Target="media/image9.png"/><Relationship Id="rId26" Type="http://schemas.openxmlformats.org/officeDocument/2006/relationships/image" Target="media/image10.png"/><Relationship Id="rId27" Type="http://schemas.openxmlformats.org/officeDocument/2006/relationships/hyperlink" Target="http://www.upscale.utoronto.ca/PVB/Harrison/Micrometer/Flash/MicSimulation.html" TargetMode="External"/><Relationship Id="rId28" Type="http://schemas.openxmlformats.org/officeDocument/2006/relationships/hyperlink" Target="http://www.stefanelli.eng.br/en/virtual-micrometer-thousandth-inch-simulator/" TargetMode="External"/><Relationship Id="rId29" Type="http://schemas.openxmlformats.org/officeDocument/2006/relationships/image" Target="media/image11.png"/><Relationship Id="rId30" Type="http://schemas.openxmlformats.org/officeDocument/2006/relationships/image" Target="media/image12.png"/><Relationship Id="rId31" Type="http://schemas.openxmlformats.org/officeDocument/2006/relationships/image" Target="media/image13.png"/><Relationship Id="rId32" Type="http://schemas.openxmlformats.org/officeDocument/2006/relationships/image" Target="media/image14.png"/><Relationship Id="rId33" Type="http://schemas.openxmlformats.org/officeDocument/2006/relationships/image" Target="media/image15.png"/><Relationship Id="rId34" Type="http://schemas.openxmlformats.org/officeDocument/2006/relationships/image" Target="media/image16.png"/><Relationship Id="rId35" Type="http://schemas.openxmlformats.org/officeDocument/2006/relationships/footer" Target="footer5.xml"/><Relationship Id="rId36" Type="http://schemas.openxmlformats.org/officeDocument/2006/relationships/footer" Target="footer6.xml"/><Relationship Id="rId3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2017-12-07T14:56:59Z</dcterms:created>
  <dcterms:modified xsi:type="dcterms:W3CDTF">2017-12-07T14:56:59Z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